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A70767">
            <w:pPr>
              <w:pStyle w:val="CUSTOMBoldColumnHeading"/>
            </w:pPr>
            <w:r>
              <w:t xml:space="preserve">Assessed by: </w:t>
            </w:r>
            <w:proofErr w:type="spellStart"/>
            <w:r w:rsidR="00A70767">
              <w:rPr>
                <w:b w:val="0"/>
              </w:rPr>
              <w:t>Apurba</w:t>
            </w:r>
            <w:proofErr w:type="spellEnd"/>
            <w:r w:rsidR="00A70767">
              <w:rPr>
                <w:b w:val="0"/>
              </w:rPr>
              <w:t xml:space="preserve"> </w:t>
            </w:r>
            <w:proofErr w:type="spellStart"/>
            <w:r w:rsidR="00A70767">
              <w:rPr>
                <w:b w:val="0"/>
              </w:rPr>
              <w:t>Dahal</w:t>
            </w:r>
            <w:proofErr w:type="spellEnd"/>
            <w:r w:rsidR="00A70767">
              <w:rPr>
                <w:b w:val="0"/>
              </w:rPr>
              <w:t xml:space="preserve"> (Trainee); Supervised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70767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A70767">
              <w:t>Jackman, Benjamin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70767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A70767">
              <w:t>G030096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70767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A70767">
              <w:t>16/05/2019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70767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A70767">
              <w:t>07/11/1977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70767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A70767">
              <w:t>438 802 2039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70767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A70767">
              <w:t>Outpatient</w:t>
            </w:r>
          </w:p>
        </w:tc>
      </w:tr>
      <w:tr w:rsidR="00A9651D" w:rsidTr="00735034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A70767">
            <w:pPr>
              <w:pStyle w:val="CUSTOMHeaderText"/>
            </w:pPr>
            <w:r>
              <w:t xml:space="preserve">Referrer: </w:t>
            </w:r>
            <w:r w:rsidR="00A70767">
              <w:t xml:space="preserve">Mr </w:t>
            </w:r>
            <w:proofErr w:type="spellStart"/>
            <w:r w:rsidR="00A70767">
              <w:t>Donati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A70767">
            <w:pPr>
              <w:pStyle w:val="CUSTOMHeaderText"/>
            </w:pPr>
            <w:r>
              <w:t xml:space="preserve">Hospital Site: </w:t>
            </w:r>
            <w:r w:rsidR="00A70767">
              <w:t>UHL</w:t>
            </w:r>
          </w:p>
        </w:tc>
      </w:tr>
      <w:tr w:rsidR="00A9651D" w:rsidTr="00D309E9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A70767">
            <w:pPr>
              <w:pStyle w:val="CUSTOMHeaderText"/>
            </w:pPr>
            <w:r>
              <w:t xml:space="preserve">Clinical Indications: </w:t>
            </w:r>
            <w:r w:rsidR="00A70767">
              <w:t>Recurrent varicose vein after left SSV EVLT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C24FD1" w:rsidP="008A210D">
            <w:pPr>
              <w:pStyle w:val="CUSTOMBoldColumnHeading"/>
            </w:pPr>
            <w:r>
              <w:t>Left</w:t>
            </w:r>
            <w:r w:rsidR="008A210D">
              <w:t xml:space="preserve"> Lower Limb </w:t>
            </w:r>
            <w:r w:rsidR="009B724B">
              <w:t>Venous I</w:t>
            </w:r>
            <w:r w:rsidR="00A078E6">
              <w:t>nsufficiency scan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D3530B" w:rsidRDefault="00D3530B" w:rsidP="00DC01AB">
            <w:pPr>
              <w:pStyle w:val="CUSTOMNormal"/>
            </w:pPr>
          </w:p>
          <w:p w:rsidR="00D3530B" w:rsidRPr="00D3530B" w:rsidRDefault="00D3530B" w:rsidP="00D3530B"/>
          <w:p w:rsidR="00D3530B" w:rsidRPr="00D3530B" w:rsidRDefault="00D3530B" w:rsidP="00D3530B"/>
          <w:p w:rsidR="00D3530B" w:rsidRDefault="00D3530B" w:rsidP="00D3530B"/>
          <w:p w:rsidR="00813362" w:rsidRPr="00D3530B" w:rsidRDefault="00813362" w:rsidP="00D3530B">
            <w:pPr>
              <w:jc w:val="center"/>
            </w:pPr>
          </w:p>
        </w:tc>
      </w:tr>
      <w:tr w:rsidR="009E0202" w:rsidTr="00876A79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661023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9E0202" w:rsidRDefault="009C69D4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proofErr w:type="spellStart"/>
            <w:r>
              <w:rPr>
                <w:sz w:val="21"/>
                <w:szCs w:val="21"/>
              </w:rPr>
              <w:t>Sapheno</w:t>
            </w:r>
            <w:proofErr w:type="spellEnd"/>
            <w:r>
              <w:rPr>
                <w:sz w:val="21"/>
                <w:szCs w:val="21"/>
              </w:rPr>
              <w:t>-Femoral Junction and the Great Saphenous Vein are</w:t>
            </w:r>
            <w:r w:rsidR="00A61138">
              <w:rPr>
                <w:sz w:val="21"/>
                <w:szCs w:val="21"/>
              </w:rPr>
              <w:t xml:space="preserve"> patent and</w:t>
            </w:r>
            <w:r>
              <w:rPr>
                <w:sz w:val="21"/>
                <w:szCs w:val="21"/>
              </w:rPr>
              <w:t xml:space="preserve"> competent.</w:t>
            </w:r>
          </w:p>
          <w:p w:rsidR="009C69D4" w:rsidRDefault="009C69D4" w:rsidP="00DC01AB">
            <w:pPr>
              <w:pStyle w:val="CUSTOMColumnText"/>
              <w:rPr>
                <w:sz w:val="21"/>
                <w:szCs w:val="21"/>
              </w:rPr>
            </w:pPr>
          </w:p>
          <w:p w:rsidR="00153F96" w:rsidRDefault="009C69D4" w:rsidP="00153F96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proofErr w:type="spellStart"/>
            <w:r>
              <w:rPr>
                <w:sz w:val="21"/>
                <w:szCs w:val="21"/>
              </w:rPr>
              <w:t>Sapheno</w:t>
            </w:r>
            <w:proofErr w:type="spellEnd"/>
            <w:r>
              <w:rPr>
                <w:sz w:val="21"/>
                <w:szCs w:val="21"/>
              </w:rPr>
              <w:t>-Popliteal Junction</w:t>
            </w:r>
            <w:r w:rsidR="00C10DD9">
              <w:rPr>
                <w:sz w:val="21"/>
                <w:szCs w:val="21"/>
              </w:rPr>
              <w:t xml:space="preserve"> and proximal 3-3.5cm </w:t>
            </w:r>
            <w:r w:rsidR="00C51779">
              <w:rPr>
                <w:sz w:val="21"/>
                <w:szCs w:val="21"/>
              </w:rPr>
              <w:t xml:space="preserve">segment </w:t>
            </w:r>
            <w:r w:rsidR="00C10DD9">
              <w:rPr>
                <w:sz w:val="21"/>
                <w:szCs w:val="21"/>
              </w:rPr>
              <w:t>of the Short Saphenous vein</w:t>
            </w:r>
            <w:r w:rsidR="007537AB">
              <w:rPr>
                <w:sz w:val="21"/>
                <w:szCs w:val="21"/>
              </w:rPr>
              <w:t xml:space="preserve"> above knee</w:t>
            </w:r>
            <w:r>
              <w:rPr>
                <w:sz w:val="21"/>
                <w:szCs w:val="21"/>
              </w:rPr>
              <w:t xml:space="preserve"> is</w:t>
            </w:r>
            <w:r w:rsidR="00C10DD9">
              <w:rPr>
                <w:sz w:val="21"/>
                <w:szCs w:val="21"/>
              </w:rPr>
              <w:t xml:space="preserve"> patent </w:t>
            </w:r>
            <w:r w:rsidR="00A61138" w:rsidRPr="00A61138">
              <w:rPr>
                <w:b/>
                <w:sz w:val="21"/>
                <w:szCs w:val="21"/>
              </w:rPr>
              <w:t>but</w:t>
            </w:r>
            <w:r w:rsidR="007537AB" w:rsidRPr="00A61138">
              <w:rPr>
                <w:b/>
                <w:sz w:val="21"/>
                <w:szCs w:val="21"/>
              </w:rPr>
              <w:t xml:space="preserve"> </w:t>
            </w:r>
            <w:r w:rsidR="00A61138">
              <w:rPr>
                <w:b/>
                <w:sz w:val="21"/>
                <w:szCs w:val="21"/>
              </w:rPr>
              <w:t>grossly</w:t>
            </w:r>
            <w:r w:rsidR="00C10DD9" w:rsidRPr="00A61138">
              <w:rPr>
                <w:b/>
                <w:sz w:val="21"/>
                <w:szCs w:val="21"/>
              </w:rPr>
              <w:t xml:space="preserve"> incompetent</w:t>
            </w:r>
            <w:r w:rsidRPr="00A61138">
              <w:rPr>
                <w:b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</w:p>
          <w:p w:rsidR="00153F96" w:rsidRDefault="00153F96" w:rsidP="00153F96">
            <w:pPr>
              <w:pStyle w:val="CUSTOMColumnText"/>
              <w:rPr>
                <w:sz w:val="21"/>
                <w:szCs w:val="21"/>
              </w:rPr>
            </w:pPr>
          </w:p>
          <w:p w:rsidR="00C10DD9" w:rsidRDefault="00153F96" w:rsidP="00C10DD9">
            <w:pPr>
              <w:pStyle w:val="CUSTOMColumnText"/>
              <w:rPr>
                <w:b/>
                <w:sz w:val="21"/>
                <w:szCs w:val="21"/>
              </w:rPr>
            </w:pPr>
            <w:r w:rsidRPr="00A209FC">
              <w:rPr>
                <w:b/>
                <w:sz w:val="21"/>
                <w:szCs w:val="21"/>
              </w:rPr>
              <w:t xml:space="preserve">The SSV is noted to be obliterated post EVLT. </w:t>
            </w:r>
            <w:r w:rsidR="009E3238">
              <w:rPr>
                <w:b/>
                <w:sz w:val="21"/>
                <w:szCs w:val="21"/>
              </w:rPr>
              <w:t>However, t</w:t>
            </w:r>
            <w:r w:rsidRPr="00A209FC">
              <w:rPr>
                <w:b/>
                <w:sz w:val="21"/>
                <w:szCs w:val="21"/>
              </w:rPr>
              <w:t xml:space="preserve">he varicose </w:t>
            </w:r>
            <w:r w:rsidR="00D74E85" w:rsidRPr="00A209FC">
              <w:rPr>
                <w:b/>
                <w:sz w:val="21"/>
                <w:szCs w:val="21"/>
              </w:rPr>
              <w:t xml:space="preserve">vein associated with the SSV </w:t>
            </w:r>
            <w:r w:rsidR="009E3238">
              <w:rPr>
                <w:b/>
                <w:sz w:val="21"/>
                <w:szCs w:val="21"/>
              </w:rPr>
              <w:t xml:space="preserve">that </w:t>
            </w:r>
            <w:r w:rsidR="00D74E85" w:rsidRPr="00A209FC">
              <w:rPr>
                <w:b/>
                <w:sz w:val="21"/>
                <w:szCs w:val="21"/>
              </w:rPr>
              <w:t>branches-</w:t>
            </w:r>
            <w:r w:rsidRPr="00A209FC">
              <w:rPr>
                <w:b/>
                <w:sz w:val="21"/>
                <w:szCs w:val="21"/>
              </w:rPr>
              <w:t>off</w:t>
            </w:r>
            <w:r w:rsidR="009E3238">
              <w:rPr>
                <w:b/>
                <w:sz w:val="21"/>
                <w:szCs w:val="21"/>
              </w:rPr>
              <w:t xml:space="preserve"> just below the knee is still patent</w:t>
            </w:r>
            <w:r w:rsidR="00A61138">
              <w:rPr>
                <w:b/>
                <w:sz w:val="21"/>
                <w:szCs w:val="21"/>
              </w:rPr>
              <w:t xml:space="preserve"> (partial chronic thrombus is present in 1</w:t>
            </w:r>
            <w:r w:rsidR="00A61138" w:rsidRPr="00A61138">
              <w:rPr>
                <w:b/>
                <w:sz w:val="21"/>
                <w:szCs w:val="21"/>
                <w:vertAlign w:val="superscript"/>
              </w:rPr>
              <w:t>st</w:t>
            </w:r>
            <w:r w:rsidR="00A61138">
              <w:rPr>
                <w:b/>
                <w:sz w:val="21"/>
                <w:szCs w:val="21"/>
              </w:rPr>
              <w:t xml:space="preserve"> 4-5cm of the vein)</w:t>
            </w:r>
            <w:r w:rsidRPr="00A209FC">
              <w:rPr>
                <w:b/>
                <w:sz w:val="21"/>
                <w:szCs w:val="21"/>
              </w:rPr>
              <w:t xml:space="preserve">. </w:t>
            </w:r>
            <w:r w:rsidR="005F0D8E" w:rsidRPr="00A209FC">
              <w:rPr>
                <w:b/>
                <w:sz w:val="21"/>
                <w:szCs w:val="21"/>
              </w:rPr>
              <w:t>The reflux from SPJ/ proximal-most SSV is still exiting into the varicose vein</w:t>
            </w:r>
            <w:r w:rsidRPr="00A209FC">
              <w:rPr>
                <w:b/>
                <w:sz w:val="21"/>
                <w:szCs w:val="21"/>
              </w:rPr>
              <w:t>. The vein courses laterally and anteriorly</w:t>
            </w:r>
            <w:r w:rsidR="00A209FC">
              <w:rPr>
                <w:b/>
                <w:sz w:val="21"/>
                <w:szCs w:val="21"/>
              </w:rPr>
              <w:t xml:space="preserve"> into the shin area </w:t>
            </w:r>
            <w:r w:rsidR="00367C3E">
              <w:rPr>
                <w:b/>
                <w:sz w:val="21"/>
                <w:szCs w:val="21"/>
              </w:rPr>
              <w:t>tracking</w:t>
            </w:r>
            <w:r w:rsidR="00A209FC">
              <w:rPr>
                <w:b/>
                <w:sz w:val="21"/>
                <w:szCs w:val="21"/>
              </w:rPr>
              <w:t xml:space="preserve"> distally to the </w:t>
            </w:r>
            <w:r w:rsidRPr="00A209FC">
              <w:rPr>
                <w:b/>
                <w:sz w:val="21"/>
                <w:szCs w:val="21"/>
              </w:rPr>
              <w:t xml:space="preserve">ankle. </w:t>
            </w:r>
          </w:p>
          <w:p w:rsidR="00A61138" w:rsidRDefault="00A61138" w:rsidP="00C10DD9">
            <w:pPr>
              <w:pStyle w:val="CUSTOMColumnText"/>
              <w:rPr>
                <w:sz w:val="21"/>
                <w:szCs w:val="21"/>
              </w:rPr>
            </w:pPr>
          </w:p>
          <w:p w:rsidR="00C10DD9" w:rsidRDefault="009E3238" w:rsidP="00C10DD9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Post treatment, there now appears to be </w:t>
            </w:r>
            <w:r w:rsidR="00A61138">
              <w:rPr>
                <w:sz w:val="21"/>
                <w:szCs w:val="21"/>
              </w:rPr>
              <w:t xml:space="preserve">a </w:t>
            </w:r>
            <w:r w:rsidR="00C10DD9">
              <w:rPr>
                <w:sz w:val="21"/>
                <w:szCs w:val="21"/>
              </w:rPr>
              <w:t>2</w:t>
            </w:r>
            <w:r w:rsidR="00C10DD9" w:rsidRPr="00C10DD9">
              <w:rPr>
                <w:sz w:val="21"/>
                <w:szCs w:val="21"/>
                <w:vertAlign w:val="superscript"/>
              </w:rPr>
              <w:t>nd</w:t>
            </w:r>
            <w:r w:rsidR="00C10DD9">
              <w:rPr>
                <w:sz w:val="21"/>
                <w:szCs w:val="21"/>
              </w:rPr>
              <w:t xml:space="preserve"> SSV </w:t>
            </w:r>
            <w:r>
              <w:rPr>
                <w:sz w:val="21"/>
                <w:szCs w:val="21"/>
              </w:rPr>
              <w:t>present, previously not imaged</w:t>
            </w:r>
            <w:r w:rsidR="00B379D2">
              <w:rPr>
                <w:sz w:val="21"/>
                <w:szCs w:val="21"/>
              </w:rPr>
              <w:t xml:space="preserve"> which is of small calibre and competent in </w:t>
            </w:r>
            <w:proofErr w:type="spellStart"/>
            <w:r w:rsidR="00B379D2">
              <w:rPr>
                <w:sz w:val="21"/>
                <w:szCs w:val="21"/>
              </w:rPr>
              <w:t>prox</w:t>
            </w:r>
            <w:proofErr w:type="spellEnd"/>
            <w:r w:rsidR="00B379D2">
              <w:rPr>
                <w:sz w:val="21"/>
                <w:szCs w:val="21"/>
              </w:rPr>
              <w:t>-mid calf</w:t>
            </w:r>
            <w:r w:rsidR="00C10DD9">
              <w:rPr>
                <w:sz w:val="21"/>
                <w:szCs w:val="21"/>
              </w:rPr>
              <w:t>. A small communicating vein from the above mentioned varicose vein joins the 2</w:t>
            </w:r>
            <w:r w:rsidR="00C10DD9" w:rsidRPr="00C10DD9">
              <w:rPr>
                <w:sz w:val="21"/>
                <w:szCs w:val="21"/>
                <w:vertAlign w:val="superscript"/>
              </w:rPr>
              <w:t>nd</w:t>
            </w:r>
            <w:r w:rsidR="00C10DD9">
              <w:rPr>
                <w:sz w:val="21"/>
                <w:szCs w:val="21"/>
              </w:rPr>
              <w:t xml:space="preserve"> SSV approximately 10cm above </w:t>
            </w:r>
            <w:r w:rsidR="00A209FC">
              <w:rPr>
                <w:sz w:val="21"/>
                <w:szCs w:val="21"/>
              </w:rPr>
              <w:t>ankle. The 2</w:t>
            </w:r>
            <w:r w:rsidR="00A209FC" w:rsidRPr="00A209FC">
              <w:rPr>
                <w:sz w:val="21"/>
                <w:szCs w:val="21"/>
                <w:vertAlign w:val="superscript"/>
              </w:rPr>
              <w:t>nd</w:t>
            </w:r>
            <w:r w:rsidR="00A209FC">
              <w:rPr>
                <w:sz w:val="21"/>
                <w:szCs w:val="21"/>
              </w:rPr>
              <w:t xml:space="preserve"> SSV is noted to be incompetent below this level.</w:t>
            </w:r>
          </w:p>
          <w:p w:rsidR="00D74E85" w:rsidRDefault="00D74E85" w:rsidP="00C10DD9">
            <w:pPr>
              <w:pStyle w:val="CUSTOMColumnText"/>
              <w:rPr>
                <w:sz w:val="21"/>
                <w:szCs w:val="21"/>
              </w:rPr>
            </w:pPr>
          </w:p>
          <w:p w:rsidR="00D74E85" w:rsidRPr="00D74E85" w:rsidRDefault="00D74E85" w:rsidP="00C10DD9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All the Deep veins are pate</w:t>
            </w:r>
            <w:bookmarkStart w:id="0" w:name="_GoBack"/>
            <w:bookmarkEnd w:id="0"/>
            <w:r>
              <w:rPr>
                <w:sz w:val="21"/>
                <w:szCs w:val="21"/>
              </w:rPr>
              <w:t>nt and competent. No incompetent perforators imaged.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0D" w:rsidRDefault="008A210D" w:rsidP="005748E3">
      <w:pPr>
        <w:spacing w:after="0" w:line="240" w:lineRule="auto"/>
      </w:pPr>
      <w:r>
        <w:separator/>
      </w:r>
    </w:p>
  </w:endnote>
  <w:endnote w:type="continuationSeparator" w:id="0">
    <w:p w:rsidR="008A210D" w:rsidRDefault="008A210D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61138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4352" behindDoc="0" locked="0" layoutInCell="1" allowOverlap="1">
              <wp:simplePos x="0" y="0"/>
              <wp:positionH relativeFrom="column">
                <wp:posOffset>1544335</wp:posOffset>
              </wp:positionH>
              <wp:positionV relativeFrom="paragraph">
                <wp:posOffset>-3806288</wp:posOffset>
              </wp:positionV>
              <wp:extent cx="99782" cy="321749"/>
              <wp:effectExtent l="0" t="0" r="0" b="2540"/>
              <wp:wrapNone/>
              <wp:docPr id="79" name="Freeform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782" cy="321749"/>
                      </a:xfrm>
                      <a:custGeom>
                        <a:avLst/>
                        <a:gdLst>
                          <a:gd name="connsiteX0" fmla="*/ 112 w 99782"/>
                          <a:gd name="connsiteY0" fmla="*/ 24939 h 321749"/>
                          <a:gd name="connsiteX1" fmla="*/ 58634 w 99782"/>
                          <a:gd name="connsiteY1" fmla="*/ 17624 h 321749"/>
                          <a:gd name="connsiteX2" fmla="*/ 95210 w 99782"/>
                          <a:gd name="connsiteY2" fmla="*/ 207819 h 321749"/>
                          <a:gd name="connsiteX3" fmla="*/ 95210 w 99782"/>
                          <a:gd name="connsiteY3" fmla="*/ 310232 h 321749"/>
                          <a:gd name="connsiteX4" fmla="*/ 58634 w 99782"/>
                          <a:gd name="connsiteY4" fmla="*/ 302917 h 321749"/>
                          <a:gd name="connsiteX5" fmla="*/ 44003 w 99782"/>
                          <a:gd name="connsiteY5" fmla="*/ 163928 h 321749"/>
                          <a:gd name="connsiteX6" fmla="*/ 112 w 99782"/>
                          <a:gd name="connsiteY6" fmla="*/ 24939 h 3217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99782" h="321749">
                            <a:moveTo>
                              <a:pt x="112" y="24939"/>
                            </a:moveTo>
                            <a:cubicBezTo>
                              <a:pt x="2550" y="555"/>
                              <a:pt x="42784" y="-12856"/>
                              <a:pt x="58634" y="17624"/>
                            </a:cubicBezTo>
                            <a:cubicBezTo>
                              <a:pt x="74484" y="48104"/>
                              <a:pt x="89114" y="159051"/>
                              <a:pt x="95210" y="207819"/>
                            </a:cubicBezTo>
                            <a:cubicBezTo>
                              <a:pt x="101306" y="256587"/>
                              <a:pt x="101306" y="294382"/>
                              <a:pt x="95210" y="310232"/>
                            </a:cubicBezTo>
                            <a:cubicBezTo>
                              <a:pt x="89114" y="326082"/>
                              <a:pt x="67168" y="327301"/>
                              <a:pt x="58634" y="302917"/>
                            </a:cubicBezTo>
                            <a:cubicBezTo>
                              <a:pt x="50100" y="278533"/>
                              <a:pt x="52537" y="204162"/>
                              <a:pt x="44003" y="163928"/>
                            </a:cubicBezTo>
                            <a:cubicBezTo>
                              <a:pt x="35469" y="123694"/>
                              <a:pt x="-2326" y="49323"/>
                              <a:pt x="112" y="24939"/>
                            </a:cubicBezTo>
                            <a:close/>
                          </a:path>
                        </a:pathLst>
                      </a:cu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4CF35E71" id="Freeform 79" o:spid="_x0000_s1026" style="position:absolute;margin-left:121.6pt;margin-top:-299.7pt;width:7.85pt;height:25.3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782,32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" path="m112,24939c2550,555,42784,-12856,58634,17624,74484,48104,89114,159051,95210,207819v6096,48768,6096,86563,,102413c89114,326082,67168,327301,58634,302917,50100,278533,52537,204162,44003,163928,35469,123694,-2326,49323,112,24939xe" fillcolor="red" stroked="f" strokeweight="1pt">
              <v:stroke joinstyle="miter"/>
              <v:path arrowok="t" o:connecttype="custom" o:connectlocs="112,24939;58634,17624;95210,207819;95210,310232;58634,302917;44003,163928;112,24939" o:connectangles="0,0,0,0,0,0,0"/>
            </v:shape>
          </w:pict>
        </mc:Fallback>
      </mc:AlternateContent>
    </w:r>
    <w:r w:rsidR="009C69D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0C2651B3" wp14:editId="351900EB">
              <wp:simplePos x="0" y="0"/>
              <wp:positionH relativeFrom="column">
                <wp:posOffset>4771086</wp:posOffset>
              </wp:positionH>
              <wp:positionV relativeFrom="paragraph">
                <wp:posOffset>-3707002</wp:posOffset>
              </wp:positionV>
              <wp:extent cx="619760" cy="1691567"/>
              <wp:effectExtent l="19050" t="19050" r="46990" b="42545"/>
              <wp:wrapNone/>
              <wp:docPr id="67" name="Freeform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9760" cy="1691567"/>
                      </a:xfrm>
                      <a:custGeom>
                        <a:avLst/>
                        <a:gdLst>
                          <a:gd name="connsiteX0" fmla="*/ 588507 w 611141"/>
                          <a:gd name="connsiteY0" fmla="*/ 0 h 1674429"/>
                          <a:gd name="connsiteX1" fmla="*/ 597561 w 611141"/>
                          <a:gd name="connsiteY1" fmla="*/ 22633 h 1674429"/>
                          <a:gd name="connsiteX2" fmla="*/ 611141 w 611141"/>
                          <a:gd name="connsiteY2" fmla="*/ 49794 h 1674429"/>
                          <a:gd name="connsiteX3" fmla="*/ 606614 w 611141"/>
                          <a:gd name="connsiteY3" fmla="*/ 67901 h 1674429"/>
                          <a:gd name="connsiteX4" fmla="*/ 588507 w 611141"/>
                          <a:gd name="connsiteY4" fmla="*/ 76954 h 1674429"/>
                          <a:gd name="connsiteX5" fmla="*/ 534186 w 611141"/>
                          <a:gd name="connsiteY5" fmla="*/ 90534 h 1674429"/>
                          <a:gd name="connsiteX6" fmla="*/ 538713 w 611141"/>
                          <a:gd name="connsiteY6" fmla="*/ 126748 h 1674429"/>
                          <a:gd name="connsiteX7" fmla="*/ 547767 w 611141"/>
                          <a:gd name="connsiteY7" fmla="*/ 158435 h 1674429"/>
                          <a:gd name="connsiteX8" fmla="*/ 538713 w 611141"/>
                          <a:gd name="connsiteY8" fmla="*/ 181069 h 1674429"/>
                          <a:gd name="connsiteX9" fmla="*/ 511553 w 611141"/>
                          <a:gd name="connsiteY9" fmla="*/ 194649 h 1674429"/>
                          <a:gd name="connsiteX10" fmla="*/ 479866 w 611141"/>
                          <a:gd name="connsiteY10" fmla="*/ 199176 h 1674429"/>
                          <a:gd name="connsiteX11" fmla="*/ 457232 w 611141"/>
                          <a:gd name="connsiteY11" fmla="*/ 203703 h 1674429"/>
                          <a:gd name="connsiteX12" fmla="*/ 439125 w 611141"/>
                          <a:gd name="connsiteY12" fmla="*/ 235390 h 1674429"/>
                          <a:gd name="connsiteX13" fmla="*/ 434598 w 611141"/>
                          <a:gd name="connsiteY13" fmla="*/ 248970 h 1674429"/>
                          <a:gd name="connsiteX14" fmla="*/ 416491 w 611141"/>
                          <a:gd name="connsiteY14" fmla="*/ 267077 h 1674429"/>
                          <a:gd name="connsiteX15" fmla="*/ 416491 w 611141"/>
                          <a:gd name="connsiteY15" fmla="*/ 321398 h 1674429"/>
                          <a:gd name="connsiteX16" fmla="*/ 398384 w 611141"/>
                          <a:gd name="connsiteY16" fmla="*/ 325925 h 1674429"/>
                          <a:gd name="connsiteX17" fmla="*/ 321430 w 611141"/>
                          <a:gd name="connsiteY17" fmla="*/ 334978 h 1674429"/>
                          <a:gd name="connsiteX18" fmla="*/ 303323 w 611141"/>
                          <a:gd name="connsiteY18" fmla="*/ 348558 h 1674429"/>
                          <a:gd name="connsiteX19" fmla="*/ 289743 w 611141"/>
                          <a:gd name="connsiteY19" fmla="*/ 357612 h 1674429"/>
                          <a:gd name="connsiteX20" fmla="*/ 285216 w 611141"/>
                          <a:gd name="connsiteY20" fmla="*/ 371192 h 1674429"/>
                          <a:gd name="connsiteX21" fmla="*/ 276163 w 611141"/>
                          <a:gd name="connsiteY21" fmla="*/ 416459 h 1674429"/>
                          <a:gd name="connsiteX22" fmla="*/ 271636 w 611141"/>
                          <a:gd name="connsiteY22" fmla="*/ 430039 h 1674429"/>
                          <a:gd name="connsiteX23" fmla="*/ 190155 w 611141"/>
                          <a:gd name="connsiteY23" fmla="*/ 448146 h 1674429"/>
                          <a:gd name="connsiteX24" fmla="*/ 176575 w 611141"/>
                          <a:gd name="connsiteY24" fmla="*/ 470780 h 1674429"/>
                          <a:gd name="connsiteX25" fmla="*/ 167521 w 611141"/>
                          <a:gd name="connsiteY25" fmla="*/ 479833 h 1674429"/>
                          <a:gd name="connsiteX26" fmla="*/ 162994 w 611141"/>
                          <a:gd name="connsiteY26" fmla="*/ 493414 h 1674429"/>
                          <a:gd name="connsiteX27" fmla="*/ 153941 w 611141"/>
                          <a:gd name="connsiteY27" fmla="*/ 506994 h 1674429"/>
                          <a:gd name="connsiteX28" fmla="*/ 149414 w 611141"/>
                          <a:gd name="connsiteY28" fmla="*/ 529628 h 1674429"/>
                          <a:gd name="connsiteX29" fmla="*/ 140361 w 611141"/>
                          <a:gd name="connsiteY29" fmla="*/ 602055 h 1674429"/>
                          <a:gd name="connsiteX30" fmla="*/ 131307 w 611141"/>
                          <a:gd name="connsiteY30" fmla="*/ 611109 h 1674429"/>
                          <a:gd name="connsiteX31" fmla="*/ 113200 w 611141"/>
                          <a:gd name="connsiteY31" fmla="*/ 633742 h 1674429"/>
                          <a:gd name="connsiteX32" fmla="*/ 108674 w 611141"/>
                          <a:gd name="connsiteY32" fmla="*/ 647323 h 1674429"/>
                          <a:gd name="connsiteX33" fmla="*/ 99620 w 611141"/>
                          <a:gd name="connsiteY33" fmla="*/ 656376 h 1674429"/>
                          <a:gd name="connsiteX34" fmla="*/ 104147 w 611141"/>
                          <a:gd name="connsiteY34" fmla="*/ 751437 h 1674429"/>
                          <a:gd name="connsiteX35" fmla="*/ 108674 w 611141"/>
                          <a:gd name="connsiteY35" fmla="*/ 769544 h 1674429"/>
                          <a:gd name="connsiteX36" fmla="*/ 117727 w 611141"/>
                          <a:gd name="connsiteY36" fmla="*/ 796705 h 1674429"/>
                          <a:gd name="connsiteX37" fmla="*/ 113200 w 611141"/>
                          <a:gd name="connsiteY37" fmla="*/ 832919 h 1674429"/>
                          <a:gd name="connsiteX38" fmla="*/ 104147 w 611141"/>
                          <a:gd name="connsiteY38" fmla="*/ 851026 h 1674429"/>
                          <a:gd name="connsiteX39" fmla="*/ 86040 w 611141"/>
                          <a:gd name="connsiteY39" fmla="*/ 873659 h 1674429"/>
                          <a:gd name="connsiteX40" fmla="*/ 81513 w 611141"/>
                          <a:gd name="connsiteY40" fmla="*/ 887239 h 1674429"/>
                          <a:gd name="connsiteX41" fmla="*/ 72460 w 611141"/>
                          <a:gd name="connsiteY41" fmla="*/ 932507 h 1674429"/>
                          <a:gd name="connsiteX42" fmla="*/ 86040 w 611141"/>
                          <a:gd name="connsiteY42" fmla="*/ 991354 h 1674429"/>
                          <a:gd name="connsiteX43" fmla="*/ 90567 w 611141"/>
                          <a:gd name="connsiteY43" fmla="*/ 1004934 h 1674429"/>
                          <a:gd name="connsiteX44" fmla="*/ 86040 w 611141"/>
                          <a:gd name="connsiteY44" fmla="*/ 1059255 h 1674429"/>
                          <a:gd name="connsiteX45" fmla="*/ 76986 w 611141"/>
                          <a:gd name="connsiteY45" fmla="*/ 1068309 h 1674429"/>
                          <a:gd name="connsiteX46" fmla="*/ 63406 w 611141"/>
                          <a:gd name="connsiteY46" fmla="*/ 1095469 h 1674429"/>
                          <a:gd name="connsiteX47" fmla="*/ 67933 w 611141"/>
                          <a:gd name="connsiteY47" fmla="*/ 1199584 h 1674429"/>
                          <a:gd name="connsiteX48" fmla="*/ 72460 w 611141"/>
                          <a:gd name="connsiteY48" fmla="*/ 1213164 h 1674429"/>
                          <a:gd name="connsiteX49" fmla="*/ 81513 w 611141"/>
                          <a:gd name="connsiteY49" fmla="*/ 1222218 h 1674429"/>
                          <a:gd name="connsiteX50" fmla="*/ 86040 w 611141"/>
                          <a:gd name="connsiteY50" fmla="*/ 1235798 h 1674429"/>
                          <a:gd name="connsiteX51" fmla="*/ 81513 w 611141"/>
                          <a:gd name="connsiteY51" fmla="*/ 1249378 h 1674429"/>
                          <a:gd name="connsiteX52" fmla="*/ 76986 w 611141"/>
                          <a:gd name="connsiteY52" fmla="*/ 1267485 h 1674429"/>
                          <a:gd name="connsiteX53" fmla="*/ 58879 w 611141"/>
                          <a:gd name="connsiteY53" fmla="*/ 1290119 h 1674429"/>
                          <a:gd name="connsiteX54" fmla="*/ 49826 w 611141"/>
                          <a:gd name="connsiteY54" fmla="*/ 1303699 h 1674429"/>
                          <a:gd name="connsiteX55" fmla="*/ 45299 w 611141"/>
                          <a:gd name="connsiteY55" fmla="*/ 1362546 h 1674429"/>
                          <a:gd name="connsiteX56" fmla="*/ 54353 w 611141"/>
                          <a:gd name="connsiteY56" fmla="*/ 1407814 h 1674429"/>
                          <a:gd name="connsiteX57" fmla="*/ 49826 w 611141"/>
                          <a:gd name="connsiteY57" fmla="*/ 1475715 h 1674429"/>
                          <a:gd name="connsiteX58" fmla="*/ 18139 w 611141"/>
                          <a:gd name="connsiteY58" fmla="*/ 1516455 h 1674429"/>
                          <a:gd name="connsiteX59" fmla="*/ 13612 w 611141"/>
                          <a:gd name="connsiteY59" fmla="*/ 1548142 h 1674429"/>
                          <a:gd name="connsiteX60" fmla="*/ 9085 w 611141"/>
                          <a:gd name="connsiteY60" fmla="*/ 1561723 h 1674429"/>
                          <a:gd name="connsiteX61" fmla="*/ 13612 w 611141"/>
                          <a:gd name="connsiteY61" fmla="*/ 1588883 h 1674429"/>
                          <a:gd name="connsiteX62" fmla="*/ 9085 w 611141"/>
                          <a:gd name="connsiteY62" fmla="*/ 1652257 h 1674429"/>
                          <a:gd name="connsiteX63" fmla="*/ 32 w 611141"/>
                          <a:gd name="connsiteY63" fmla="*/ 1665837 h 1674429"/>
                          <a:gd name="connsiteX0" fmla="*/ 588507 w 620873"/>
                          <a:gd name="connsiteY0" fmla="*/ 6201 h 1680630"/>
                          <a:gd name="connsiteX1" fmla="*/ 615675 w 620873"/>
                          <a:gd name="connsiteY1" fmla="*/ 1664 h 1680630"/>
                          <a:gd name="connsiteX2" fmla="*/ 611141 w 620873"/>
                          <a:gd name="connsiteY2" fmla="*/ 55995 h 1680630"/>
                          <a:gd name="connsiteX3" fmla="*/ 606614 w 620873"/>
                          <a:gd name="connsiteY3" fmla="*/ 74102 h 1680630"/>
                          <a:gd name="connsiteX4" fmla="*/ 588507 w 620873"/>
                          <a:gd name="connsiteY4" fmla="*/ 83155 h 1680630"/>
                          <a:gd name="connsiteX5" fmla="*/ 534186 w 620873"/>
                          <a:gd name="connsiteY5" fmla="*/ 96735 h 1680630"/>
                          <a:gd name="connsiteX6" fmla="*/ 538713 w 620873"/>
                          <a:gd name="connsiteY6" fmla="*/ 132949 h 1680630"/>
                          <a:gd name="connsiteX7" fmla="*/ 547767 w 620873"/>
                          <a:gd name="connsiteY7" fmla="*/ 164636 h 1680630"/>
                          <a:gd name="connsiteX8" fmla="*/ 538713 w 620873"/>
                          <a:gd name="connsiteY8" fmla="*/ 187270 h 1680630"/>
                          <a:gd name="connsiteX9" fmla="*/ 511553 w 620873"/>
                          <a:gd name="connsiteY9" fmla="*/ 200850 h 1680630"/>
                          <a:gd name="connsiteX10" fmla="*/ 479866 w 620873"/>
                          <a:gd name="connsiteY10" fmla="*/ 205377 h 1680630"/>
                          <a:gd name="connsiteX11" fmla="*/ 457232 w 620873"/>
                          <a:gd name="connsiteY11" fmla="*/ 209904 h 1680630"/>
                          <a:gd name="connsiteX12" fmla="*/ 439125 w 620873"/>
                          <a:gd name="connsiteY12" fmla="*/ 241591 h 1680630"/>
                          <a:gd name="connsiteX13" fmla="*/ 434598 w 620873"/>
                          <a:gd name="connsiteY13" fmla="*/ 255171 h 1680630"/>
                          <a:gd name="connsiteX14" fmla="*/ 416491 w 620873"/>
                          <a:gd name="connsiteY14" fmla="*/ 273278 h 1680630"/>
                          <a:gd name="connsiteX15" fmla="*/ 416491 w 620873"/>
                          <a:gd name="connsiteY15" fmla="*/ 327599 h 1680630"/>
                          <a:gd name="connsiteX16" fmla="*/ 398384 w 620873"/>
                          <a:gd name="connsiteY16" fmla="*/ 332126 h 1680630"/>
                          <a:gd name="connsiteX17" fmla="*/ 321430 w 620873"/>
                          <a:gd name="connsiteY17" fmla="*/ 341179 h 1680630"/>
                          <a:gd name="connsiteX18" fmla="*/ 303323 w 620873"/>
                          <a:gd name="connsiteY18" fmla="*/ 354759 h 1680630"/>
                          <a:gd name="connsiteX19" fmla="*/ 289743 w 620873"/>
                          <a:gd name="connsiteY19" fmla="*/ 363813 h 1680630"/>
                          <a:gd name="connsiteX20" fmla="*/ 285216 w 620873"/>
                          <a:gd name="connsiteY20" fmla="*/ 377393 h 1680630"/>
                          <a:gd name="connsiteX21" fmla="*/ 276163 w 620873"/>
                          <a:gd name="connsiteY21" fmla="*/ 422660 h 1680630"/>
                          <a:gd name="connsiteX22" fmla="*/ 271636 w 620873"/>
                          <a:gd name="connsiteY22" fmla="*/ 436240 h 1680630"/>
                          <a:gd name="connsiteX23" fmla="*/ 190155 w 620873"/>
                          <a:gd name="connsiteY23" fmla="*/ 454347 h 1680630"/>
                          <a:gd name="connsiteX24" fmla="*/ 176575 w 620873"/>
                          <a:gd name="connsiteY24" fmla="*/ 476981 h 1680630"/>
                          <a:gd name="connsiteX25" fmla="*/ 167521 w 620873"/>
                          <a:gd name="connsiteY25" fmla="*/ 486034 h 1680630"/>
                          <a:gd name="connsiteX26" fmla="*/ 162994 w 620873"/>
                          <a:gd name="connsiteY26" fmla="*/ 499615 h 1680630"/>
                          <a:gd name="connsiteX27" fmla="*/ 153941 w 620873"/>
                          <a:gd name="connsiteY27" fmla="*/ 513195 h 1680630"/>
                          <a:gd name="connsiteX28" fmla="*/ 149414 w 620873"/>
                          <a:gd name="connsiteY28" fmla="*/ 535829 h 1680630"/>
                          <a:gd name="connsiteX29" fmla="*/ 140361 w 620873"/>
                          <a:gd name="connsiteY29" fmla="*/ 608256 h 1680630"/>
                          <a:gd name="connsiteX30" fmla="*/ 131307 w 620873"/>
                          <a:gd name="connsiteY30" fmla="*/ 617310 h 1680630"/>
                          <a:gd name="connsiteX31" fmla="*/ 113200 w 620873"/>
                          <a:gd name="connsiteY31" fmla="*/ 639943 h 1680630"/>
                          <a:gd name="connsiteX32" fmla="*/ 108674 w 620873"/>
                          <a:gd name="connsiteY32" fmla="*/ 653524 h 1680630"/>
                          <a:gd name="connsiteX33" fmla="*/ 99620 w 620873"/>
                          <a:gd name="connsiteY33" fmla="*/ 662577 h 1680630"/>
                          <a:gd name="connsiteX34" fmla="*/ 104147 w 620873"/>
                          <a:gd name="connsiteY34" fmla="*/ 757638 h 1680630"/>
                          <a:gd name="connsiteX35" fmla="*/ 108674 w 620873"/>
                          <a:gd name="connsiteY35" fmla="*/ 775745 h 1680630"/>
                          <a:gd name="connsiteX36" fmla="*/ 117727 w 620873"/>
                          <a:gd name="connsiteY36" fmla="*/ 802906 h 1680630"/>
                          <a:gd name="connsiteX37" fmla="*/ 113200 w 620873"/>
                          <a:gd name="connsiteY37" fmla="*/ 839120 h 1680630"/>
                          <a:gd name="connsiteX38" fmla="*/ 104147 w 620873"/>
                          <a:gd name="connsiteY38" fmla="*/ 857227 h 1680630"/>
                          <a:gd name="connsiteX39" fmla="*/ 86040 w 620873"/>
                          <a:gd name="connsiteY39" fmla="*/ 879860 h 1680630"/>
                          <a:gd name="connsiteX40" fmla="*/ 81513 w 620873"/>
                          <a:gd name="connsiteY40" fmla="*/ 893440 h 1680630"/>
                          <a:gd name="connsiteX41" fmla="*/ 72460 w 620873"/>
                          <a:gd name="connsiteY41" fmla="*/ 938708 h 1680630"/>
                          <a:gd name="connsiteX42" fmla="*/ 86040 w 620873"/>
                          <a:gd name="connsiteY42" fmla="*/ 997555 h 1680630"/>
                          <a:gd name="connsiteX43" fmla="*/ 90567 w 620873"/>
                          <a:gd name="connsiteY43" fmla="*/ 1011135 h 1680630"/>
                          <a:gd name="connsiteX44" fmla="*/ 86040 w 620873"/>
                          <a:gd name="connsiteY44" fmla="*/ 1065456 h 1680630"/>
                          <a:gd name="connsiteX45" fmla="*/ 76986 w 620873"/>
                          <a:gd name="connsiteY45" fmla="*/ 1074510 h 1680630"/>
                          <a:gd name="connsiteX46" fmla="*/ 63406 w 620873"/>
                          <a:gd name="connsiteY46" fmla="*/ 1101670 h 1680630"/>
                          <a:gd name="connsiteX47" fmla="*/ 67933 w 620873"/>
                          <a:gd name="connsiteY47" fmla="*/ 1205785 h 1680630"/>
                          <a:gd name="connsiteX48" fmla="*/ 72460 w 620873"/>
                          <a:gd name="connsiteY48" fmla="*/ 1219365 h 1680630"/>
                          <a:gd name="connsiteX49" fmla="*/ 81513 w 620873"/>
                          <a:gd name="connsiteY49" fmla="*/ 1228419 h 1680630"/>
                          <a:gd name="connsiteX50" fmla="*/ 86040 w 620873"/>
                          <a:gd name="connsiteY50" fmla="*/ 1241999 h 1680630"/>
                          <a:gd name="connsiteX51" fmla="*/ 81513 w 620873"/>
                          <a:gd name="connsiteY51" fmla="*/ 1255579 h 1680630"/>
                          <a:gd name="connsiteX52" fmla="*/ 76986 w 620873"/>
                          <a:gd name="connsiteY52" fmla="*/ 1273686 h 1680630"/>
                          <a:gd name="connsiteX53" fmla="*/ 58879 w 620873"/>
                          <a:gd name="connsiteY53" fmla="*/ 1296320 h 1680630"/>
                          <a:gd name="connsiteX54" fmla="*/ 49826 w 620873"/>
                          <a:gd name="connsiteY54" fmla="*/ 1309900 h 1680630"/>
                          <a:gd name="connsiteX55" fmla="*/ 45299 w 620873"/>
                          <a:gd name="connsiteY55" fmla="*/ 1368747 h 1680630"/>
                          <a:gd name="connsiteX56" fmla="*/ 54353 w 620873"/>
                          <a:gd name="connsiteY56" fmla="*/ 1414015 h 1680630"/>
                          <a:gd name="connsiteX57" fmla="*/ 49826 w 620873"/>
                          <a:gd name="connsiteY57" fmla="*/ 1481916 h 1680630"/>
                          <a:gd name="connsiteX58" fmla="*/ 18139 w 620873"/>
                          <a:gd name="connsiteY58" fmla="*/ 1522656 h 1680630"/>
                          <a:gd name="connsiteX59" fmla="*/ 13612 w 620873"/>
                          <a:gd name="connsiteY59" fmla="*/ 1554343 h 1680630"/>
                          <a:gd name="connsiteX60" fmla="*/ 9085 w 620873"/>
                          <a:gd name="connsiteY60" fmla="*/ 1567924 h 1680630"/>
                          <a:gd name="connsiteX61" fmla="*/ 13612 w 620873"/>
                          <a:gd name="connsiteY61" fmla="*/ 1595084 h 1680630"/>
                          <a:gd name="connsiteX62" fmla="*/ 9085 w 620873"/>
                          <a:gd name="connsiteY62" fmla="*/ 1658458 h 1680630"/>
                          <a:gd name="connsiteX63" fmla="*/ 32 w 620873"/>
                          <a:gd name="connsiteY63" fmla="*/ 1672038 h 1680630"/>
                          <a:gd name="connsiteX0" fmla="*/ 588507 w 611141"/>
                          <a:gd name="connsiteY0" fmla="*/ 63875 h 1738304"/>
                          <a:gd name="connsiteX1" fmla="*/ 561312 w 611141"/>
                          <a:gd name="connsiteY1" fmla="*/ 477 h 1738304"/>
                          <a:gd name="connsiteX2" fmla="*/ 611141 w 611141"/>
                          <a:gd name="connsiteY2" fmla="*/ 113669 h 1738304"/>
                          <a:gd name="connsiteX3" fmla="*/ 606614 w 611141"/>
                          <a:gd name="connsiteY3" fmla="*/ 131776 h 1738304"/>
                          <a:gd name="connsiteX4" fmla="*/ 588507 w 611141"/>
                          <a:gd name="connsiteY4" fmla="*/ 140829 h 1738304"/>
                          <a:gd name="connsiteX5" fmla="*/ 534186 w 611141"/>
                          <a:gd name="connsiteY5" fmla="*/ 154409 h 1738304"/>
                          <a:gd name="connsiteX6" fmla="*/ 538713 w 611141"/>
                          <a:gd name="connsiteY6" fmla="*/ 190623 h 1738304"/>
                          <a:gd name="connsiteX7" fmla="*/ 547767 w 611141"/>
                          <a:gd name="connsiteY7" fmla="*/ 222310 h 1738304"/>
                          <a:gd name="connsiteX8" fmla="*/ 538713 w 611141"/>
                          <a:gd name="connsiteY8" fmla="*/ 244944 h 1738304"/>
                          <a:gd name="connsiteX9" fmla="*/ 511553 w 611141"/>
                          <a:gd name="connsiteY9" fmla="*/ 258524 h 1738304"/>
                          <a:gd name="connsiteX10" fmla="*/ 479866 w 611141"/>
                          <a:gd name="connsiteY10" fmla="*/ 263051 h 1738304"/>
                          <a:gd name="connsiteX11" fmla="*/ 457232 w 611141"/>
                          <a:gd name="connsiteY11" fmla="*/ 267578 h 1738304"/>
                          <a:gd name="connsiteX12" fmla="*/ 439125 w 611141"/>
                          <a:gd name="connsiteY12" fmla="*/ 299265 h 1738304"/>
                          <a:gd name="connsiteX13" fmla="*/ 434598 w 611141"/>
                          <a:gd name="connsiteY13" fmla="*/ 312845 h 1738304"/>
                          <a:gd name="connsiteX14" fmla="*/ 416491 w 611141"/>
                          <a:gd name="connsiteY14" fmla="*/ 330952 h 1738304"/>
                          <a:gd name="connsiteX15" fmla="*/ 416491 w 611141"/>
                          <a:gd name="connsiteY15" fmla="*/ 385273 h 1738304"/>
                          <a:gd name="connsiteX16" fmla="*/ 398384 w 611141"/>
                          <a:gd name="connsiteY16" fmla="*/ 389800 h 1738304"/>
                          <a:gd name="connsiteX17" fmla="*/ 321430 w 611141"/>
                          <a:gd name="connsiteY17" fmla="*/ 398853 h 1738304"/>
                          <a:gd name="connsiteX18" fmla="*/ 303323 w 611141"/>
                          <a:gd name="connsiteY18" fmla="*/ 412433 h 1738304"/>
                          <a:gd name="connsiteX19" fmla="*/ 289743 w 611141"/>
                          <a:gd name="connsiteY19" fmla="*/ 421487 h 1738304"/>
                          <a:gd name="connsiteX20" fmla="*/ 285216 w 611141"/>
                          <a:gd name="connsiteY20" fmla="*/ 435067 h 1738304"/>
                          <a:gd name="connsiteX21" fmla="*/ 276163 w 611141"/>
                          <a:gd name="connsiteY21" fmla="*/ 480334 h 1738304"/>
                          <a:gd name="connsiteX22" fmla="*/ 271636 w 611141"/>
                          <a:gd name="connsiteY22" fmla="*/ 493914 h 1738304"/>
                          <a:gd name="connsiteX23" fmla="*/ 190155 w 611141"/>
                          <a:gd name="connsiteY23" fmla="*/ 512021 h 1738304"/>
                          <a:gd name="connsiteX24" fmla="*/ 176575 w 611141"/>
                          <a:gd name="connsiteY24" fmla="*/ 534655 h 1738304"/>
                          <a:gd name="connsiteX25" fmla="*/ 167521 w 611141"/>
                          <a:gd name="connsiteY25" fmla="*/ 543708 h 1738304"/>
                          <a:gd name="connsiteX26" fmla="*/ 162994 w 611141"/>
                          <a:gd name="connsiteY26" fmla="*/ 557289 h 1738304"/>
                          <a:gd name="connsiteX27" fmla="*/ 153941 w 611141"/>
                          <a:gd name="connsiteY27" fmla="*/ 570869 h 1738304"/>
                          <a:gd name="connsiteX28" fmla="*/ 149414 w 611141"/>
                          <a:gd name="connsiteY28" fmla="*/ 593503 h 1738304"/>
                          <a:gd name="connsiteX29" fmla="*/ 140361 w 611141"/>
                          <a:gd name="connsiteY29" fmla="*/ 665930 h 1738304"/>
                          <a:gd name="connsiteX30" fmla="*/ 131307 w 611141"/>
                          <a:gd name="connsiteY30" fmla="*/ 674984 h 1738304"/>
                          <a:gd name="connsiteX31" fmla="*/ 113200 w 611141"/>
                          <a:gd name="connsiteY31" fmla="*/ 697617 h 1738304"/>
                          <a:gd name="connsiteX32" fmla="*/ 108674 w 611141"/>
                          <a:gd name="connsiteY32" fmla="*/ 711198 h 1738304"/>
                          <a:gd name="connsiteX33" fmla="*/ 99620 w 611141"/>
                          <a:gd name="connsiteY33" fmla="*/ 720251 h 1738304"/>
                          <a:gd name="connsiteX34" fmla="*/ 104147 w 611141"/>
                          <a:gd name="connsiteY34" fmla="*/ 815312 h 1738304"/>
                          <a:gd name="connsiteX35" fmla="*/ 108674 w 611141"/>
                          <a:gd name="connsiteY35" fmla="*/ 833419 h 1738304"/>
                          <a:gd name="connsiteX36" fmla="*/ 117727 w 611141"/>
                          <a:gd name="connsiteY36" fmla="*/ 860580 h 1738304"/>
                          <a:gd name="connsiteX37" fmla="*/ 113200 w 611141"/>
                          <a:gd name="connsiteY37" fmla="*/ 896794 h 1738304"/>
                          <a:gd name="connsiteX38" fmla="*/ 104147 w 611141"/>
                          <a:gd name="connsiteY38" fmla="*/ 914901 h 1738304"/>
                          <a:gd name="connsiteX39" fmla="*/ 86040 w 611141"/>
                          <a:gd name="connsiteY39" fmla="*/ 937534 h 1738304"/>
                          <a:gd name="connsiteX40" fmla="*/ 81513 w 611141"/>
                          <a:gd name="connsiteY40" fmla="*/ 951114 h 1738304"/>
                          <a:gd name="connsiteX41" fmla="*/ 72460 w 611141"/>
                          <a:gd name="connsiteY41" fmla="*/ 996382 h 1738304"/>
                          <a:gd name="connsiteX42" fmla="*/ 86040 w 611141"/>
                          <a:gd name="connsiteY42" fmla="*/ 1055229 h 1738304"/>
                          <a:gd name="connsiteX43" fmla="*/ 90567 w 611141"/>
                          <a:gd name="connsiteY43" fmla="*/ 1068809 h 1738304"/>
                          <a:gd name="connsiteX44" fmla="*/ 86040 w 611141"/>
                          <a:gd name="connsiteY44" fmla="*/ 1123130 h 1738304"/>
                          <a:gd name="connsiteX45" fmla="*/ 76986 w 611141"/>
                          <a:gd name="connsiteY45" fmla="*/ 1132184 h 1738304"/>
                          <a:gd name="connsiteX46" fmla="*/ 63406 w 611141"/>
                          <a:gd name="connsiteY46" fmla="*/ 1159344 h 1738304"/>
                          <a:gd name="connsiteX47" fmla="*/ 67933 w 611141"/>
                          <a:gd name="connsiteY47" fmla="*/ 1263459 h 1738304"/>
                          <a:gd name="connsiteX48" fmla="*/ 72460 w 611141"/>
                          <a:gd name="connsiteY48" fmla="*/ 1277039 h 1738304"/>
                          <a:gd name="connsiteX49" fmla="*/ 81513 w 611141"/>
                          <a:gd name="connsiteY49" fmla="*/ 1286093 h 1738304"/>
                          <a:gd name="connsiteX50" fmla="*/ 86040 w 611141"/>
                          <a:gd name="connsiteY50" fmla="*/ 1299673 h 1738304"/>
                          <a:gd name="connsiteX51" fmla="*/ 81513 w 611141"/>
                          <a:gd name="connsiteY51" fmla="*/ 1313253 h 1738304"/>
                          <a:gd name="connsiteX52" fmla="*/ 76986 w 611141"/>
                          <a:gd name="connsiteY52" fmla="*/ 1331360 h 1738304"/>
                          <a:gd name="connsiteX53" fmla="*/ 58879 w 611141"/>
                          <a:gd name="connsiteY53" fmla="*/ 1353994 h 1738304"/>
                          <a:gd name="connsiteX54" fmla="*/ 49826 w 611141"/>
                          <a:gd name="connsiteY54" fmla="*/ 1367574 h 1738304"/>
                          <a:gd name="connsiteX55" fmla="*/ 45299 w 611141"/>
                          <a:gd name="connsiteY55" fmla="*/ 1426421 h 1738304"/>
                          <a:gd name="connsiteX56" fmla="*/ 54353 w 611141"/>
                          <a:gd name="connsiteY56" fmla="*/ 1471689 h 1738304"/>
                          <a:gd name="connsiteX57" fmla="*/ 49826 w 611141"/>
                          <a:gd name="connsiteY57" fmla="*/ 1539590 h 1738304"/>
                          <a:gd name="connsiteX58" fmla="*/ 18139 w 611141"/>
                          <a:gd name="connsiteY58" fmla="*/ 1580330 h 1738304"/>
                          <a:gd name="connsiteX59" fmla="*/ 13612 w 611141"/>
                          <a:gd name="connsiteY59" fmla="*/ 1612017 h 1738304"/>
                          <a:gd name="connsiteX60" fmla="*/ 9085 w 611141"/>
                          <a:gd name="connsiteY60" fmla="*/ 1625598 h 1738304"/>
                          <a:gd name="connsiteX61" fmla="*/ 13612 w 611141"/>
                          <a:gd name="connsiteY61" fmla="*/ 1652758 h 1738304"/>
                          <a:gd name="connsiteX62" fmla="*/ 9085 w 611141"/>
                          <a:gd name="connsiteY62" fmla="*/ 1716132 h 1738304"/>
                          <a:gd name="connsiteX63" fmla="*/ 32 w 611141"/>
                          <a:gd name="connsiteY63" fmla="*/ 1729712 h 1738304"/>
                          <a:gd name="connsiteX0" fmla="*/ 620241 w 620350"/>
                          <a:gd name="connsiteY0" fmla="*/ 46624 h 1739170"/>
                          <a:gd name="connsiteX1" fmla="*/ 561312 w 620350"/>
                          <a:gd name="connsiteY1" fmla="*/ 1343 h 1739170"/>
                          <a:gd name="connsiteX2" fmla="*/ 611141 w 620350"/>
                          <a:gd name="connsiteY2" fmla="*/ 114535 h 1739170"/>
                          <a:gd name="connsiteX3" fmla="*/ 606614 w 620350"/>
                          <a:gd name="connsiteY3" fmla="*/ 132642 h 1739170"/>
                          <a:gd name="connsiteX4" fmla="*/ 588507 w 620350"/>
                          <a:gd name="connsiteY4" fmla="*/ 141695 h 1739170"/>
                          <a:gd name="connsiteX5" fmla="*/ 534186 w 620350"/>
                          <a:gd name="connsiteY5" fmla="*/ 155275 h 1739170"/>
                          <a:gd name="connsiteX6" fmla="*/ 538713 w 620350"/>
                          <a:gd name="connsiteY6" fmla="*/ 191489 h 1739170"/>
                          <a:gd name="connsiteX7" fmla="*/ 547767 w 620350"/>
                          <a:gd name="connsiteY7" fmla="*/ 223176 h 1739170"/>
                          <a:gd name="connsiteX8" fmla="*/ 538713 w 620350"/>
                          <a:gd name="connsiteY8" fmla="*/ 245810 h 1739170"/>
                          <a:gd name="connsiteX9" fmla="*/ 511553 w 620350"/>
                          <a:gd name="connsiteY9" fmla="*/ 259390 h 1739170"/>
                          <a:gd name="connsiteX10" fmla="*/ 479866 w 620350"/>
                          <a:gd name="connsiteY10" fmla="*/ 263917 h 1739170"/>
                          <a:gd name="connsiteX11" fmla="*/ 457232 w 620350"/>
                          <a:gd name="connsiteY11" fmla="*/ 268444 h 1739170"/>
                          <a:gd name="connsiteX12" fmla="*/ 439125 w 620350"/>
                          <a:gd name="connsiteY12" fmla="*/ 300131 h 1739170"/>
                          <a:gd name="connsiteX13" fmla="*/ 434598 w 620350"/>
                          <a:gd name="connsiteY13" fmla="*/ 313711 h 1739170"/>
                          <a:gd name="connsiteX14" fmla="*/ 416491 w 620350"/>
                          <a:gd name="connsiteY14" fmla="*/ 331818 h 1739170"/>
                          <a:gd name="connsiteX15" fmla="*/ 416491 w 620350"/>
                          <a:gd name="connsiteY15" fmla="*/ 386139 h 1739170"/>
                          <a:gd name="connsiteX16" fmla="*/ 398384 w 620350"/>
                          <a:gd name="connsiteY16" fmla="*/ 390666 h 1739170"/>
                          <a:gd name="connsiteX17" fmla="*/ 321430 w 620350"/>
                          <a:gd name="connsiteY17" fmla="*/ 399719 h 1739170"/>
                          <a:gd name="connsiteX18" fmla="*/ 303323 w 620350"/>
                          <a:gd name="connsiteY18" fmla="*/ 413299 h 1739170"/>
                          <a:gd name="connsiteX19" fmla="*/ 289743 w 620350"/>
                          <a:gd name="connsiteY19" fmla="*/ 422353 h 1739170"/>
                          <a:gd name="connsiteX20" fmla="*/ 285216 w 620350"/>
                          <a:gd name="connsiteY20" fmla="*/ 435933 h 1739170"/>
                          <a:gd name="connsiteX21" fmla="*/ 276163 w 620350"/>
                          <a:gd name="connsiteY21" fmla="*/ 481200 h 1739170"/>
                          <a:gd name="connsiteX22" fmla="*/ 271636 w 620350"/>
                          <a:gd name="connsiteY22" fmla="*/ 494780 h 1739170"/>
                          <a:gd name="connsiteX23" fmla="*/ 190155 w 620350"/>
                          <a:gd name="connsiteY23" fmla="*/ 512887 h 1739170"/>
                          <a:gd name="connsiteX24" fmla="*/ 176575 w 620350"/>
                          <a:gd name="connsiteY24" fmla="*/ 535521 h 1739170"/>
                          <a:gd name="connsiteX25" fmla="*/ 167521 w 620350"/>
                          <a:gd name="connsiteY25" fmla="*/ 544574 h 1739170"/>
                          <a:gd name="connsiteX26" fmla="*/ 162994 w 620350"/>
                          <a:gd name="connsiteY26" fmla="*/ 558155 h 1739170"/>
                          <a:gd name="connsiteX27" fmla="*/ 153941 w 620350"/>
                          <a:gd name="connsiteY27" fmla="*/ 571735 h 1739170"/>
                          <a:gd name="connsiteX28" fmla="*/ 149414 w 620350"/>
                          <a:gd name="connsiteY28" fmla="*/ 594369 h 1739170"/>
                          <a:gd name="connsiteX29" fmla="*/ 140361 w 620350"/>
                          <a:gd name="connsiteY29" fmla="*/ 666796 h 1739170"/>
                          <a:gd name="connsiteX30" fmla="*/ 131307 w 620350"/>
                          <a:gd name="connsiteY30" fmla="*/ 675850 h 1739170"/>
                          <a:gd name="connsiteX31" fmla="*/ 113200 w 620350"/>
                          <a:gd name="connsiteY31" fmla="*/ 698483 h 1739170"/>
                          <a:gd name="connsiteX32" fmla="*/ 108674 w 620350"/>
                          <a:gd name="connsiteY32" fmla="*/ 712064 h 1739170"/>
                          <a:gd name="connsiteX33" fmla="*/ 99620 w 620350"/>
                          <a:gd name="connsiteY33" fmla="*/ 721117 h 1739170"/>
                          <a:gd name="connsiteX34" fmla="*/ 104147 w 620350"/>
                          <a:gd name="connsiteY34" fmla="*/ 816178 h 1739170"/>
                          <a:gd name="connsiteX35" fmla="*/ 108674 w 620350"/>
                          <a:gd name="connsiteY35" fmla="*/ 834285 h 1739170"/>
                          <a:gd name="connsiteX36" fmla="*/ 117727 w 620350"/>
                          <a:gd name="connsiteY36" fmla="*/ 861446 h 1739170"/>
                          <a:gd name="connsiteX37" fmla="*/ 113200 w 620350"/>
                          <a:gd name="connsiteY37" fmla="*/ 897660 h 1739170"/>
                          <a:gd name="connsiteX38" fmla="*/ 104147 w 620350"/>
                          <a:gd name="connsiteY38" fmla="*/ 915767 h 1739170"/>
                          <a:gd name="connsiteX39" fmla="*/ 86040 w 620350"/>
                          <a:gd name="connsiteY39" fmla="*/ 938400 h 1739170"/>
                          <a:gd name="connsiteX40" fmla="*/ 81513 w 620350"/>
                          <a:gd name="connsiteY40" fmla="*/ 951980 h 1739170"/>
                          <a:gd name="connsiteX41" fmla="*/ 72460 w 620350"/>
                          <a:gd name="connsiteY41" fmla="*/ 997248 h 1739170"/>
                          <a:gd name="connsiteX42" fmla="*/ 86040 w 620350"/>
                          <a:gd name="connsiteY42" fmla="*/ 1056095 h 1739170"/>
                          <a:gd name="connsiteX43" fmla="*/ 90567 w 620350"/>
                          <a:gd name="connsiteY43" fmla="*/ 1069675 h 1739170"/>
                          <a:gd name="connsiteX44" fmla="*/ 86040 w 620350"/>
                          <a:gd name="connsiteY44" fmla="*/ 1123996 h 1739170"/>
                          <a:gd name="connsiteX45" fmla="*/ 76986 w 620350"/>
                          <a:gd name="connsiteY45" fmla="*/ 1133050 h 1739170"/>
                          <a:gd name="connsiteX46" fmla="*/ 63406 w 620350"/>
                          <a:gd name="connsiteY46" fmla="*/ 1160210 h 1739170"/>
                          <a:gd name="connsiteX47" fmla="*/ 67933 w 620350"/>
                          <a:gd name="connsiteY47" fmla="*/ 1264325 h 1739170"/>
                          <a:gd name="connsiteX48" fmla="*/ 72460 w 620350"/>
                          <a:gd name="connsiteY48" fmla="*/ 1277905 h 1739170"/>
                          <a:gd name="connsiteX49" fmla="*/ 81513 w 620350"/>
                          <a:gd name="connsiteY49" fmla="*/ 1286959 h 1739170"/>
                          <a:gd name="connsiteX50" fmla="*/ 86040 w 620350"/>
                          <a:gd name="connsiteY50" fmla="*/ 1300539 h 1739170"/>
                          <a:gd name="connsiteX51" fmla="*/ 81513 w 620350"/>
                          <a:gd name="connsiteY51" fmla="*/ 1314119 h 1739170"/>
                          <a:gd name="connsiteX52" fmla="*/ 76986 w 620350"/>
                          <a:gd name="connsiteY52" fmla="*/ 1332226 h 1739170"/>
                          <a:gd name="connsiteX53" fmla="*/ 58879 w 620350"/>
                          <a:gd name="connsiteY53" fmla="*/ 1354860 h 1739170"/>
                          <a:gd name="connsiteX54" fmla="*/ 49826 w 620350"/>
                          <a:gd name="connsiteY54" fmla="*/ 1368440 h 1739170"/>
                          <a:gd name="connsiteX55" fmla="*/ 45299 w 620350"/>
                          <a:gd name="connsiteY55" fmla="*/ 1427287 h 1739170"/>
                          <a:gd name="connsiteX56" fmla="*/ 54353 w 620350"/>
                          <a:gd name="connsiteY56" fmla="*/ 1472555 h 1739170"/>
                          <a:gd name="connsiteX57" fmla="*/ 49826 w 620350"/>
                          <a:gd name="connsiteY57" fmla="*/ 1540456 h 1739170"/>
                          <a:gd name="connsiteX58" fmla="*/ 18139 w 620350"/>
                          <a:gd name="connsiteY58" fmla="*/ 1581196 h 1739170"/>
                          <a:gd name="connsiteX59" fmla="*/ 13612 w 620350"/>
                          <a:gd name="connsiteY59" fmla="*/ 1612883 h 1739170"/>
                          <a:gd name="connsiteX60" fmla="*/ 9085 w 620350"/>
                          <a:gd name="connsiteY60" fmla="*/ 1626464 h 1739170"/>
                          <a:gd name="connsiteX61" fmla="*/ 13612 w 620350"/>
                          <a:gd name="connsiteY61" fmla="*/ 1653624 h 1739170"/>
                          <a:gd name="connsiteX62" fmla="*/ 9085 w 620350"/>
                          <a:gd name="connsiteY62" fmla="*/ 1716998 h 1739170"/>
                          <a:gd name="connsiteX63" fmla="*/ 32 w 620350"/>
                          <a:gd name="connsiteY63" fmla="*/ 1730578 h 1739170"/>
                          <a:gd name="connsiteX0" fmla="*/ 561312 w 611141"/>
                          <a:gd name="connsiteY0" fmla="*/ 0 h 1737827"/>
                          <a:gd name="connsiteX1" fmla="*/ 611141 w 611141"/>
                          <a:gd name="connsiteY1" fmla="*/ 113192 h 1737827"/>
                          <a:gd name="connsiteX2" fmla="*/ 606614 w 611141"/>
                          <a:gd name="connsiteY2" fmla="*/ 131299 h 1737827"/>
                          <a:gd name="connsiteX3" fmla="*/ 588507 w 611141"/>
                          <a:gd name="connsiteY3" fmla="*/ 140352 h 1737827"/>
                          <a:gd name="connsiteX4" fmla="*/ 534186 w 611141"/>
                          <a:gd name="connsiteY4" fmla="*/ 153932 h 1737827"/>
                          <a:gd name="connsiteX5" fmla="*/ 538713 w 611141"/>
                          <a:gd name="connsiteY5" fmla="*/ 190146 h 1737827"/>
                          <a:gd name="connsiteX6" fmla="*/ 547767 w 611141"/>
                          <a:gd name="connsiteY6" fmla="*/ 221833 h 1737827"/>
                          <a:gd name="connsiteX7" fmla="*/ 538713 w 611141"/>
                          <a:gd name="connsiteY7" fmla="*/ 244467 h 1737827"/>
                          <a:gd name="connsiteX8" fmla="*/ 511553 w 611141"/>
                          <a:gd name="connsiteY8" fmla="*/ 258047 h 1737827"/>
                          <a:gd name="connsiteX9" fmla="*/ 479866 w 611141"/>
                          <a:gd name="connsiteY9" fmla="*/ 262574 h 1737827"/>
                          <a:gd name="connsiteX10" fmla="*/ 457232 w 611141"/>
                          <a:gd name="connsiteY10" fmla="*/ 267101 h 1737827"/>
                          <a:gd name="connsiteX11" fmla="*/ 439125 w 611141"/>
                          <a:gd name="connsiteY11" fmla="*/ 298788 h 1737827"/>
                          <a:gd name="connsiteX12" fmla="*/ 434598 w 611141"/>
                          <a:gd name="connsiteY12" fmla="*/ 312368 h 1737827"/>
                          <a:gd name="connsiteX13" fmla="*/ 416491 w 611141"/>
                          <a:gd name="connsiteY13" fmla="*/ 330475 h 1737827"/>
                          <a:gd name="connsiteX14" fmla="*/ 416491 w 611141"/>
                          <a:gd name="connsiteY14" fmla="*/ 384796 h 1737827"/>
                          <a:gd name="connsiteX15" fmla="*/ 398384 w 611141"/>
                          <a:gd name="connsiteY15" fmla="*/ 389323 h 1737827"/>
                          <a:gd name="connsiteX16" fmla="*/ 321430 w 611141"/>
                          <a:gd name="connsiteY16" fmla="*/ 398376 h 1737827"/>
                          <a:gd name="connsiteX17" fmla="*/ 303323 w 611141"/>
                          <a:gd name="connsiteY17" fmla="*/ 411956 h 1737827"/>
                          <a:gd name="connsiteX18" fmla="*/ 289743 w 611141"/>
                          <a:gd name="connsiteY18" fmla="*/ 421010 h 1737827"/>
                          <a:gd name="connsiteX19" fmla="*/ 285216 w 611141"/>
                          <a:gd name="connsiteY19" fmla="*/ 434590 h 1737827"/>
                          <a:gd name="connsiteX20" fmla="*/ 276163 w 611141"/>
                          <a:gd name="connsiteY20" fmla="*/ 479857 h 1737827"/>
                          <a:gd name="connsiteX21" fmla="*/ 271636 w 611141"/>
                          <a:gd name="connsiteY21" fmla="*/ 493437 h 1737827"/>
                          <a:gd name="connsiteX22" fmla="*/ 190155 w 611141"/>
                          <a:gd name="connsiteY22" fmla="*/ 511544 h 1737827"/>
                          <a:gd name="connsiteX23" fmla="*/ 176575 w 611141"/>
                          <a:gd name="connsiteY23" fmla="*/ 534178 h 1737827"/>
                          <a:gd name="connsiteX24" fmla="*/ 167521 w 611141"/>
                          <a:gd name="connsiteY24" fmla="*/ 543231 h 1737827"/>
                          <a:gd name="connsiteX25" fmla="*/ 162994 w 611141"/>
                          <a:gd name="connsiteY25" fmla="*/ 556812 h 1737827"/>
                          <a:gd name="connsiteX26" fmla="*/ 153941 w 611141"/>
                          <a:gd name="connsiteY26" fmla="*/ 570392 h 1737827"/>
                          <a:gd name="connsiteX27" fmla="*/ 149414 w 611141"/>
                          <a:gd name="connsiteY27" fmla="*/ 593026 h 1737827"/>
                          <a:gd name="connsiteX28" fmla="*/ 140361 w 611141"/>
                          <a:gd name="connsiteY28" fmla="*/ 665453 h 1737827"/>
                          <a:gd name="connsiteX29" fmla="*/ 131307 w 611141"/>
                          <a:gd name="connsiteY29" fmla="*/ 674507 h 1737827"/>
                          <a:gd name="connsiteX30" fmla="*/ 113200 w 611141"/>
                          <a:gd name="connsiteY30" fmla="*/ 697140 h 1737827"/>
                          <a:gd name="connsiteX31" fmla="*/ 108674 w 611141"/>
                          <a:gd name="connsiteY31" fmla="*/ 710721 h 1737827"/>
                          <a:gd name="connsiteX32" fmla="*/ 99620 w 611141"/>
                          <a:gd name="connsiteY32" fmla="*/ 719774 h 1737827"/>
                          <a:gd name="connsiteX33" fmla="*/ 104147 w 611141"/>
                          <a:gd name="connsiteY33" fmla="*/ 814835 h 1737827"/>
                          <a:gd name="connsiteX34" fmla="*/ 108674 w 611141"/>
                          <a:gd name="connsiteY34" fmla="*/ 832942 h 1737827"/>
                          <a:gd name="connsiteX35" fmla="*/ 117727 w 611141"/>
                          <a:gd name="connsiteY35" fmla="*/ 860103 h 1737827"/>
                          <a:gd name="connsiteX36" fmla="*/ 113200 w 611141"/>
                          <a:gd name="connsiteY36" fmla="*/ 896317 h 1737827"/>
                          <a:gd name="connsiteX37" fmla="*/ 104147 w 611141"/>
                          <a:gd name="connsiteY37" fmla="*/ 914424 h 1737827"/>
                          <a:gd name="connsiteX38" fmla="*/ 86040 w 611141"/>
                          <a:gd name="connsiteY38" fmla="*/ 937057 h 1737827"/>
                          <a:gd name="connsiteX39" fmla="*/ 81513 w 611141"/>
                          <a:gd name="connsiteY39" fmla="*/ 950637 h 1737827"/>
                          <a:gd name="connsiteX40" fmla="*/ 72460 w 611141"/>
                          <a:gd name="connsiteY40" fmla="*/ 995905 h 1737827"/>
                          <a:gd name="connsiteX41" fmla="*/ 86040 w 611141"/>
                          <a:gd name="connsiteY41" fmla="*/ 1054752 h 1737827"/>
                          <a:gd name="connsiteX42" fmla="*/ 90567 w 611141"/>
                          <a:gd name="connsiteY42" fmla="*/ 1068332 h 1737827"/>
                          <a:gd name="connsiteX43" fmla="*/ 86040 w 611141"/>
                          <a:gd name="connsiteY43" fmla="*/ 1122653 h 1737827"/>
                          <a:gd name="connsiteX44" fmla="*/ 76986 w 611141"/>
                          <a:gd name="connsiteY44" fmla="*/ 1131707 h 1737827"/>
                          <a:gd name="connsiteX45" fmla="*/ 63406 w 611141"/>
                          <a:gd name="connsiteY45" fmla="*/ 1158867 h 1737827"/>
                          <a:gd name="connsiteX46" fmla="*/ 67933 w 611141"/>
                          <a:gd name="connsiteY46" fmla="*/ 1262982 h 1737827"/>
                          <a:gd name="connsiteX47" fmla="*/ 72460 w 611141"/>
                          <a:gd name="connsiteY47" fmla="*/ 1276562 h 1737827"/>
                          <a:gd name="connsiteX48" fmla="*/ 81513 w 611141"/>
                          <a:gd name="connsiteY48" fmla="*/ 1285616 h 1737827"/>
                          <a:gd name="connsiteX49" fmla="*/ 86040 w 611141"/>
                          <a:gd name="connsiteY49" fmla="*/ 1299196 h 1737827"/>
                          <a:gd name="connsiteX50" fmla="*/ 81513 w 611141"/>
                          <a:gd name="connsiteY50" fmla="*/ 1312776 h 1737827"/>
                          <a:gd name="connsiteX51" fmla="*/ 76986 w 611141"/>
                          <a:gd name="connsiteY51" fmla="*/ 1330883 h 1737827"/>
                          <a:gd name="connsiteX52" fmla="*/ 58879 w 611141"/>
                          <a:gd name="connsiteY52" fmla="*/ 1353517 h 1737827"/>
                          <a:gd name="connsiteX53" fmla="*/ 49826 w 611141"/>
                          <a:gd name="connsiteY53" fmla="*/ 1367097 h 1737827"/>
                          <a:gd name="connsiteX54" fmla="*/ 45299 w 611141"/>
                          <a:gd name="connsiteY54" fmla="*/ 1425944 h 1737827"/>
                          <a:gd name="connsiteX55" fmla="*/ 54353 w 611141"/>
                          <a:gd name="connsiteY55" fmla="*/ 1471212 h 1737827"/>
                          <a:gd name="connsiteX56" fmla="*/ 49826 w 611141"/>
                          <a:gd name="connsiteY56" fmla="*/ 1539113 h 1737827"/>
                          <a:gd name="connsiteX57" fmla="*/ 18139 w 611141"/>
                          <a:gd name="connsiteY57" fmla="*/ 1579853 h 1737827"/>
                          <a:gd name="connsiteX58" fmla="*/ 13612 w 611141"/>
                          <a:gd name="connsiteY58" fmla="*/ 1611540 h 1737827"/>
                          <a:gd name="connsiteX59" fmla="*/ 9085 w 611141"/>
                          <a:gd name="connsiteY59" fmla="*/ 1625121 h 1737827"/>
                          <a:gd name="connsiteX60" fmla="*/ 13612 w 611141"/>
                          <a:gd name="connsiteY60" fmla="*/ 1652281 h 1737827"/>
                          <a:gd name="connsiteX61" fmla="*/ 9085 w 611141"/>
                          <a:gd name="connsiteY61" fmla="*/ 1715655 h 1737827"/>
                          <a:gd name="connsiteX62" fmla="*/ 32 w 611141"/>
                          <a:gd name="connsiteY62" fmla="*/ 1729235 h 1737827"/>
                          <a:gd name="connsiteX0" fmla="*/ 543178 w 611141"/>
                          <a:gd name="connsiteY0" fmla="*/ 0 h 1778578"/>
                          <a:gd name="connsiteX1" fmla="*/ 611141 w 611141"/>
                          <a:gd name="connsiteY1" fmla="*/ 153943 h 1778578"/>
                          <a:gd name="connsiteX2" fmla="*/ 606614 w 611141"/>
                          <a:gd name="connsiteY2" fmla="*/ 172050 h 1778578"/>
                          <a:gd name="connsiteX3" fmla="*/ 588507 w 611141"/>
                          <a:gd name="connsiteY3" fmla="*/ 181103 h 1778578"/>
                          <a:gd name="connsiteX4" fmla="*/ 534186 w 611141"/>
                          <a:gd name="connsiteY4" fmla="*/ 194683 h 1778578"/>
                          <a:gd name="connsiteX5" fmla="*/ 538713 w 611141"/>
                          <a:gd name="connsiteY5" fmla="*/ 230897 h 1778578"/>
                          <a:gd name="connsiteX6" fmla="*/ 547767 w 611141"/>
                          <a:gd name="connsiteY6" fmla="*/ 262584 h 1778578"/>
                          <a:gd name="connsiteX7" fmla="*/ 538713 w 611141"/>
                          <a:gd name="connsiteY7" fmla="*/ 285218 h 1778578"/>
                          <a:gd name="connsiteX8" fmla="*/ 511553 w 611141"/>
                          <a:gd name="connsiteY8" fmla="*/ 298798 h 1778578"/>
                          <a:gd name="connsiteX9" fmla="*/ 479866 w 611141"/>
                          <a:gd name="connsiteY9" fmla="*/ 303325 h 1778578"/>
                          <a:gd name="connsiteX10" fmla="*/ 457232 w 611141"/>
                          <a:gd name="connsiteY10" fmla="*/ 307852 h 1778578"/>
                          <a:gd name="connsiteX11" fmla="*/ 439125 w 611141"/>
                          <a:gd name="connsiteY11" fmla="*/ 339539 h 1778578"/>
                          <a:gd name="connsiteX12" fmla="*/ 434598 w 611141"/>
                          <a:gd name="connsiteY12" fmla="*/ 353119 h 1778578"/>
                          <a:gd name="connsiteX13" fmla="*/ 416491 w 611141"/>
                          <a:gd name="connsiteY13" fmla="*/ 371226 h 1778578"/>
                          <a:gd name="connsiteX14" fmla="*/ 416491 w 611141"/>
                          <a:gd name="connsiteY14" fmla="*/ 425547 h 1778578"/>
                          <a:gd name="connsiteX15" fmla="*/ 398384 w 611141"/>
                          <a:gd name="connsiteY15" fmla="*/ 430074 h 1778578"/>
                          <a:gd name="connsiteX16" fmla="*/ 321430 w 611141"/>
                          <a:gd name="connsiteY16" fmla="*/ 439127 h 1778578"/>
                          <a:gd name="connsiteX17" fmla="*/ 303323 w 611141"/>
                          <a:gd name="connsiteY17" fmla="*/ 452707 h 1778578"/>
                          <a:gd name="connsiteX18" fmla="*/ 289743 w 611141"/>
                          <a:gd name="connsiteY18" fmla="*/ 461761 h 1778578"/>
                          <a:gd name="connsiteX19" fmla="*/ 285216 w 611141"/>
                          <a:gd name="connsiteY19" fmla="*/ 475341 h 1778578"/>
                          <a:gd name="connsiteX20" fmla="*/ 276163 w 611141"/>
                          <a:gd name="connsiteY20" fmla="*/ 520608 h 1778578"/>
                          <a:gd name="connsiteX21" fmla="*/ 271636 w 611141"/>
                          <a:gd name="connsiteY21" fmla="*/ 534188 h 1778578"/>
                          <a:gd name="connsiteX22" fmla="*/ 190155 w 611141"/>
                          <a:gd name="connsiteY22" fmla="*/ 552295 h 1778578"/>
                          <a:gd name="connsiteX23" fmla="*/ 176575 w 611141"/>
                          <a:gd name="connsiteY23" fmla="*/ 574929 h 1778578"/>
                          <a:gd name="connsiteX24" fmla="*/ 167521 w 611141"/>
                          <a:gd name="connsiteY24" fmla="*/ 583982 h 1778578"/>
                          <a:gd name="connsiteX25" fmla="*/ 162994 w 611141"/>
                          <a:gd name="connsiteY25" fmla="*/ 597563 h 1778578"/>
                          <a:gd name="connsiteX26" fmla="*/ 153941 w 611141"/>
                          <a:gd name="connsiteY26" fmla="*/ 611143 h 1778578"/>
                          <a:gd name="connsiteX27" fmla="*/ 149414 w 611141"/>
                          <a:gd name="connsiteY27" fmla="*/ 633777 h 1778578"/>
                          <a:gd name="connsiteX28" fmla="*/ 140361 w 611141"/>
                          <a:gd name="connsiteY28" fmla="*/ 706204 h 1778578"/>
                          <a:gd name="connsiteX29" fmla="*/ 131307 w 611141"/>
                          <a:gd name="connsiteY29" fmla="*/ 715258 h 1778578"/>
                          <a:gd name="connsiteX30" fmla="*/ 113200 w 611141"/>
                          <a:gd name="connsiteY30" fmla="*/ 737891 h 1778578"/>
                          <a:gd name="connsiteX31" fmla="*/ 108674 w 611141"/>
                          <a:gd name="connsiteY31" fmla="*/ 751472 h 1778578"/>
                          <a:gd name="connsiteX32" fmla="*/ 99620 w 611141"/>
                          <a:gd name="connsiteY32" fmla="*/ 760525 h 1778578"/>
                          <a:gd name="connsiteX33" fmla="*/ 104147 w 611141"/>
                          <a:gd name="connsiteY33" fmla="*/ 855586 h 1778578"/>
                          <a:gd name="connsiteX34" fmla="*/ 108674 w 611141"/>
                          <a:gd name="connsiteY34" fmla="*/ 873693 h 1778578"/>
                          <a:gd name="connsiteX35" fmla="*/ 117727 w 611141"/>
                          <a:gd name="connsiteY35" fmla="*/ 900854 h 1778578"/>
                          <a:gd name="connsiteX36" fmla="*/ 113200 w 611141"/>
                          <a:gd name="connsiteY36" fmla="*/ 937068 h 1778578"/>
                          <a:gd name="connsiteX37" fmla="*/ 104147 w 611141"/>
                          <a:gd name="connsiteY37" fmla="*/ 955175 h 1778578"/>
                          <a:gd name="connsiteX38" fmla="*/ 86040 w 611141"/>
                          <a:gd name="connsiteY38" fmla="*/ 977808 h 1778578"/>
                          <a:gd name="connsiteX39" fmla="*/ 81513 w 611141"/>
                          <a:gd name="connsiteY39" fmla="*/ 991388 h 1778578"/>
                          <a:gd name="connsiteX40" fmla="*/ 72460 w 611141"/>
                          <a:gd name="connsiteY40" fmla="*/ 1036656 h 1778578"/>
                          <a:gd name="connsiteX41" fmla="*/ 86040 w 611141"/>
                          <a:gd name="connsiteY41" fmla="*/ 1095503 h 1778578"/>
                          <a:gd name="connsiteX42" fmla="*/ 90567 w 611141"/>
                          <a:gd name="connsiteY42" fmla="*/ 1109083 h 1778578"/>
                          <a:gd name="connsiteX43" fmla="*/ 86040 w 611141"/>
                          <a:gd name="connsiteY43" fmla="*/ 1163404 h 1778578"/>
                          <a:gd name="connsiteX44" fmla="*/ 76986 w 611141"/>
                          <a:gd name="connsiteY44" fmla="*/ 1172458 h 1778578"/>
                          <a:gd name="connsiteX45" fmla="*/ 63406 w 611141"/>
                          <a:gd name="connsiteY45" fmla="*/ 1199618 h 1778578"/>
                          <a:gd name="connsiteX46" fmla="*/ 67933 w 611141"/>
                          <a:gd name="connsiteY46" fmla="*/ 1303733 h 1778578"/>
                          <a:gd name="connsiteX47" fmla="*/ 72460 w 611141"/>
                          <a:gd name="connsiteY47" fmla="*/ 1317313 h 1778578"/>
                          <a:gd name="connsiteX48" fmla="*/ 81513 w 611141"/>
                          <a:gd name="connsiteY48" fmla="*/ 1326367 h 1778578"/>
                          <a:gd name="connsiteX49" fmla="*/ 86040 w 611141"/>
                          <a:gd name="connsiteY49" fmla="*/ 1339947 h 1778578"/>
                          <a:gd name="connsiteX50" fmla="*/ 81513 w 611141"/>
                          <a:gd name="connsiteY50" fmla="*/ 1353527 h 1778578"/>
                          <a:gd name="connsiteX51" fmla="*/ 76986 w 611141"/>
                          <a:gd name="connsiteY51" fmla="*/ 1371634 h 1778578"/>
                          <a:gd name="connsiteX52" fmla="*/ 58879 w 611141"/>
                          <a:gd name="connsiteY52" fmla="*/ 1394268 h 1778578"/>
                          <a:gd name="connsiteX53" fmla="*/ 49826 w 611141"/>
                          <a:gd name="connsiteY53" fmla="*/ 1407848 h 1778578"/>
                          <a:gd name="connsiteX54" fmla="*/ 45299 w 611141"/>
                          <a:gd name="connsiteY54" fmla="*/ 1466695 h 1778578"/>
                          <a:gd name="connsiteX55" fmla="*/ 54353 w 611141"/>
                          <a:gd name="connsiteY55" fmla="*/ 1511963 h 1778578"/>
                          <a:gd name="connsiteX56" fmla="*/ 49826 w 611141"/>
                          <a:gd name="connsiteY56" fmla="*/ 1579864 h 1778578"/>
                          <a:gd name="connsiteX57" fmla="*/ 18139 w 611141"/>
                          <a:gd name="connsiteY57" fmla="*/ 1620604 h 1778578"/>
                          <a:gd name="connsiteX58" fmla="*/ 13612 w 611141"/>
                          <a:gd name="connsiteY58" fmla="*/ 1652291 h 1778578"/>
                          <a:gd name="connsiteX59" fmla="*/ 9085 w 611141"/>
                          <a:gd name="connsiteY59" fmla="*/ 1665872 h 1778578"/>
                          <a:gd name="connsiteX60" fmla="*/ 13612 w 611141"/>
                          <a:gd name="connsiteY60" fmla="*/ 1693032 h 1778578"/>
                          <a:gd name="connsiteX61" fmla="*/ 9085 w 611141"/>
                          <a:gd name="connsiteY61" fmla="*/ 1756406 h 1778578"/>
                          <a:gd name="connsiteX62" fmla="*/ 32 w 611141"/>
                          <a:gd name="connsiteY62" fmla="*/ 1769986 h 1778578"/>
                          <a:gd name="connsiteX0" fmla="*/ 543178 w 629734"/>
                          <a:gd name="connsiteY0" fmla="*/ 0 h 1778578"/>
                          <a:gd name="connsiteX1" fmla="*/ 611141 w 629734"/>
                          <a:gd name="connsiteY1" fmla="*/ 153943 h 1778578"/>
                          <a:gd name="connsiteX2" fmla="*/ 629281 w 629734"/>
                          <a:gd name="connsiteY2" fmla="*/ 117711 h 1778578"/>
                          <a:gd name="connsiteX3" fmla="*/ 588507 w 629734"/>
                          <a:gd name="connsiteY3" fmla="*/ 181103 h 1778578"/>
                          <a:gd name="connsiteX4" fmla="*/ 534186 w 629734"/>
                          <a:gd name="connsiteY4" fmla="*/ 194683 h 1778578"/>
                          <a:gd name="connsiteX5" fmla="*/ 538713 w 629734"/>
                          <a:gd name="connsiteY5" fmla="*/ 230897 h 1778578"/>
                          <a:gd name="connsiteX6" fmla="*/ 547767 w 629734"/>
                          <a:gd name="connsiteY6" fmla="*/ 262584 h 1778578"/>
                          <a:gd name="connsiteX7" fmla="*/ 538713 w 629734"/>
                          <a:gd name="connsiteY7" fmla="*/ 285218 h 1778578"/>
                          <a:gd name="connsiteX8" fmla="*/ 511553 w 629734"/>
                          <a:gd name="connsiteY8" fmla="*/ 298798 h 1778578"/>
                          <a:gd name="connsiteX9" fmla="*/ 479866 w 629734"/>
                          <a:gd name="connsiteY9" fmla="*/ 303325 h 1778578"/>
                          <a:gd name="connsiteX10" fmla="*/ 457232 w 629734"/>
                          <a:gd name="connsiteY10" fmla="*/ 307852 h 1778578"/>
                          <a:gd name="connsiteX11" fmla="*/ 439125 w 629734"/>
                          <a:gd name="connsiteY11" fmla="*/ 339539 h 1778578"/>
                          <a:gd name="connsiteX12" fmla="*/ 434598 w 629734"/>
                          <a:gd name="connsiteY12" fmla="*/ 353119 h 1778578"/>
                          <a:gd name="connsiteX13" fmla="*/ 416491 w 629734"/>
                          <a:gd name="connsiteY13" fmla="*/ 371226 h 1778578"/>
                          <a:gd name="connsiteX14" fmla="*/ 416491 w 629734"/>
                          <a:gd name="connsiteY14" fmla="*/ 425547 h 1778578"/>
                          <a:gd name="connsiteX15" fmla="*/ 398384 w 629734"/>
                          <a:gd name="connsiteY15" fmla="*/ 430074 h 1778578"/>
                          <a:gd name="connsiteX16" fmla="*/ 321430 w 629734"/>
                          <a:gd name="connsiteY16" fmla="*/ 439127 h 1778578"/>
                          <a:gd name="connsiteX17" fmla="*/ 303323 w 629734"/>
                          <a:gd name="connsiteY17" fmla="*/ 452707 h 1778578"/>
                          <a:gd name="connsiteX18" fmla="*/ 289743 w 629734"/>
                          <a:gd name="connsiteY18" fmla="*/ 461761 h 1778578"/>
                          <a:gd name="connsiteX19" fmla="*/ 285216 w 629734"/>
                          <a:gd name="connsiteY19" fmla="*/ 475341 h 1778578"/>
                          <a:gd name="connsiteX20" fmla="*/ 276163 w 629734"/>
                          <a:gd name="connsiteY20" fmla="*/ 520608 h 1778578"/>
                          <a:gd name="connsiteX21" fmla="*/ 271636 w 629734"/>
                          <a:gd name="connsiteY21" fmla="*/ 534188 h 1778578"/>
                          <a:gd name="connsiteX22" fmla="*/ 190155 w 629734"/>
                          <a:gd name="connsiteY22" fmla="*/ 552295 h 1778578"/>
                          <a:gd name="connsiteX23" fmla="*/ 176575 w 629734"/>
                          <a:gd name="connsiteY23" fmla="*/ 574929 h 1778578"/>
                          <a:gd name="connsiteX24" fmla="*/ 167521 w 629734"/>
                          <a:gd name="connsiteY24" fmla="*/ 583982 h 1778578"/>
                          <a:gd name="connsiteX25" fmla="*/ 162994 w 629734"/>
                          <a:gd name="connsiteY25" fmla="*/ 597563 h 1778578"/>
                          <a:gd name="connsiteX26" fmla="*/ 153941 w 629734"/>
                          <a:gd name="connsiteY26" fmla="*/ 611143 h 1778578"/>
                          <a:gd name="connsiteX27" fmla="*/ 149414 w 629734"/>
                          <a:gd name="connsiteY27" fmla="*/ 633777 h 1778578"/>
                          <a:gd name="connsiteX28" fmla="*/ 140361 w 629734"/>
                          <a:gd name="connsiteY28" fmla="*/ 706204 h 1778578"/>
                          <a:gd name="connsiteX29" fmla="*/ 131307 w 629734"/>
                          <a:gd name="connsiteY29" fmla="*/ 715258 h 1778578"/>
                          <a:gd name="connsiteX30" fmla="*/ 113200 w 629734"/>
                          <a:gd name="connsiteY30" fmla="*/ 737891 h 1778578"/>
                          <a:gd name="connsiteX31" fmla="*/ 108674 w 629734"/>
                          <a:gd name="connsiteY31" fmla="*/ 751472 h 1778578"/>
                          <a:gd name="connsiteX32" fmla="*/ 99620 w 629734"/>
                          <a:gd name="connsiteY32" fmla="*/ 760525 h 1778578"/>
                          <a:gd name="connsiteX33" fmla="*/ 104147 w 629734"/>
                          <a:gd name="connsiteY33" fmla="*/ 855586 h 1778578"/>
                          <a:gd name="connsiteX34" fmla="*/ 108674 w 629734"/>
                          <a:gd name="connsiteY34" fmla="*/ 873693 h 1778578"/>
                          <a:gd name="connsiteX35" fmla="*/ 117727 w 629734"/>
                          <a:gd name="connsiteY35" fmla="*/ 900854 h 1778578"/>
                          <a:gd name="connsiteX36" fmla="*/ 113200 w 629734"/>
                          <a:gd name="connsiteY36" fmla="*/ 937068 h 1778578"/>
                          <a:gd name="connsiteX37" fmla="*/ 104147 w 629734"/>
                          <a:gd name="connsiteY37" fmla="*/ 955175 h 1778578"/>
                          <a:gd name="connsiteX38" fmla="*/ 86040 w 629734"/>
                          <a:gd name="connsiteY38" fmla="*/ 977808 h 1778578"/>
                          <a:gd name="connsiteX39" fmla="*/ 81513 w 629734"/>
                          <a:gd name="connsiteY39" fmla="*/ 991388 h 1778578"/>
                          <a:gd name="connsiteX40" fmla="*/ 72460 w 629734"/>
                          <a:gd name="connsiteY40" fmla="*/ 1036656 h 1778578"/>
                          <a:gd name="connsiteX41" fmla="*/ 86040 w 629734"/>
                          <a:gd name="connsiteY41" fmla="*/ 1095503 h 1778578"/>
                          <a:gd name="connsiteX42" fmla="*/ 90567 w 629734"/>
                          <a:gd name="connsiteY42" fmla="*/ 1109083 h 1778578"/>
                          <a:gd name="connsiteX43" fmla="*/ 86040 w 629734"/>
                          <a:gd name="connsiteY43" fmla="*/ 1163404 h 1778578"/>
                          <a:gd name="connsiteX44" fmla="*/ 76986 w 629734"/>
                          <a:gd name="connsiteY44" fmla="*/ 1172458 h 1778578"/>
                          <a:gd name="connsiteX45" fmla="*/ 63406 w 629734"/>
                          <a:gd name="connsiteY45" fmla="*/ 1199618 h 1778578"/>
                          <a:gd name="connsiteX46" fmla="*/ 67933 w 629734"/>
                          <a:gd name="connsiteY46" fmla="*/ 1303733 h 1778578"/>
                          <a:gd name="connsiteX47" fmla="*/ 72460 w 629734"/>
                          <a:gd name="connsiteY47" fmla="*/ 1317313 h 1778578"/>
                          <a:gd name="connsiteX48" fmla="*/ 81513 w 629734"/>
                          <a:gd name="connsiteY48" fmla="*/ 1326367 h 1778578"/>
                          <a:gd name="connsiteX49" fmla="*/ 86040 w 629734"/>
                          <a:gd name="connsiteY49" fmla="*/ 1339947 h 1778578"/>
                          <a:gd name="connsiteX50" fmla="*/ 81513 w 629734"/>
                          <a:gd name="connsiteY50" fmla="*/ 1353527 h 1778578"/>
                          <a:gd name="connsiteX51" fmla="*/ 76986 w 629734"/>
                          <a:gd name="connsiteY51" fmla="*/ 1371634 h 1778578"/>
                          <a:gd name="connsiteX52" fmla="*/ 58879 w 629734"/>
                          <a:gd name="connsiteY52" fmla="*/ 1394268 h 1778578"/>
                          <a:gd name="connsiteX53" fmla="*/ 49826 w 629734"/>
                          <a:gd name="connsiteY53" fmla="*/ 1407848 h 1778578"/>
                          <a:gd name="connsiteX54" fmla="*/ 45299 w 629734"/>
                          <a:gd name="connsiteY54" fmla="*/ 1466695 h 1778578"/>
                          <a:gd name="connsiteX55" fmla="*/ 54353 w 629734"/>
                          <a:gd name="connsiteY55" fmla="*/ 1511963 h 1778578"/>
                          <a:gd name="connsiteX56" fmla="*/ 49826 w 629734"/>
                          <a:gd name="connsiteY56" fmla="*/ 1579864 h 1778578"/>
                          <a:gd name="connsiteX57" fmla="*/ 18139 w 629734"/>
                          <a:gd name="connsiteY57" fmla="*/ 1620604 h 1778578"/>
                          <a:gd name="connsiteX58" fmla="*/ 13612 w 629734"/>
                          <a:gd name="connsiteY58" fmla="*/ 1652291 h 1778578"/>
                          <a:gd name="connsiteX59" fmla="*/ 9085 w 629734"/>
                          <a:gd name="connsiteY59" fmla="*/ 1665872 h 1778578"/>
                          <a:gd name="connsiteX60" fmla="*/ 13612 w 629734"/>
                          <a:gd name="connsiteY60" fmla="*/ 1693032 h 1778578"/>
                          <a:gd name="connsiteX61" fmla="*/ 9085 w 629734"/>
                          <a:gd name="connsiteY61" fmla="*/ 1756406 h 1778578"/>
                          <a:gd name="connsiteX62" fmla="*/ 32 w 629734"/>
                          <a:gd name="connsiteY62" fmla="*/ 1769986 h 1778578"/>
                          <a:gd name="connsiteX0" fmla="*/ 543178 w 629307"/>
                          <a:gd name="connsiteY0" fmla="*/ 0 h 1778578"/>
                          <a:gd name="connsiteX1" fmla="*/ 611141 w 629307"/>
                          <a:gd name="connsiteY1" fmla="*/ 153943 h 1778578"/>
                          <a:gd name="connsiteX2" fmla="*/ 629281 w 629307"/>
                          <a:gd name="connsiteY2" fmla="*/ 117711 h 1778578"/>
                          <a:gd name="connsiteX3" fmla="*/ 588507 w 629307"/>
                          <a:gd name="connsiteY3" fmla="*/ 181103 h 1778578"/>
                          <a:gd name="connsiteX4" fmla="*/ 534186 w 629307"/>
                          <a:gd name="connsiteY4" fmla="*/ 194683 h 1778578"/>
                          <a:gd name="connsiteX5" fmla="*/ 538713 w 629307"/>
                          <a:gd name="connsiteY5" fmla="*/ 230897 h 1778578"/>
                          <a:gd name="connsiteX6" fmla="*/ 547767 w 629307"/>
                          <a:gd name="connsiteY6" fmla="*/ 262584 h 1778578"/>
                          <a:gd name="connsiteX7" fmla="*/ 538713 w 629307"/>
                          <a:gd name="connsiteY7" fmla="*/ 285218 h 1778578"/>
                          <a:gd name="connsiteX8" fmla="*/ 511553 w 629307"/>
                          <a:gd name="connsiteY8" fmla="*/ 298798 h 1778578"/>
                          <a:gd name="connsiteX9" fmla="*/ 479866 w 629307"/>
                          <a:gd name="connsiteY9" fmla="*/ 303325 h 1778578"/>
                          <a:gd name="connsiteX10" fmla="*/ 457232 w 629307"/>
                          <a:gd name="connsiteY10" fmla="*/ 307852 h 1778578"/>
                          <a:gd name="connsiteX11" fmla="*/ 439125 w 629307"/>
                          <a:gd name="connsiteY11" fmla="*/ 339539 h 1778578"/>
                          <a:gd name="connsiteX12" fmla="*/ 434598 w 629307"/>
                          <a:gd name="connsiteY12" fmla="*/ 353119 h 1778578"/>
                          <a:gd name="connsiteX13" fmla="*/ 416491 w 629307"/>
                          <a:gd name="connsiteY13" fmla="*/ 371226 h 1778578"/>
                          <a:gd name="connsiteX14" fmla="*/ 416491 w 629307"/>
                          <a:gd name="connsiteY14" fmla="*/ 425547 h 1778578"/>
                          <a:gd name="connsiteX15" fmla="*/ 398384 w 629307"/>
                          <a:gd name="connsiteY15" fmla="*/ 430074 h 1778578"/>
                          <a:gd name="connsiteX16" fmla="*/ 321430 w 629307"/>
                          <a:gd name="connsiteY16" fmla="*/ 439127 h 1778578"/>
                          <a:gd name="connsiteX17" fmla="*/ 303323 w 629307"/>
                          <a:gd name="connsiteY17" fmla="*/ 452707 h 1778578"/>
                          <a:gd name="connsiteX18" fmla="*/ 289743 w 629307"/>
                          <a:gd name="connsiteY18" fmla="*/ 461761 h 1778578"/>
                          <a:gd name="connsiteX19" fmla="*/ 285216 w 629307"/>
                          <a:gd name="connsiteY19" fmla="*/ 475341 h 1778578"/>
                          <a:gd name="connsiteX20" fmla="*/ 276163 w 629307"/>
                          <a:gd name="connsiteY20" fmla="*/ 520608 h 1778578"/>
                          <a:gd name="connsiteX21" fmla="*/ 271636 w 629307"/>
                          <a:gd name="connsiteY21" fmla="*/ 534188 h 1778578"/>
                          <a:gd name="connsiteX22" fmla="*/ 190155 w 629307"/>
                          <a:gd name="connsiteY22" fmla="*/ 552295 h 1778578"/>
                          <a:gd name="connsiteX23" fmla="*/ 176575 w 629307"/>
                          <a:gd name="connsiteY23" fmla="*/ 574929 h 1778578"/>
                          <a:gd name="connsiteX24" fmla="*/ 167521 w 629307"/>
                          <a:gd name="connsiteY24" fmla="*/ 583982 h 1778578"/>
                          <a:gd name="connsiteX25" fmla="*/ 162994 w 629307"/>
                          <a:gd name="connsiteY25" fmla="*/ 597563 h 1778578"/>
                          <a:gd name="connsiteX26" fmla="*/ 153941 w 629307"/>
                          <a:gd name="connsiteY26" fmla="*/ 611143 h 1778578"/>
                          <a:gd name="connsiteX27" fmla="*/ 149414 w 629307"/>
                          <a:gd name="connsiteY27" fmla="*/ 633777 h 1778578"/>
                          <a:gd name="connsiteX28" fmla="*/ 140361 w 629307"/>
                          <a:gd name="connsiteY28" fmla="*/ 706204 h 1778578"/>
                          <a:gd name="connsiteX29" fmla="*/ 131307 w 629307"/>
                          <a:gd name="connsiteY29" fmla="*/ 715258 h 1778578"/>
                          <a:gd name="connsiteX30" fmla="*/ 113200 w 629307"/>
                          <a:gd name="connsiteY30" fmla="*/ 737891 h 1778578"/>
                          <a:gd name="connsiteX31" fmla="*/ 108674 w 629307"/>
                          <a:gd name="connsiteY31" fmla="*/ 751472 h 1778578"/>
                          <a:gd name="connsiteX32" fmla="*/ 99620 w 629307"/>
                          <a:gd name="connsiteY32" fmla="*/ 760525 h 1778578"/>
                          <a:gd name="connsiteX33" fmla="*/ 104147 w 629307"/>
                          <a:gd name="connsiteY33" fmla="*/ 855586 h 1778578"/>
                          <a:gd name="connsiteX34" fmla="*/ 108674 w 629307"/>
                          <a:gd name="connsiteY34" fmla="*/ 873693 h 1778578"/>
                          <a:gd name="connsiteX35" fmla="*/ 117727 w 629307"/>
                          <a:gd name="connsiteY35" fmla="*/ 900854 h 1778578"/>
                          <a:gd name="connsiteX36" fmla="*/ 113200 w 629307"/>
                          <a:gd name="connsiteY36" fmla="*/ 937068 h 1778578"/>
                          <a:gd name="connsiteX37" fmla="*/ 104147 w 629307"/>
                          <a:gd name="connsiteY37" fmla="*/ 955175 h 1778578"/>
                          <a:gd name="connsiteX38" fmla="*/ 86040 w 629307"/>
                          <a:gd name="connsiteY38" fmla="*/ 977808 h 1778578"/>
                          <a:gd name="connsiteX39" fmla="*/ 81513 w 629307"/>
                          <a:gd name="connsiteY39" fmla="*/ 991388 h 1778578"/>
                          <a:gd name="connsiteX40" fmla="*/ 72460 w 629307"/>
                          <a:gd name="connsiteY40" fmla="*/ 1036656 h 1778578"/>
                          <a:gd name="connsiteX41" fmla="*/ 86040 w 629307"/>
                          <a:gd name="connsiteY41" fmla="*/ 1095503 h 1778578"/>
                          <a:gd name="connsiteX42" fmla="*/ 90567 w 629307"/>
                          <a:gd name="connsiteY42" fmla="*/ 1109083 h 1778578"/>
                          <a:gd name="connsiteX43" fmla="*/ 86040 w 629307"/>
                          <a:gd name="connsiteY43" fmla="*/ 1163404 h 1778578"/>
                          <a:gd name="connsiteX44" fmla="*/ 76986 w 629307"/>
                          <a:gd name="connsiteY44" fmla="*/ 1172458 h 1778578"/>
                          <a:gd name="connsiteX45" fmla="*/ 63406 w 629307"/>
                          <a:gd name="connsiteY45" fmla="*/ 1199618 h 1778578"/>
                          <a:gd name="connsiteX46" fmla="*/ 67933 w 629307"/>
                          <a:gd name="connsiteY46" fmla="*/ 1303733 h 1778578"/>
                          <a:gd name="connsiteX47" fmla="*/ 72460 w 629307"/>
                          <a:gd name="connsiteY47" fmla="*/ 1317313 h 1778578"/>
                          <a:gd name="connsiteX48" fmla="*/ 81513 w 629307"/>
                          <a:gd name="connsiteY48" fmla="*/ 1326367 h 1778578"/>
                          <a:gd name="connsiteX49" fmla="*/ 86040 w 629307"/>
                          <a:gd name="connsiteY49" fmla="*/ 1339947 h 1778578"/>
                          <a:gd name="connsiteX50" fmla="*/ 81513 w 629307"/>
                          <a:gd name="connsiteY50" fmla="*/ 1353527 h 1778578"/>
                          <a:gd name="connsiteX51" fmla="*/ 76986 w 629307"/>
                          <a:gd name="connsiteY51" fmla="*/ 1371634 h 1778578"/>
                          <a:gd name="connsiteX52" fmla="*/ 58879 w 629307"/>
                          <a:gd name="connsiteY52" fmla="*/ 1394268 h 1778578"/>
                          <a:gd name="connsiteX53" fmla="*/ 49826 w 629307"/>
                          <a:gd name="connsiteY53" fmla="*/ 1407848 h 1778578"/>
                          <a:gd name="connsiteX54" fmla="*/ 45299 w 629307"/>
                          <a:gd name="connsiteY54" fmla="*/ 1466695 h 1778578"/>
                          <a:gd name="connsiteX55" fmla="*/ 54353 w 629307"/>
                          <a:gd name="connsiteY55" fmla="*/ 1511963 h 1778578"/>
                          <a:gd name="connsiteX56" fmla="*/ 49826 w 629307"/>
                          <a:gd name="connsiteY56" fmla="*/ 1579864 h 1778578"/>
                          <a:gd name="connsiteX57" fmla="*/ 18139 w 629307"/>
                          <a:gd name="connsiteY57" fmla="*/ 1620604 h 1778578"/>
                          <a:gd name="connsiteX58" fmla="*/ 13612 w 629307"/>
                          <a:gd name="connsiteY58" fmla="*/ 1652291 h 1778578"/>
                          <a:gd name="connsiteX59" fmla="*/ 9085 w 629307"/>
                          <a:gd name="connsiteY59" fmla="*/ 1665872 h 1778578"/>
                          <a:gd name="connsiteX60" fmla="*/ 13612 w 629307"/>
                          <a:gd name="connsiteY60" fmla="*/ 1693032 h 1778578"/>
                          <a:gd name="connsiteX61" fmla="*/ 9085 w 629307"/>
                          <a:gd name="connsiteY61" fmla="*/ 1756406 h 1778578"/>
                          <a:gd name="connsiteX62" fmla="*/ 32 w 629307"/>
                          <a:gd name="connsiteY62" fmla="*/ 1769986 h 1778578"/>
                          <a:gd name="connsiteX0" fmla="*/ 543178 w 629692"/>
                          <a:gd name="connsiteY0" fmla="*/ 0 h 1778578"/>
                          <a:gd name="connsiteX1" fmla="*/ 611141 w 629692"/>
                          <a:gd name="connsiteY1" fmla="*/ 81491 h 1778578"/>
                          <a:gd name="connsiteX2" fmla="*/ 629281 w 629692"/>
                          <a:gd name="connsiteY2" fmla="*/ 117711 h 1778578"/>
                          <a:gd name="connsiteX3" fmla="*/ 588507 w 629692"/>
                          <a:gd name="connsiteY3" fmla="*/ 181103 h 1778578"/>
                          <a:gd name="connsiteX4" fmla="*/ 534186 w 629692"/>
                          <a:gd name="connsiteY4" fmla="*/ 194683 h 1778578"/>
                          <a:gd name="connsiteX5" fmla="*/ 538713 w 629692"/>
                          <a:gd name="connsiteY5" fmla="*/ 230897 h 1778578"/>
                          <a:gd name="connsiteX6" fmla="*/ 547767 w 629692"/>
                          <a:gd name="connsiteY6" fmla="*/ 262584 h 1778578"/>
                          <a:gd name="connsiteX7" fmla="*/ 538713 w 629692"/>
                          <a:gd name="connsiteY7" fmla="*/ 285218 h 1778578"/>
                          <a:gd name="connsiteX8" fmla="*/ 511553 w 629692"/>
                          <a:gd name="connsiteY8" fmla="*/ 298798 h 1778578"/>
                          <a:gd name="connsiteX9" fmla="*/ 479866 w 629692"/>
                          <a:gd name="connsiteY9" fmla="*/ 303325 h 1778578"/>
                          <a:gd name="connsiteX10" fmla="*/ 457232 w 629692"/>
                          <a:gd name="connsiteY10" fmla="*/ 307852 h 1778578"/>
                          <a:gd name="connsiteX11" fmla="*/ 439125 w 629692"/>
                          <a:gd name="connsiteY11" fmla="*/ 339539 h 1778578"/>
                          <a:gd name="connsiteX12" fmla="*/ 434598 w 629692"/>
                          <a:gd name="connsiteY12" fmla="*/ 353119 h 1778578"/>
                          <a:gd name="connsiteX13" fmla="*/ 416491 w 629692"/>
                          <a:gd name="connsiteY13" fmla="*/ 371226 h 1778578"/>
                          <a:gd name="connsiteX14" fmla="*/ 416491 w 629692"/>
                          <a:gd name="connsiteY14" fmla="*/ 425547 h 1778578"/>
                          <a:gd name="connsiteX15" fmla="*/ 398384 w 629692"/>
                          <a:gd name="connsiteY15" fmla="*/ 430074 h 1778578"/>
                          <a:gd name="connsiteX16" fmla="*/ 321430 w 629692"/>
                          <a:gd name="connsiteY16" fmla="*/ 439127 h 1778578"/>
                          <a:gd name="connsiteX17" fmla="*/ 303323 w 629692"/>
                          <a:gd name="connsiteY17" fmla="*/ 452707 h 1778578"/>
                          <a:gd name="connsiteX18" fmla="*/ 289743 w 629692"/>
                          <a:gd name="connsiteY18" fmla="*/ 461761 h 1778578"/>
                          <a:gd name="connsiteX19" fmla="*/ 285216 w 629692"/>
                          <a:gd name="connsiteY19" fmla="*/ 475341 h 1778578"/>
                          <a:gd name="connsiteX20" fmla="*/ 276163 w 629692"/>
                          <a:gd name="connsiteY20" fmla="*/ 520608 h 1778578"/>
                          <a:gd name="connsiteX21" fmla="*/ 271636 w 629692"/>
                          <a:gd name="connsiteY21" fmla="*/ 534188 h 1778578"/>
                          <a:gd name="connsiteX22" fmla="*/ 190155 w 629692"/>
                          <a:gd name="connsiteY22" fmla="*/ 552295 h 1778578"/>
                          <a:gd name="connsiteX23" fmla="*/ 176575 w 629692"/>
                          <a:gd name="connsiteY23" fmla="*/ 574929 h 1778578"/>
                          <a:gd name="connsiteX24" fmla="*/ 167521 w 629692"/>
                          <a:gd name="connsiteY24" fmla="*/ 583982 h 1778578"/>
                          <a:gd name="connsiteX25" fmla="*/ 162994 w 629692"/>
                          <a:gd name="connsiteY25" fmla="*/ 597563 h 1778578"/>
                          <a:gd name="connsiteX26" fmla="*/ 153941 w 629692"/>
                          <a:gd name="connsiteY26" fmla="*/ 611143 h 1778578"/>
                          <a:gd name="connsiteX27" fmla="*/ 149414 w 629692"/>
                          <a:gd name="connsiteY27" fmla="*/ 633777 h 1778578"/>
                          <a:gd name="connsiteX28" fmla="*/ 140361 w 629692"/>
                          <a:gd name="connsiteY28" fmla="*/ 706204 h 1778578"/>
                          <a:gd name="connsiteX29" fmla="*/ 131307 w 629692"/>
                          <a:gd name="connsiteY29" fmla="*/ 715258 h 1778578"/>
                          <a:gd name="connsiteX30" fmla="*/ 113200 w 629692"/>
                          <a:gd name="connsiteY30" fmla="*/ 737891 h 1778578"/>
                          <a:gd name="connsiteX31" fmla="*/ 108674 w 629692"/>
                          <a:gd name="connsiteY31" fmla="*/ 751472 h 1778578"/>
                          <a:gd name="connsiteX32" fmla="*/ 99620 w 629692"/>
                          <a:gd name="connsiteY32" fmla="*/ 760525 h 1778578"/>
                          <a:gd name="connsiteX33" fmla="*/ 104147 w 629692"/>
                          <a:gd name="connsiteY33" fmla="*/ 855586 h 1778578"/>
                          <a:gd name="connsiteX34" fmla="*/ 108674 w 629692"/>
                          <a:gd name="connsiteY34" fmla="*/ 873693 h 1778578"/>
                          <a:gd name="connsiteX35" fmla="*/ 117727 w 629692"/>
                          <a:gd name="connsiteY35" fmla="*/ 900854 h 1778578"/>
                          <a:gd name="connsiteX36" fmla="*/ 113200 w 629692"/>
                          <a:gd name="connsiteY36" fmla="*/ 937068 h 1778578"/>
                          <a:gd name="connsiteX37" fmla="*/ 104147 w 629692"/>
                          <a:gd name="connsiteY37" fmla="*/ 955175 h 1778578"/>
                          <a:gd name="connsiteX38" fmla="*/ 86040 w 629692"/>
                          <a:gd name="connsiteY38" fmla="*/ 977808 h 1778578"/>
                          <a:gd name="connsiteX39" fmla="*/ 81513 w 629692"/>
                          <a:gd name="connsiteY39" fmla="*/ 991388 h 1778578"/>
                          <a:gd name="connsiteX40" fmla="*/ 72460 w 629692"/>
                          <a:gd name="connsiteY40" fmla="*/ 1036656 h 1778578"/>
                          <a:gd name="connsiteX41" fmla="*/ 86040 w 629692"/>
                          <a:gd name="connsiteY41" fmla="*/ 1095503 h 1778578"/>
                          <a:gd name="connsiteX42" fmla="*/ 90567 w 629692"/>
                          <a:gd name="connsiteY42" fmla="*/ 1109083 h 1778578"/>
                          <a:gd name="connsiteX43" fmla="*/ 86040 w 629692"/>
                          <a:gd name="connsiteY43" fmla="*/ 1163404 h 1778578"/>
                          <a:gd name="connsiteX44" fmla="*/ 76986 w 629692"/>
                          <a:gd name="connsiteY44" fmla="*/ 1172458 h 1778578"/>
                          <a:gd name="connsiteX45" fmla="*/ 63406 w 629692"/>
                          <a:gd name="connsiteY45" fmla="*/ 1199618 h 1778578"/>
                          <a:gd name="connsiteX46" fmla="*/ 67933 w 629692"/>
                          <a:gd name="connsiteY46" fmla="*/ 1303733 h 1778578"/>
                          <a:gd name="connsiteX47" fmla="*/ 72460 w 629692"/>
                          <a:gd name="connsiteY47" fmla="*/ 1317313 h 1778578"/>
                          <a:gd name="connsiteX48" fmla="*/ 81513 w 629692"/>
                          <a:gd name="connsiteY48" fmla="*/ 1326367 h 1778578"/>
                          <a:gd name="connsiteX49" fmla="*/ 86040 w 629692"/>
                          <a:gd name="connsiteY49" fmla="*/ 1339947 h 1778578"/>
                          <a:gd name="connsiteX50" fmla="*/ 81513 w 629692"/>
                          <a:gd name="connsiteY50" fmla="*/ 1353527 h 1778578"/>
                          <a:gd name="connsiteX51" fmla="*/ 76986 w 629692"/>
                          <a:gd name="connsiteY51" fmla="*/ 1371634 h 1778578"/>
                          <a:gd name="connsiteX52" fmla="*/ 58879 w 629692"/>
                          <a:gd name="connsiteY52" fmla="*/ 1394268 h 1778578"/>
                          <a:gd name="connsiteX53" fmla="*/ 49826 w 629692"/>
                          <a:gd name="connsiteY53" fmla="*/ 1407848 h 1778578"/>
                          <a:gd name="connsiteX54" fmla="*/ 45299 w 629692"/>
                          <a:gd name="connsiteY54" fmla="*/ 1466695 h 1778578"/>
                          <a:gd name="connsiteX55" fmla="*/ 54353 w 629692"/>
                          <a:gd name="connsiteY55" fmla="*/ 1511963 h 1778578"/>
                          <a:gd name="connsiteX56" fmla="*/ 49826 w 629692"/>
                          <a:gd name="connsiteY56" fmla="*/ 1579864 h 1778578"/>
                          <a:gd name="connsiteX57" fmla="*/ 18139 w 629692"/>
                          <a:gd name="connsiteY57" fmla="*/ 1620604 h 1778578"/>
                          <a:gd name="connsiteX58" fmla="*/ 13612 w 629692"/>
                          <a:gd name="connsiteY58" fmla="*/ 1652291 h 1778578"/>
                          <a:gd name="connsiteX59" fmla="*/ 9085 w 629692"/>
                          <a:gd name="connsiteY59" fmla="*/ 1665872 h 1778578"/>
                          <a:gd name="connsiteX60" fmla="*/ 13612 w 629692"/>
                          <a:gd name="connsiteY60" fmla="*/ 1693032 h 1778578"/>
                          <a:gd name="connsiteX61" fmla="*/ 9085 w 629692"/>
                          <a:gd name="connsiteY61" fmla="*/ 1756406 h 1778578"/>
                          <a:gd name="connsiteX62" fmla="*/ 32 w 629692"/>
                          <a:gd name="connsiteY62" fmla="*/ 1769986 h 1778578"/>
                          <a:gd name="connsiteX0" fmla="*/ 534110 w 629692"/>
                          <a:gd name="connsiteY0" fmla="*/ 0 h 1778578"/>
                          <a:gd name="connsiteX1" fmla="*/ 611141 w 629692"/>
                          <a:gd name="connsiteY1" fmla="*/ 81491 h 1778578"/>
                          <a:gd name="connsiteX2" fmla="*/ 629281 w 629692"/>
                          <a:gd name="connsiteY2" fmla="*/ 117711 h 1778578"/>
                          <a:gd name="connsiteX3" fmla="*/ 588507 w 629692"/>
                          <a:gd name="connsiteY3" fmla="*/ 181103 h 1778578"/>
                          <a:gd name="connsiteX4" fmla="*/ 534186 w 629692"/>
                          <a:gd name="connsiteY4" fmla="*/ 194683 h 1778578"/>
                          <a:gd name="connsiteX5" fmla="*/ 538713 w 629692"/>
                          <a:gd name="connsiteY5" fmla="*/ 230897 h 1778578"/>
                          <a:gd name="connsiteX6" fmla="*/ 547767 w 629692"/>
                          <a:gd name="connsiteY6" fmla="*/ 262584 h 1778578"/>
                          <a:gd name="connsiteX7" fmla="*/ 538713 w 629692"/>
                          <a:gd name="connsiteY7" fmla="*/ 285218 h 1778578"/>
                          <a:gd name="connsiteX8" fmla="*/ 511553 w 629692"/>
                          <a:gd name="connsiteY8" fmla="*/ 298798 h 1778578"/>
                          <a:gd name="connsiteX9" fmla="*/ 479866 w 629692"/>
                          <a:gd name="connsiteY9" fmla="*/ 303325 h 1778578"/>
                          <a:gd name="connsiteX10" fmla="*/ 457232 w 629692"/>
                          <a:gd name="connsiteY10" fmla="*/ 307852 h 1778578"/>
                          <a:gd name="connsiteX11" fmla="*/ 439125 w 629692"/>
                          <a:gd name="connsiteY11" fmla="*/ 339539 h 1778578"/>
                          <a:gd name="connsiteX12" fmla="*/ 434598 w 629692"/>
                          <a:gd name="connsiteY12" fmla="*/ 353119 h 1778578"/>
                          <a:gd name="connsiteX13" fmla="*/ 416491 w 629692"/>
                          <a:gd name="connsiteY13" fmla="*/ 371226 h 1778578"/>
                          <a:gd name="connsiteX14" fmla="*/ 416491 w 629692"/>
                          <a:gd name="connsiteY14" fmla="*/ 425547 h 1778578"/>
                          <a:gd name="connsiteX15" fmla="*/ 398384 w 629692"/>
                          <a:gd name="connsiteY15" fmla="*/ 430074 h 1778578"/>
                          <a:gd name="connsiteX16" fmla="*/ 321430 w 629692"/>
                          <a:gd name="connsiteY16" fmla="*/ 439127 h 1778578"/>
                          <a:gd name="connsiteX17" fmla="*/ 303323 w 629692"/>
                          <a:gd name="connsiteY17" fmla="*/ 452707 h 1778578"/>
                          <a:gd name="connsiteX18" fmla="*/ 289743 w 629692"/>
                          <a:gd name="connsiteY18" fmla="*/ 461761 h 1778578"/>
                          <a:gd name="connsiteX19" fmla="*/ 285216 w 629692"/>
                          <a:gd name="connsiteY19" fmla="*/ 475341 h 1778578"/>
                          <a:gd name="connsiteX20" fmla="*/ 276163 w 629692"/>
                          <a:gd name="connsiteY20" fmla="*/ 520608 h 1778578"/>
                          <a:gd name="connsiteX21" fmla="*/ 271636 w 629692"/>
                          <a:gd name="connsiteY21" fmla="*/ 534188 h 1778578"/>
                          <a:gd name="connsiteX22" fmla="*/ 190155 w 629692"/>
                          <a:gd name="connsiteY22" fmla="*/ 552295 h 1778578"/>
                          <a:gd name="connsiteX23" fmla="*/ 176575 w 629692"/>
                          <a:gd name="connsiteY23" fmla="*/ 574929 h 1778578"/>
                          <a:gd name="connsiteX24" fmla="*/ 167521 w 629692"/>
                          <a:gd name="connsiteY24" fmla="*/ 583982 h 1778578"/>
                          <a:gd name="connsiteX25" fmla="*/ 162994 w 629692"/>
                          <a:gd name="connsiteY25" fmla="*/ 597563 h 1778578"/>
                          <a:gd name="connsiteX26" fmla="*/ 153941 w 629692"/>
                          <a:gd name="connsiteY26" fmla="*/ 611143 h 1778578"/>
                          <a:gd name="connsiteX27" fmla="*/ 149414 w 629692"/>
                          <a:gd name="connsiteY27" fmla="*/ 633777 h 1778578"/>
                          <a:gd name="connsiteX28" fmla="*/ 140361 w 629692"/>
                          <a:gd name="connsiteY28" fmla="*/ 706204 h 1778578"/>
                          <a:gd name="connsiteX29" fmla="*/ 131307 w 629692"/>
                          <a:gd name="connsiteY29" fmla="*/ 715258 h 1778578"/>
                          <a:gd name="connsiteX30" fmla="*/ 113200 w 629692"/>
                          <a:gd name="connsiteY30" fmla="*/ 737891 h 1778578"/>
                          <a:gd name="connsiteX31" fmla="*/ 108674 w 629692"/>
                          <a:gd name="connsiteY31" fmla="*/ 751472 h 1778578"/>
                          <a:gd name="connsiteX32" fmla="*/ 99620 w 629692"/>
                          <a:gd name="connsiteY32" fmla="*/ 760525 h 1778578"/>
                          <a:gd name="connsiteX33" fmla="*/ 104147 w 629692"/>
                          <a:gd name="connsiteY33" fmla="*/ 855586 h 1778578"/>
                          <a:gd name="connsiteX34" fmla="*/ 108674 w 629692"/>
                          <a:gd name="connsiteY34" fmla="*/ 873693 h 1778578"/>
                          <a:gd name="connsiteX35" fmla="*/ 117727 w 629692"/>
                          <a:gd name="connsiteY35" fmla="*/ 900854 h 1778578"/>
                          <a:gd name="connsiteX36" fmla="*/ 113200 w 629692"/>
                          <a:gd name="connsiteY36" fmla="*/ 937068 h 1778578"/>
                          <a:gd name="connsiteX37" fmla="*/ 104147 w 629692"/>
                          <a:gd name="connsiteY37" fmla="*/ 955175 h 1778578"/>
                          <a:gd name="connsiteX38" fmla="*/ 86040 w 629692"/>
                          <a:gd name="connsiteY38" fmla="*/ 977808 h 1778578"/>
                          <a:gd name="connsiteX39" fmla="*/ 81513 w 629692"/>
                          <a:gd name="connsiteY39" fmla="*/ 991388 h 1778578"/>
                          <a:gd name="connsiteX40" fmla="*/ 72460 w 629692"/>
                          <a:gd name="connsiteY40" fmla="*/ 1036656 h 1778578"/>
                          <a:gd name="connsiteX41" fmla="*/ 86040 w 629692"/>
                          <a:gd name="connsiteY41" fmla="*/ 1095503 h 1778578"/>
                          <a:gd name="connsiteX42" fmla="*/ 90567 w 629692"/>
                          <a:gd name="connsiteY42" fmla="*/ 1109083 h 1778578"/>
                          <a:gd name="connsiteX43" fmla="*/ 86040 w 629692"/>
                          <a:gd name="connsiteY43" fmla="*/ 1163404 h 1778578"/>
                          <a:gd name="connsiteX44" fmla="*/ 76986 w 629692"/>
                          <a:gd name="connsiteY44" fmla="*/ 1172458 h 1778578"/>
                          <a:gd name="connsiteX45" fmla="*/ 63406 w 629692"/>
                          <a:gd name="connsiteY45" fmla="*/ 1199618 h 1778578"/>
                          <a:gd name="connsiteX46" fmla="*/ 67933 w 629692"/>
                          <a:gd name="connsiteY46" fmla="*/ 1303733 h 1778578"/>
                          <a:gd name="connsiteX47" fmla="*/ 72460 w 629692"/>
                          <a:gd name="connsiteY47" fmla="*/ 1317313 h 1778578"/>
                          <a:gd name="connsiteX48" fmla="*/ 81513 w 629692"/>
                          <a:gd name="connsiteY48" fmla="*/ 1326367 h 1778578"/>
                          <a:gd name="connsiteX49" fmla="*/ 86040 w 629692"/>
                          <a:gd name="connsiteY49" fmla="*/ 1339947 h 1778578"/>
                          <a:gd name="connsiteX50" fmla="*/ 81513 w 629692"/>
                          <a:gd name="connsiteY50" fmla="*/ 1353527 h 1778578"/>
                          <a:gd name="connsiteX51" fmla="*/ 76986 w 629692"/>
                          <a:gd name="connsiteY51" fmla="*/ 1371634 h 1778578"/>
                          <a:gd name="connsiteX52" fmla="*/ 58879 w 629692"/>
                          <a:gd name="connsiteY52" fmla="*/ 1394268 h 1778578"/>
                          <a:gd name="connsiteX53" fmla="*/ 49826 w 629692"/>
                          <a:gd name="connsiteY53" fmla="*/ 1407848 h 1778578"/>
                          <a:gd name="connsiteX54" fmla="*/ 45299 w 629692"/>
                          <a:gd name="connsiteY54" fmla="*/ 1466695 h 1778578"/>
                          <a:gd name="connsiteX55" fmla="*/ 54353 w 629692"/>
                          <a:gd name="connsiteY55" fmla="*/ 1511963 h 1778578"/>
                          <a:gd name="connsiteX56" fmla="*/ 49826 w 629692"/>
                          <a:gd name="connsiteY56" fmla="*/ 1579864 h 1778578"/>
                          <a:gd name="connsiteX57" fmla="*/ 18139 w 629692"/>
                          <a:gd name="connsiteY57" fmla="*/ 1620604 h 1778578"/>
                          <a:gd name="connsiteX58" fmla="*/ 13612 w 629692"/>
                          <a:gd name="connsiteY58" fmla="*/ 1652291 h 1778578"/>
                          <a:gd name="connsiteX59" fmla="*/ 9085 w 629692"/>
                          <a:gd name="connsiteY59" fmla="*/ 1665872 h 1778578"/>
                          <a:gd name="connsiteX60" fmla="*/ 13612 w 629692"/>
                          <a:gd name="connsiteY60" fmla="*/ 1693032 h 1778578"/>
                          <a:gd name="connsiteX61" fmla="*/ 9085 w 629692"/>
                          <a:gd name="connsiteY61" fmla="*/ 1756406 h 1778578"/>
                          <a:gd name="connsiteX62" fmla="*/ 32 w 629692"/>
                          <a:gd name="connsiteY62" fmla="*/ 1769986 h 1778578"/>
                          <a:gd name="connsiteX0" fmla="*/ 525041 w 629692"/>
                          <a:gd name="connsiteY0" fmla="*/ 0 h 1733296"/>
                          <a:gd name="connsiteX1" fmla="*/ 611141 w 629692"/>
                          <a:gd name="connsiteY1" fmla="*/ 36209 h 1733296"/>
                          <a:gd name="connsiteX2" fmla="*/ 629281 w 629692"/>
                          <a:gd name="connsiteY2" fmla="*/ 72429 h 1733296"/>
                          <a:gd name="connsiteX3" fmla="*/ 588507 w 629692"/>
                          <a:gd name="connsiteY3" fmla="*/ 135821 h 1733296"/>
                          <a:gd name="connsiteX4" fmla="*/ 534186 w 629692"/>
                          <a:gd name="connsiteY4" fmla="*/ 149401 h 1733296"/>
                          <a:gd name="connsiteX5" fmla="*/ 538713 w 629692"/>
                          <a:gd name="connsiteY5" fmla="*/ 185615 h 1733296"/>
                          <a:gd name="connsiteX6" fmla="*/ 547767 w 629692"/>
                          <a:gd name="connsiteY6" fmla="*/ 217302 h 1733296"/>
                          <a:gd name="connsiteX7" fmla="*/ 538713 w 629692"/>
                          <a:gd name="connsiteY7" fmla="*/ 239936 h 1733296"/>
                          <a:gd name="connsiteX8" fmla="*/ 511553 w 629692"/>
                          <a:gd name="connsiteY8" fmla="*/ 253516 h 1733296"/>
                          <a:gd name="connsiteX9" fmla="*/ 479866 w 629692"/>
                          <a:gd name="connsiteY9" fmla="*/ 258043 h 1733296"/>
                          <a:gd name="connsiteX10" fmla="*/ 457232 w 629692"/>
                          <a:gd name="connsiteY10" fmla="*/ 262570 h 1733296"/>
                          <a:gd name="connsiteX11" fmla="*/ 439125 w 629692"/>
                          <a:gd name="connsiteY11" fmla="*/ 294257 h 1733296"/>
                          <a:gd name="connsiteX12" fmla="*/ 434598 w 629692"/>
                          <a:gd name="connsiteY12" fmla="*/ 307837 h 1733296"/>
                          <a:gd name="connsiteX13" fmla="*/ 416491 w 629692"/>
                          <a:gd name="connsiteY13" fmla="*/ 325944 h 1733296"/>
                          <a:gd name="connsiteX14" fmla="*/ 416491 w 629692"/>
                          <a:gd name="connsiteY14" fmla="*/ 380265 h 1733296"/>
                          <a:gd name="connsiteX15" fmla="*/ 398384 w 629692"/>
                          <a:gd name="connsiteY15" fmla="*/ 384792 h 1733296"/>
                          <a:gd name="connsiteX16" fmla="*/ 321430 w 629692"/>
                          <a:gd name="connsiteY16" fmla="*/ 393845 h 1733296"/>
                          <a:gd name="connsiteX17" fmla="*/ 303323 w 629692"/>
                          <a:gd name="connsiteY17" fmla="*/ 407425 h 1733296"/>
                          <a:gd name="connsiteX18" fmla="*/ 289743 w 629692"/>
                          <a:gd name="connsiteY18" fmla="*/ 416479 h 1733296"/>
                          <a:gd name="connsiteX19" fmla="*/ 285216 w 629692"/>
                          <a:gd name="connsiteY19" fmla="*/ 430059 h 1733296"/>
                          <a:gd name="connsiteX20" fmla="*/ 276163 w 629692"/>
                          <a:gd name="connsiteY20" fmla="*/ 475326 h 1733296"/>
                          <a:gd name="connsiteX21" fmla="*/ 271636 w 629692"/>
                          <a:gd name="connsiteY21" fmla="*/ 488906 h 1733296"/>
                          <a:gd name="connsiteX22" fmla="*/ 190155 w 629692"/>
                          <a:gd name="connsiteY22" fmla="*/ 507013 h 1733296"/>
                          <a:gd name="connsiteX23" fmla="*/ 176575 w 629692"/>
                          <a:gd name="connsiteY23" fmla="*/ 529647 h 1733296"/>
                          <a:gd name="connsiteX24" fmla="*/ 167521 w 629692"/>
                          <a:gd name="connsiteY24" fmla="*/ 538700 h 1733296"/>
                          <a:gd name="connsiteX25" fmla="*/ 162994 w 629692"/>
                          <a:gd name="connsiteY25" fmla="*/ 552281 h 1733296"/>
                          <a:gd name="connsiteX26" fmla="*/ 153941 w 629692"/>
                          <a:gd name="connsiteY26" fmla="*/ 565861 h 1733296"/>
                          <a:gd name="connsiteX27" fmla="*/ 149414 w 629692"/>
                          <a:gd name="connsiteY27" fmla="*/ 588495 h 1733296"/>
                          <a:gd name="connsiteX28" fmla="*/ 140361 w 629692"/>
                          <a:gd name="connsiteY28" fmla="*/ 660922 h 1733296"/>
                          <a:gd name="connsiteX29" fmla="*/ 131307 w 629692"/>
                          <a:gd name="connsiteY29" fmla="*/ 669976 h 1733296"/>
                          <a:gd name="connsiteX30" fmla="*/ 113200 w 629692"/>
                          <a:gd name="connsiteY30" fmla="*/ 692609 h 1733296"/>
                          <a:gd name="connsiteX31" fmla="*/ 108674 w 629692"/>
                          <a:gd name="connsiteY31" fmla="*/ 706190 h 1733296"/>
                          <a:gd name="connsiteX32" fmla="*/ 99620 w 629692"/>
                          <a:gd name="connsiteY32" fmla="*/ 715243 h 1733296"/>
                          <a:gd name="connsiteX33" fmla="*/ 104147 w 629692"/>
                          <a:gd name="connsiteY33" fmla="*/ 810304 h 1733296"/>
                          <a:gd name="connsiteX34" fmla="*/ 108674 w 629692"/>
                          <a:gd name="connsiteY34" fmla="*/ 828411 h 1733296"/>
                          <a:gd name="connsiteX35" fmla="*/ 117727 w 629692"/>
                          <a:gd name="connsiteY35" fmla="*/ 855572 h 1733296"/>
                          <a:gd name="connsiteX36" fmla="*/ 113200 w 629692"/>
                          <a:gd name="connsiteY36" fmla="*/ 891786 h 1733296"/>
                          <a:gd name="connsiteX37" fmla="*/ 104147 w 629692"/>
                          <a:gd name="connsiteY37" fmla="*/ 909893 h 1733296"/>
                          <a:gd name="connsiteX38" fmla="*/ 86040 w 629692"/>
                          <a:gd name="connsiteY38" fmla="*/ 932526 h 1733296"/>
                          <a:gd name="connsiteX39" fmla="*/ 81513 w 629692"/>
                          <a:gd name="connsiteY39" fmla="*/ 946106 h 1733296"/>
                          <a:gd name="connsiteX40" fmla="*/ 72460 w 629692"/>
                          <a:gd name="connsiteY40" fmla="*/ 991374 h 1733296"/>
                          <a:gd name="connsiteX41" fmla="*/ 86040 w 629692"/>
                          <a:gd name="connsiteY41" fmla="*/ 1050221 h 1733296"/>
                          <a:gd name="connsiteX42" fmla="*/ 90567 w 629692"/>
                          <a:gd name="connsiteY42" fmla="*/ 1063801 h 1733296"/>
                          <a:gd name="connsiteX43" fmla="*/ 86040 w 629692"/>
                          <a:gd name="connsiteY43" fmla="*/ 1118122 h 1733296"/>
                          <a:gd name="connsiteX44" fmla="*/ 76986 w 629692"/>
                          <a:gd name="connsiteY44" fmla="*/ 1127176 h 1733296"/>
                          <a:gd name="connsiteX45" fmla="*/ 63406 w 629692"/>
                          <a:gd name="connsiteY45" fmla="*/ 1154336 h 1733296"/>
                          <a:gd name="connsiteX46" fmla="*/ 67933 w 629692"/>
                          <a:gd name="connsiteY46" fmla="*/ 1258451 h 1733296"/>
                          <a:gd name="connsiteX47" fmla="*/ 72460 w 629692"/>
                          <a:gd name="connsiteY47" fmla="*/ 1272031 h 1733296"/>
                          <a:gd name="connsiteX48" fmla="*/ 81513 w 629692"/>
                          <a:gd name="connsiteY48" fmla="*/ 1281085 h 1733296"/>
                          <a:gd name="connsiteX49" fmla="*/ 86040 w 629692"/>
                          <a:gd name="connsiteY49" fmla="*/ 1294665 h 1733296"/>
                          <a:gd name="connsiteX50" fmla="*/ 81513 w 629692"/>
                          <a:gd name="connsiteY50" fmla="*/ 1308245 h 1733296"/>
                          <a:gd name="connsiteX51" fmla="*/ 76986 w 629692"/>
                          <a:gd name="connsiteY51" fmla="*/ 1326352 h 1733296"/>
                          <a:gd name="connsiteX52" fmla="*/ 58879 w 629692"/>
                          <a:gd name="connsiteY52" fmla="*/ 1348986 h 1733296"/>
                          <a:gd name="connsiteX53" fmla="*/ 49826 w 629692"/>
                          <a:gd name="connsiteY53" fmla="*/ 1362566 h 1733296"/>
                          <a:gd name="connsiteX54" fmla="*/ 45299 w 629692"/>
                          <a:gd name="connsiteY54" fmla="*/ 1421413 h 1733296"/>
                          <a:gd name="connsiteX55" fmla="*/ 54353 w 629692"/>
                          <a:gd name="connsiteY55" fmla="*/ 1466681 h 1733296"/>
                          <a:gd name="connsiteX56" fmla="*/ 49826 w 629692"/>
                          <a:gd name="connsiteY56" fmla="*/ 1534582 h 1733296"/>
                          <a:gd name="connsiteX57" fmla="*/ 18139 w 629692"/>
                          <a:gd name="connsiteY57" fmla="*/ 1575322 h 1733296"/>
                          <a:gd name="connsiteX58" fmla="*/ 13612 w 629692"/>
                          <a:gd name="connsiteY58" fmla="*/ 1607009 h 1733296"/>
                          <a:gd name="connsiteX59" fmla="*/ 9085 w 629692"/>
                          <a:gd name="connsiteY59" fmla="*/ 1620590 h 1733296"/>
                          <a:gd name="connsiteX60" fmla="*/ 13612 w 629692"/>
                          <a:gd name="connsiteY60" fmla="*/ 1647750 h 1733296"/>
                          <a:gd name="connsiteX61" fmla="*/ 9085 w 629692"/>
                          <a:gd name="connsiteY61" fmla="*/ 1711124 h 1733296"/>
                          <a:gd name="connsiteX62" fmla="*/ 32 w 629692"/>
                          <a:gd name="connsiteY62" fmla="*/ 1724704 h 1733296"/>
                          <a:gd name="connsiteX0" fmla="*/ 525041 w 629295"/>
                          <a:gd name="connsiteY0" fmla="*/ 0 h 1733296"/>
                          <a:gd name="connsiteX1" fmla="*/ 593746 w 629295"/>
                          <a:gd name="connsiteY1" fmla="*/ 40738 h 1733296"/>
                          <a:gd name="connsiteX2" fmla="*/ 629281 w 629295"/>
                          <a:gd name="connsiteY2" fmla="*/ 72429 h 1733296"/>
                          <a:gd name="connsiteX3" fmla="*/ 588507 w 629295"/>
                          <a:gd name="connsiteY3" fmla="*/ 135821 h 1733296"/>
                          <a:gd name="connsiteX4" fmla="*/ 534186 w 629295"/>
                          <a:gd name="connsiteY4" fmla="*/ 149401 h 1733296"/>
                          <a:gd name="connsiteX5" fmla="*/ 538713 w 629295"/>
                          <a:gd name="connsiteY5" fmla="*/ 185615 h 1733296"/>
                          <a:gd name="connsiteX6" fmla="*/ 547767 w 629295"/>
                          <a:gd name="connsiteY6" fmla="*/ 217302 h 1733296"/>
                          <a:gd name="connsiteX7" fmla="*/ 538713 w 629295"/>
                          <a:gd name="connsiteY7" fmla="*/ 239936 h 1733296"/>
                          <a:gd name="connsiteX8" fmla="*/ 511553 w 629295"/>
                          <a:gd name="connsiteY8" fmla="*/ 253516 h 1733296"/>
                          <a:gd name="connsiteX9" fmla="*/ 479866 w 629295"/>
                          <a:gd name="connsiteY9" fmla="*/ 258043 h 1733296"/>
                          <a:gd name="connsiteX10" fmla="*/ 457232 w 629295"/>
                          <a:gd name="connsiteY10" fmla="*/ 262570 h 1733296"/>
                          <a:gd name="connsiteX11" fmla="*/ 439125 w 629295"/>
                          <a:gd name="connsiteY11" fmla="*/ 294257 h 1733296"/>
                          <a:gd name="connsiteX12" fmla="*/ 434598 w 629295"/>
                          <a:gd name="connsiteY12" fmla="*/ 307837 h 1733296"/>
                          <a:gd name="connsiteX13" fmla="*/ 416491 w 629295"/>
                          <a:gd name="connsiteY13" fmla="*/ 325944 h 1733296"/>
                          <a:gd name="connsiteX14" fmla="*/ 416491 w 629295"/>
                          <a:gd name="connsiteY14" fmla="*/ 380265 h 1733296"/>
                          <a:gd name="connsiteX15" fmla="*/ 398384 w 629295"/>
                          <a:gd name="connsiteY15" fmla="*/ 384792 h 1733296"/>
                          <a:gd name="connsiteX16" fmla="*/ 321430 w 629295"/>
                          <a:gd name="connsiteY16" fmla="*/ 393845 h 1733296"/>
                          <a:gd name="connsiteX17" fmla="*/ 303323 w 629295"/>
                          <a:gd name="connsiteY17" fmla="*/ 407425 h 1733296"/>
                          <a:gd name="connsiteX18" fmla="*/ 289743 w 629295"/>
                          <a:gd name="connsiteY18" fmla="*/ 416479 h 1733296"/>
                          <a:gd name="connsiteX19" fmla="*/ 285216 w 629295"/>
                          <a:gd name="connsiteY19" fmla="*/ 430059 h 1733296"/>
                          <a:gd name="connsiteX20" fmla="*/ 276163 w 629295"/>
                          <a:gd name="connsiteY20" fmla="*/ 475326 h 1733296"/>
                          <a:gd name="connsiteX21" fmla="*/ 271636 w 629295"/>
                          <a:gd name="connsiteY21" fmla="*/ 488906 h 1733296"/>
                          <a:gd name="connsiteX22" fmla="*/ 190155 w 629295"/>
                          <a:gd name="connsiteY22" fmla="*/ 507013 h 1733296"/>
                          <a:gd name="connsiteX23" fmla="*/ 176575 w 629295"/>
                          <a:gd name="connsiteY23" fmla="*/ 529647 h 1733296"/>
                          <a:gd name="connsiteX24" fmla="*/ 167521 w 629295"/>
                          <a:gd name="connsiteY24" fmla="*/ 538700 h 1733296"/>
                          <a:gd name="connsiteX25" fmla="*/ 162994 w 629295"/>
                          <a:gd name="connsiteY25" fmla="*/ 552281 h 1733296"/>
                          <a:gd name="connsiteX26" fmla="*/ 153941 w 629295"/>
                          <a:gd name="connsiteY26" fmla="*/ 565861 h 1733296"/>
                          <a:gd name="connsiteX27" fmla="*/ 149414 w 629295"/>
                          <a:gd name="connsiteY27" fmla="*/ 588495 h 1733296"/>
                          <a:gd name="connsiteX28" fmla="*/ 140361 w 629295"/>
                          <a:gd name="connsiteY28" fmla="*/ 660922 h 1733296"/>
                          <a:gd name="connsiteX29" fmla="*/ 131307 w 629295"/>
                          <a:gd name="connsiteY29" fmla="*/ 669976 h 1733296"/>
                          <a:gd name="connsiteX30" fmla="*/ 113200 w 629295"/>
                          <a:gd name="connsiteY30" fmla="*/ 692609 h 1733296"/>
                          <a:gd name="connsiteX31" fmla="*/ 108674 w 629295"/>
                          <a:gd name="connsiteY31" fmla="*/ 706190 h 1733296"/>
                          <a:gd name="connsiteX32" fmla="*/ 99620 w 629295"/>
                          <a:gd name="connsiteY32" fmla="*/ 715243 h 1733296"/>
                          <a:gd name="connsiteX33" fmla="*/ 104147 w 629295"/>
                          <a:gd name="connsiteY33" fmla="*/ 810304 h 1733296"/>
                          <a:gd name="connsiteX34" fmla="*/ 108674 w 629295"/>
                          <a:gd name="connsiteY34" fmla="*/ 828411 h 1733296"/>
                          <a:gd name="connsiteX35" fmla="*/ 117727 w 629295"/>
                          <a:gd name="connsiteY35" fmla="*/ 855572 h 1733296"/>
                          <a:gd name="connsiteX36" fmla="*/ 113200 w 629295"/>
                          <a:gd name="connsiteY36" fmla="*/ 891786 h 1733296"/>
                          <a:gd name="connsiteX37" fmla="*/ 104147 w 629295"/>
                          <a:gd name="connsiteY37" fmla="*/ 909893 h 1733296"/>
                          <a:gd name="connsiteX38" fmla="*/ 86040 w 629295"/>
                          <a:gd name="connsiteY38" fmla="*/ 932526 h 1733296"/>
                          <a:gd name="connsiteX39" fmla="*/ 81513 w 629295"/>
                          <a:gd name="connsiteY39" fmla="*/ 946106 h 1733296"/>
                          <a:gd name="connsiteX40" fmla="*/ 72460 w 629295"/>
                          <a:gd name="connsiteY40" fmla="*/ 991374 h 1733296"/>
                          <a:gd name="connsiteX41" fmla="*/ 86040 w 629295"/>
                          <a:gd name="connsiteY41" fmla="*/ 1050221 h 1733296"/>
                          <a:gd name="connsiteX42" fmla="*/ 90567 w 629295"/>
                          <a:gd name="connsiteY42" fmla="*/ 1063801 h 1733296"/>
                          <a:gd name="connsiteX43" fmla="*/ 86040 w 629295"/>
                          <a:gd name="connsiteY43" fmla="*/ 1118122 h 1733296"/>
                          <a:gd name="connsiteX44" fmla="*/ 76986 w 629295"/>
                          <a:gd name="connsiteY44" fmla="*/ 1127176 h 1733296"/>
                          <a:gd name="connsiteX45" fmla="*/ 63406 w 629295"/>
                          <a:gd name="connsiteY45" fmla="*/ 1154336 h 1733296"/>
                          <a:gd name="connsiteX46" fmla="*/ 67933 w 629295"/>
                          <a:gd name="connsiteY46" fmla="*/ 1258451 h 1733296"/>
                          <a:gd name="connsiteX47" fmla="*/ 72460 w 629295"/>
                          <a:gd name="connsiteY47" fmla="*/ 1272031 h 1733296"/>
                          <a:gd name="connsiteX48" fmla="*/ 81513 w 629295"/>
                          <a:gd name="connsiteY48" fmla="*/ 1281085 h 1733296"/>
                          <a:gd name="connsiteX49" fmla="*/ 86040 w 629295"/>
                          <a:gd name="connsiteY49" fmla="*/ 1294665 h 1733296"/>
                          <a:gd name="connsiteX50" fmla="*/ 81513 w 629295"/>
                          <a:gd name="connsiteY50" fmla="*/ 1308245 h 1733296"/>
                          <a:gd name="connsiteX51" fmla="*/ 76986 w 629295"/>
                          <a:gd name="connsiteY51" fmla="*/ 1326352 h 1733296"/>
                          <a:gd name="connsiteX52" fmla="*/ 58879 w 629295"/>
                          <a:gd name="connsiteY52" fmla="*/ 1348986 h 1733296"/>
                          <a:gd name="connsiteX53" fmla="*/ 49826 w 629295"/>
                          <a:gd name="connsiteY53" fmla="*/ 1362566 h 1733296"/>
                          <a:gd name="connsiteX54" fmla="*/ 45299 w 629295"/>
                          <a:gd name="connsiteY54" fmla="*/ 1421413 h 1733296"/>
                          <a:gd name="connsiteX55" fmla="*/ 54353 w 629295"/>
                          <a:gd name="connsiteY55" fmla="*/ 1466681 h 1733296"/>
                          <a:gd name="connsiteX56" fmla="*/ 49826 w 629295"/>
                          <a:gd name="connsiteY56" fmla="*/ 1534582 h 1733296"/>
                          <a:gd name="connsiteX57" fmla="*/ 18139 w 629295"/>
                          <a:gd name="connsiteY57" fmla="*/ 1575322 h 1733296"/>
                          <a:gd name="connsiteX58" fmla="*/ 13612 w 629295"/>
                          <a:gd name="connsiteY58" fmla="*/ 1607009 h 1733296"/>
                          <a:gd name="connsiteX59" fmla="*/ 9085 w 629295"/>
                          <a:gd name="connsiteY59" fmla="*/ 1620590 h 1733296"/>
                          <a:gd name="connsiteX60" fmla="*/ 13612 w 629295"/>
                          <a:gd name="connsiteY60" fmla="*/ 1647750 h 1733296"/>
                          <a:gd name="connsiteX61" fmla="*/ 9085 w 629295"/>
                          <a:gd name="connsiteY61" fmla="*/ 1711124 h 1733296"/>
                          <a:gd name="connsiteX62" fmla="*/ 32 w 629295"/>
                          <a:gd name="connsiteY62" fmla="*/ 1724704 h 1733296"/>
                          <a:gd name="connsiteX0" fmla="*/ 525041 w 620238"/>
                          <a:gd name="connsiteY0" fmla="*/ 0 h 1733296"/>
                          <a:gd name="connsiteX1" fmla="*/ 593746 w 620238"/>
                          <a:gd name="connsiteY1" fmla="*/ 40738 h 1733296"/>
                          <a:gd name="connsiteX2" fmla="*/ 620219 w 620238"/>
                          <a:gd name="connsiteY2" fmla="*/ 76959 h 1733296"/>
                          <a:gd name="connsiteX3" fmla="*/ 588507 w 620238"/>
                          <a:gd name="connsiteY3" fmla="*/ 135821 h 1733296"/>
                          <a:gd name="connsiteX4" fmla="*/ 534186 w 620238"/>
                          <a:gd name="connsiteY4" fmla="*/ 149401 h 1733296"/>
                          <a:gd name="connsiteX5" fmla="*/ 538713 w 620238"/>
                          <a:gd name="connsiteY5" fmla="*/ 185615 h 1733296"/>
                          <a:gd name="connsiteX6" fmla="*/ 547767 w 620238"/>
                          <a:gd name="connsiteY6" fmla="*/ 217302 h 1733296"/>
                          <a:gd name="connsiteX7" fmla="*/ 538713 w 620238"/>
                          <a:gd name="connsiteY7" fmla="*/ 239936 h 1733296"/>
                          <a:gd name="connsiteX8" fmla="*/ 511553 w 620238"/>
                          <a:gd name="connsiteY8" fmla="*/ 253516 h 1733296"/>
                          <a:gd name="connsiteX9" fmla="*/ 479866 w 620238"/>
                          <a:gd name="connsiteY9" fmla="*/ 258043 h 1733296"/>
                          <a:gd name="connsiteX10" fmla="*/ 457232 w 620238"/>
                          <a:gd name="connsiteY10" fmla="*/ 262570 h 1733296"/>
                          <a:gd name="connsiteX11" fmla="*/ 439125 w 620238"/>
                          <a:gd name="connsiteY11" fmla="*/ 294257 h 1733296"/>
                          <a:gd name="connsiteX12" fmla="*/ 434598 w 620238"/>
                          <a:gd name="connsiteY12" fmla="*/ 307837 h 1733296"/>
                          <a:gd name="connsiteX13" fmla="*/ 416491 w 620238"/>
                          <a:gd name="connsiteY13" fmla="*/ 325944 h 1733296"/>
                          <a:gd name="connsiteX14" fmla="*/ 416491 w 620238"/>
                          <a:gd name="connsiteY14" fmla="*/ 380265 h 1733296"/>
                          <a:gd name="connsiteX15" fmla="*/ 398384 w 620238"/>
                          <a:gd name="connsiteY15" fmla="*/ 384792 h 1733296"/>
                          <a:gd name="connsiteX16" fmla="*/ 321430 w 620238"/>
                          <a:gd name="connsiteY16" fmla="*/ 393845 h 1733296"/>
                          <a:gd name="connsiteX17" fmla="*/ 303323 w 620238"/>
                          <a:gd name="connsiteY17" fmla="*/ 407425 h 1733296"/>
                          <a:gd name="connsiteX18" fmla="*/ 289743 w 620238"/>
                          <a:gd name="connsiteY18" fmla="*/ 416479 h 1733296"/>
                          <a:gd name="connsiteX19" fmla="*/ 285216 w 620238"/>
                          <a:gd name="connsiteY19" fmla="*/ 430059 h 1733296"/>
                          <a:gd name="connsiteX20" fmla="*/ 276163 w 620238"/>
                          <a:gd name="connsiteY20" fmla="*/ 475326 h 1733296"/>
                          <a:gd name="connsiteX21" fmla="*/ 271636 w 620238"/>
                          <a:gd name="connsiteY21" fmla="*/ 488906 h 1733296"/>
                          <a:gd name="connsiteX22" fmla="*/ 190155 w 620238"/>
                          <a:gd name="connsiteY22" fmla="*/ 507013 h 1733296"/>
                          <a:gd name="connsiteX23" fmla="*/ 176575 w 620238"/>
                          <a:gd name="connsiteY23" fmla="*/ 529647 h 1733296"/>
                          <a:gd name="connsiteX24" fmla="*/ 167521 w 620238"/>
                          <a:gd name="connsiteY24" fmla="*/ 538700 h 1733296"/>
                          <a:gd name="connsiteX25" fmla="*/ 162994 w 620238"/>
                          <a:gd name="connsiteY25" fmla="*/ 552281 h 1733296"/>
                          <a:gd name="connsiteX26" fmla="*/ 153941 w 620238"/>
                          <a:gd name="connsiteY26" fmla="*/ 565861 h 1733296"/>
                          <a:gd name="connsiteX27" fmla="*/ 149414 w 620238"/>
                          <a:gd name="connsiteY27" fmla="*/ 588495 h 1733296"/>
                          <a:gd name="connsiteX28" fmla="*/ 140361 w 620238"/>
                          <a:gd name="connsiteY28" fmla="*/ 660922 h 1733296"/>
                          <a:gd name="connsiteX29" fmla="*/ 131307 w 620238"/>
                          <a:gd name="connsiteY29" fmla="*/ 669976 h 1733296"/>
                          <a:gd name="connsiteX30" fmla="*/ 113200 w 620238"/>
                          <a:gd name="connsiteY30" fmla="*/ 692609 h 1733296"/>
                          <a:gd name="connsiteX31" fmla="*/ 108674 w 620238"/>
                          <a:gd name="connsiteY31" fmla="*/ 706190 h 1733296"/>
                          <a:gd name="connsiteX32" fmla="*/ 99620 w 620238"/>
                          <a:gd name="connsiteY32" fmla="*/ 715243 h 1733296"/>
                          <a:gd name="connsiteX33" fmla="*/ 104147 w 620238"/>
                          <a:gd name="connsiteY33" fmla="*/ 810304 h 1733296"/>
                          <a:gd name="connsiteX34" fmla="*/ 108674 w 620238"/>
                          <a:gd name="connsiteY34" fmla="*/ 828411 h 1733296"/>
                          <a:gd name="connsiteX35" fmla="*/ 117727 w 620238"/>
                          <a:gd name="connsiteY35" fmla="*/ 855572 h 1733296"/>
                          <a:gd name="connsiteX36" fmla="*/ 113200 w 620238"/>
                          <a:gd name="connsiteY36" fmla="*/ 891786 h 1733296"/>
                          <a:gd name="connsiteX37" fmla="*/ 104147 w 620238"/>
                          <a:gd name="connsiteY37" fmla="*/ 909893 h 1733296"/>
                          <a:gd name="connsiteX38" fmla="*/ 86040 w 620238"/>
                          <a:gd name="connsiteY38" fmla="*/ 932526 h 1733296"/>
                          <a:gd name="connsiteX39" fmla="*/ 81513 w 620238"/>
                          <a:gd name="connsiteY39" fmla="*/ 946106 h 1733296"/>
                          <a:gd name="connsiteX40" fmla="*/ 72460 w 620238"/>
                          <a:gd name="connsiteY40" fmla="*/ 991374 h 1733296"/>
                          <a:gd name="connsiteX41" fmla="*/ 86040 w 620238"/>
                          <a:gd name="connsiteY41" fmla="*/ 1050221 h 1733296"/>
                          <a:gd name="connsiteX42" fmla="*/ 90567 w 620238"/>
                          <a:gd name="connsiteY42" fmla="*/ 1063801 h 1733296"/>
                          <a:gd name="connsiteX43" fmla="*/ 86040 w 620238"/>
                          <a:gd name="connsiteY43" fmla="*/ 1118122 h 1733296"/>
                          <a:gd name="connsiteX44" fmla="*/ 76986 w 620238"/>
                          <a:gd name="connsiteY44" fmla="*/ 1127176 h 1733296"/>
                          <a:gd name="connsiteX45" fmla="*/ 63406 w 620238"/>
                          <a:gd name="connsiteY45" fmla="*/ 1154336 h 1733296"/>
                          <a:gd name="connsiteX46" fmla="*/ 67933 w 620238"/>
                          <a:gd name="connsiteY46" fmla="*/ 1258451 h 1733296"/>
                          <a:gd name="connsiteX47" fmla="*/ 72460 w 620238"/>
                          <a:gd name="connsiteY47" fmla="*/ 1272031 h 1733296"/>
                          <a:gd name="connsiteX48" fmla="*/ 81513 w 620238"/>
                          <a:gd name="connsiteY48" fmla="*/ 1281085 h 1733296"/>
                          <a:gd name="connsiteX49" fmla="*/ 86040 w 620238"/>
                          <a:gd name="connsiteY49" fmla="*/ 1294665 h 1733296"/>
                          <a:gd name="connsiteX50" fmla="*/ 81513 w 620238"/>
                          <a:gd name="connsiteY50" fmla="*/ 1308245 h 1733296"/>
                          <a:gd name="connsiteX51" fmla="*/ 76986 w 620238"/>
                          <a:gd name="connsiteY51" fmla="*/ 1326352 h 1733296"/>
                          <a:gd name="connsiteX52" fmla="*/ 58879 w 620238"/>
                          <a:gd name="connsiteY52" fmla="*/ 1348986 h 1733296"/>
                          <a:gd name="connsiteX53" fmla="*/ 49826 w 620238"/>
                          <a:gd name="connsiteY53" fmla="*/ 1362566 h 1733296"/>
                          <a:gd name="connsiteX54" fmla="*/ 45299 w 620238"/>
                          <a:gd name="connsiteY54" fmla="*/ 1421413 h 1733296"/>
                          <a:gd name="connsiteX55" fmla="*/ 54353 w 620238"/>
                          <a:gd name="connsiteY55" fmla="*/ 1466681 h 1733296"/>
                          <a:gd name="connsiteX56" fmla="*/ 49826 w 620238"/>
                          <a:gd name="connsiteY56" fmla="*/ 1534582 h 1733296"/>
                          <a:gd name="connsiteX57" fmla="*/ 18139 w 620238"/>
                          <a:gd name="connsiteY57" fmla="*/ 1575322 h 1733296"/>
                          <a:gd name="connsiteX58" fmla="*/ 13612 w 620238"/>
                          <a:gd name="connsiteY58" fmla="*/ 1607009 h 1733296"/>
                          <a:gd name="connsiteX59" fmla="*/ 9085 w 620238"/>
                          <a:gd name="connsiteY59" fmla="*/ 1620590 h 1733296"/>
                          <a:gd name="connsiteX60" fmla="*/ 13612 w 620238"/>
                          <a:gd name="connsiteY60" fmla="*/ 1647750 h 1733296"/>
                          <a:gd name="connsiteX61" fmla="*/ 9085 w 620238"/>
                          <a:gd name="connsiteY61" fmla="*/ 1711124 h 1733296"/>
                          <a:gd name="connsiteX62" fmla="*/ 32 w 620238"/>
                          <a:gd name="connsiteY62" fmla="*/ 1724704 h 1733296"/>
                          <a:gd name="connsiteX0" fmla="*/ 563809 w 620238"/>
                          <a:gd name="connsiteY0" fmla="*/ 0 h 1779042"/>
                          <a:gd name="connsiteX1" fmla="*/ 593746 w 620238"/>
                          <a:gd name="connsiteY1" fmla="*/ 86484 h 1779042"/>
                          <a:gd name="connsiteX2" fmla="*/ 620219 w 620238"/>
                          <a:gd name="connsiteY2" fmla="*/ 122705 h 1779042"/>
                          <a:gd name="connsiteX3" fmla="*/ 588507 w 620238"/>
                          <a:gd name="connsiteY3" fmla="*/ 181567 h 1779042"/>
                          <a:gd name="connsiteX4" fmla="*/ 534186 w 620238"/>
                          <a:gd name="connsiteY4" fmla="*/ 195147 h 1779042"/>
                          <a:gd name="connsiteX5" fmla="*/ 538713 w 620238"/>
                          <a:gd name="connsiteY5" fmla="*/ 231361 h 1779042"/>
                          <a:gd name="connsiteX6" fmla="*/ 547767 w 620238"/>
                          <a:gd name="connsiteY6" fmla="*/ 263048 h 1779042"/>
                          <a:gd name="connsiteX7" fmla="*/ 538713 w 620238"/>
                          <a:gd name="connsiteY7" fmla="*/ 285682 h 1779042"/>
                          <a:gd name="connsiteX8" fmla="*/ 511553 w 620238"/>
                          <a:gd name="connsiteY8" fmla="*/ 299262 h 1779042"/>
                          <a:gd name="connsiteX9" fmla="*/ 479866 w 620238"/>
                          <a:gd name="connsiteY9" fmla="*/ 303789 h 1779042"/>
                          <a:gd name="connsiteX10" fmla="*/ 457232 w 620238"/>
                          <a:gd name="connsiteY10" fmla="*/ 308316 h 1779042"/>
                          <a:gd name="connsiteX11" fmla="*/ 439125 w 620238"/>
                          <a:gd name="connsiteY11" fmla="*/ 340003 h 1779042"/>
                          <a:gd name="connsiteX12" fmla="*/ 434598 w 620238"/>
                          <a:gd name="connsiteY12" fmla="*/ 353583 h 1779042"/>
                          <a:gd name="connsiteX13" fmla="*/ 416491 w 620238"/>
                          <a:gd name="connsiteY13" fmla="*/ 371690 h 1779042"/>
                          <a:gd name="connsiteX14" fmla="*/ 416491 w 620238"/>
                          <a:gd name="connsiteY14" fmla="*/ 426011 h 1779042"/>
                          <a:gd name="connsiteX15" fmla="*/ 398384 w 620238"/>
                          <a:gd name="connsiteY15" fmla="*/ 430538 h 1779042"/>
                          <a:gd name="connsiteX16" fmla="*/ 321430 w 620238"/>
                          <a:gd name="connsiteY16" fmla="*/ 439591 h 1779042"/>
                          <a:gd name="connsiteX17" fmla="*/ 303323 w 620238"/>
                          <a:gd name="connsiteY17" fmla="*/ 453171 h 1779042"/>
                          <a:gd name="connsiteX18" fmla="*/ 289743 w 620238"/>
                          <a:gd name="connsiteY18" fmla="*/ 462225 h 1779042"/>
                          <a:gd name="connsiteX19" fmla="*/ 285216 w 620238"/>
                          <a:gd name="connsiteY19" fmla="*/ 475805 h 1779042"/>
                          <a:gd name="connsiteX20" fmla="*/ 276163 w 620238"/>
                          <a:gd name="connsiteY20" fmla="*/ 521072 h 1779042"/>
                          <a:gd name="connsiteX21" fmla="*/ 271636 w 620238"/>
                          <a:gd name="connsiteY21" fmla="*/ 534652 h 1779042"/>
                          <a:gd name="connsiteX22" fmla="*/ 190155 w 620238"/>
                          <a:gd name="connsiteY22" fmla="*/ 552759 h 1779042"/>
                          <a:gd name="connsiteX23" fmla="*/ 176575 w 620238"/>
                          <a:gd name="connsiteY23" fmla="*/ 575393 h 1779042"/>
                          <a:gd name="connsiteX24" fmla="*/ 167521 w 620238"/>
                          <a:gd name="connsiteY24" fmla="*/ 584446 h 1779042"/>
                          <a:gd name="connsiteX25" fmla="*/ 162994 w 620238"/>
                          <a:gd name="connsiteY25" fmla="*/ 598027 h 1779042"/>
                          <a:gd name="connsiteX26" fmla="*/ 153941 w 620238"/>
                          <a:gd name="connsiteY26" fmla="*/ 611607 h 1779042"/>
                          <a:gd name="connsiteX27" fmla="*/ 149414 w 620238"/>
                          <a:gd name="connsiteY27" fmla="*/ 634241 h 1779042"/>
                          <a:gd name="connsiteX28" fmla="*/ 140361 w 620238"/>
                          <a:gd name="connsiteY28" fmla="*/ 706668 h 1779042"/>
                          <a:gd name="connsiteX29" fmla="*/ 131307 w 620238"/>
                          <a:gd name="connsiteY29" fmla="*/ 715722 h 1779042"/>
                          <a:gd name="connsiteX30" fmla="*/ 113200 w 620238"/>
                          <a:gd name="connsiteY30" fmla="*/ 738355 h 1779042"/>
                          <a:gd name="connsiteX31" fmla="*/ 108674 w 620238"/>
                          <a:gd name="connsiteY31" fmla="*/ 751936 h 1779042"/>
                          <a:gd name="connsiteX32" fmla="*/ 99620 w 620238"/>
                          <a:gd name="connsiteY32" fmla="*/ 760989 h 1779042"/>
                          <a:gd name="connsiteX33" fmla="*/ 104147 w 620238"/>
                          <a:gd name="connsiteY33" fmla="*/ 856050 h 1779042"/>
                          <a:gd name="connsiteX34" fmla="*/ 108674 w 620238"/>
                          <a:gd name="connsiteY34" fmla="*/ 874157 h 1779042"/>
                          <a:gd name="connsiteX35" fmla="*/ 117727 w 620238"/>
                          <a:gd name="connsiteY35" fmla="*/ 901318 h 1779042"/>
                          <a:gd name="connsiteX36" fmla="*/ 113200 w 620238"/>
                          <a:gd name="connsiteY36" fmla="*/ 937532 h 1779042"/>
                          <a:gd name="connsiteX37" fmla="*/ 104147 w 620238"/>
                          <a:gd name="connsiteY37" fmla="*/ 955639 h 1779042"/>
                          <a:gd name="connsiteX38" fmla="*/ 86040 w 620238"/>
                          <a:gd name="connsiteY38" fmla="*/ 978272 h 1779042"/>
                          <a:gd name="connsiteX39" fmla="*/ 81513 w 620238"/>
                          <a:gd name="connsiteY39" fmla="*/ 991852 h 1779042"/>
                          <a:gd name="connsiteX40" fmla="*/ 72460 w 620238"/>
                          <a:gd name="connsiteY40" fmla="*/ 1037120 h 1779042"/>
                          <a:gd name="connsiteX41" fmla="*/ 86040 w 620238"/>
                          <a:gd name="connsiteY41" fmla="*/ 1095967 h 1779042"/>
                          <a:gd name="connsiteX42" fmla="*/ 90567 w 620238"/>
                          <a:gd name="connsiteY42" fmla="*/ 1109547 h 1779042"/>
                          <a:gd name="connsiteX43" fmla="*/ 86040 w 620238"/>
                          <a:gd name="connsiteY43" fmla="*/ 1163868 h 1779042"/>
                          <a:gd name="connsiteX44" fmla="*/ 76986 w 620238"/>
                          <a:gd name="connsiteY44" fmla="*/ 1172922 h 1779042"/>
                          <a:gd name="connsiteX45" fmla="*/ 63406 w 620238"/>
                          <a:gd name="connsiteY45" fmla="*/ 1200082 h 1779042"/>
                          <a:gd name="connsiteX46" fmla="*/ 67933 w 620238"/>
                          <a:gd name="connsiteY46" fmla="*/ 1304197 h 1779042"/>
                          <a:gd name="connsiteX47" fmla="*/ 72460 w 620238"/>
                          <a:gd name="connsiteY47" fmla="*/ 1317777 h 1779042"/>
                          <a:gd name="connsiteX48" fmla="*/ 81513 w 620238"/>
                          <a:gd name="connsiteY48" fmla="*/ 1326831 h 1779042"/>
                          <a:gd name="connsiteX49" fmla="*/ 86040 w 620238"/>
                          <a:gd name="connsiteY49" fmla="*/ 1340411 h 1779042"/>
                          <a:gd name="connsiteX50" fmla="*/ 81513 w 620238"/>
                          <a:gd name="connsiteY50" fmla="*/ 1353991 h 1779042"/>
                          <a:gd name="connsiteX51" fmla="*/ 76986 w 620238"/>
                          <a:gd name="connsiteY51" fmla="*/ 1372098 h 1779042"/>
                          <a:gd name="connsiteX52" fmla="*/ 58879 w 620238"/>
                          <a:gd name="connsiteY52" fmla="*/ 1394732 h 1779042"/>
                          <a:gd name="connsiteX53" fmla="*/ 49826 w 620238"/>
                          <a:gd name="connsiteY53" fmla="*/ 1408312 h 1779042"/>
                          <a:gd name="connsiteX54" fmla="*/ 45299 w 620238"/>
                          <a:gd name="connsiteY54" fmla="*/ 1467159 h 1779042"/>
                          <a:gd name="connsiteX55" fmla="*/ 54353 w 620238"/>
                          <a:gd name="connsiteY55" fmla="*/ 1512427 h 1779042"/>
                          <a:gd name="connsiteX56" fmla="*/ 49826 w 620238"/>
                          <a:gd name="connsiteY56" fmla="*/ 1580328 h 1779042"/>
                          <a:gd name="connsiteX57" fmla="*/ 18139 w 620238"/>
                          <a:gd name="connsiteY57" fmla="*/ 1621068 h 1779042"/>
                          <a:gd name="connsiteX58" fmla="*/ 13612 w 620238"/>
                          <a:gd name="connsiteY58" fmla="*/ 1652755 h 1779042"/>
                          <a:gd name="connsiteX59" fmla="*/ 9085 w 620238"/>
                          <a:gd name="connsiteY59" fmla="*/ 1666336 h 1779042"/>
                          <a:gd name="connsiteX60" fmla="*/ 13612 w 620238"/>
                          <a:gd name="connsiteY60" fmla="*/ 1693496 h 1779042"/>
                          <a:gd name="connsiteX61" fmla="*/ 9085 w 620238"/>
                          <a:gd name="connsiteY61" fmla="*/ 1756870 h 1779042"/>
                          <a:gd name="connsiteX62" fmla="*/ 32 w 620238"/>
                          <a:gd name="connsiteY62" fmla="*/ 1770450 h 1779042"/>
                          <a:gd name="connsiteX0" fmla="*/ 563810 w 620238"/>
                          <a:gd name="connsiteY0" fmla="*/ 0 h 1779042"/>
                          <a:gd name="connsiteX1" fmla="*/ 593746 w 620238"/>
                          <a:gd name="connsiteY1" fmla="*/ 86484 h 1779042"/>
                          <a:gd name="connsiteX2" fmla="*/ 620219 w 620238"/>
                          <a:gd name="connsiteY2" fmla="*/ 122705 h 1779042"/>
                          <a:gd name="connsiteX3" fmla="*/ 588507 w 620238"/>
                          <a:gd name="connsiteY3" fmla="*/ 181567 h 1779042"/>
                          <a:gd name="connsiteX4" fmla="*/ 534186 w 620238"/>
                          <a:gd name="connsiteY4" fmla="*/ 195147 h 1779042"/>
                          <a:gd name="connsiteX5" fmla="*/ 538713 w 620238"/>
                          <a:gd name="connsiteY5" fmla="*/ 231361 h 1779042"/>
                          <a:gd name="connsiteX6" fmla="*/ 547767 w 620238"/>
                          <a:gd name="connsiteY6" fmla="*/ 263048 h 1779042"/>
                          <a:gd name="connsiteX7" fmla="*/ 538713 w 620238"/>
                          <a:gd name="connsiteY7" fmla="*/ 285682 h 1779042"/>
                          <a:gd name="connsiteX8" fmla="*/ 511553 w 620238"/>
                          <a:gd name="connsiteY8" fmla="*/ 299262 h 1779042"/>
                          <a:gd name="connsiteX9" fmla="*/ 479866 w 620238"/>
                          <a:gd name="connsiteY9" fmla="*/ 303789 h 1779042"/>
                          <a:gd name="connsiteX10" fmla="*/ 457232 w 620238"/>
                          <a:gd name="connsiteY10" fmla="*/ 308316 h 1779042"/>
                          <a:gd name="connsiteX11" fmla="*/ 439125 w 620238"/>
                          <a:gd name="connsiteY11" fmla="*/ 340003 h 1779042"/>
                          <a:gd name="connsiteX12" fmla="*/ 434598 w 620238"/>
                          <a:gd name="connsiteY12" fmla="*/ 353583 h 1779042"/>
                          <a:gd name="connsiteX13" fmla="*/ 416491 w 620238"/>
                          <a:gd name="connsiteY13" fmla="*/ 371690 h 1779042"/>
                          <a:gd name="connsiteX14" fmla="*/ 416491 w 620238"/>
                          <a:gd name="connsiteY14" fmla="*/ 426011 h 1779042"/>
                          <a:gd name="connsiteX15" fmla="*/ 398384 w 620238"/>
                          <a:gd name="connsiteY15" fmla="*/ 430538 h 1779042"/>
                          <a:gd name="connsiteX16" fmla="*/ 321430 w 620238"/>
                          <a:gd name="connsiteY16" fmla="*/ 439591 h 1779042"/>
                          <a:gd name="connsiteX17" fmla="*/ 303323 w 620238"/>
                          <a:gd name="connsiteY17" fmla="*/ 453171 h 1779042"/>
                          <a:gd name="connsiteX18" fmla="*/ 289743 w 620238"/>
                          <a:gd name="connsiteY18" fmla="*/ 462225 h 1779042"/>
                          <a:gd name="connsiteX19" fmla="*/ 285216 w 620238"/>
                          <a:gd name="connsiteY19" fmla="*/ 475805 h 1779042"/>
                          <a:gd name="connsiteX20" fmla="*/ 276163 w 620238"/>
                          <a:gd name="connsiteY20" fmla="*/ 521072 h 1779042"/>
                          <a:gd name="connsiteX21" fmla="*/ 271636 w 620238"/>
                          <a:gd name="connsiteY21" fmla="*/ 534652 h 1779042"/>
                          <a:gd name="connsiteX22" fmla="*/ 190155 w 620238"/>
                          <a:gd name="connsiteY22" fmla="*/ 552759 h 1779042"/>
                          <a:gd name="connsiteX23" fmla="*/ 176575 w 620238"/>
                          <a:gd name="connsiteY23" fmla="*/ 575393 h 1779042"/>
                          <a:gd name="connsiteX24" fmla="*/ 167521 w 620238"/>
                          <a:gd name="connsiteY24" fmla="*/ 584446 h 1779042"/>
                          <a:gd name="connsiteX25" fmla="*/ 162994 w 620238"/>
                          <a:gd name="connsiteY25" fmla="*/ 598027 h 1779042"/>
                          <a:gd name="connsiteX26" fmla="*/ 153941 w 620238"/>
                          <a:gd name="connsiteY26" fmla="*/ 611607 h 1779042"/>
                          <a:gd name="connsiteX27" fmla="*/ 149414 w 620238"/>
                          <a:gd name="connsiteY27" fmla="*/ 634241 h 1779042"/>
                          <a:gd name="connsiteX28" fmla="*/ 140361 w 620238"/>
                          <a:gd name="connsiteY28" fmla="*/ 706668 h 1779042"/>
                          <a:gd name="connsiteX29" fmla="*/ 131307 w 620238"/>
                          <a:gd name="connsiteY29" fmla="*/ 715722 h 1779042"/>
                          <a:gd name="connsiteX30" fmla="*/ 113200 w 620238"/>
                          <a:gd name="connsiteY30" fmla="*/ 738355 h 1779042"/>
                          <a:gd name="connsiteX31" fmla="*/ 108674 w 620238"/>
                          <a:gd name="connsiteY31" fmla="*/ 751936 h 1779042"/>
                          <a:gd name="connsiteX32" fmla="*/ 99620 w 620238"/>
                          <a:gd name="connsiteY32" fmla="*/ 760989 h 1779042"/>
                          <a:gd name="connsiteX33" fmla="*/ 104147 w 620238"/>
                          <a:gd name="connsiteY33" fmla="*/ 856050 h 1779042"/>
                          <a:gd name="connsiteX34" fmla="*/ 108674 w 620238"/>
                          <a:gd name="connsiteY34" fmla="*/ 874157 h 1779042"/>
                          <a:gd name="connsiteX35" fmla="*/ 117727 w 620238"/>
                          <a:gd name="connsiteY35" fmla="*/ 901318 h 1779042"/>
                          <a:gd name="connsiteX36" fmla="*/ 113200 w 620238"/>
                          <a:gd name="connsiteY36" fmla="*/ 937532 h 1779042"/>
                          <a:gd name="connsiteX37" fmla="*/ 104147 w 620238"/>
                          <a:gd name="connsiteY37" fmla="*/ 955639 h 1779042"/>
                          <a:gd name="connsiteX38" fmla="*/ 86040 w 620238"/>
                          <a:gd name="connsiteY38" fmla="*/ 978272 h 1779042"/>
                          <a:gd name="connsiteX39" fmla="*/ 81513 w 620238"/>
                          <a:gd name="connsiteY39" fmla="*/ 991852 h 1779042"/>
                          <a:gd name="connsiteX40" fmla="*/ 72460 w 620238"/>
                          <a:gd name="connsiteY40" fmla="*/ 1037120 h 1779042"/>
                          <a:gd name="connsiteX41" fmla="*/ 86040 w 620238"/>
                          <a:gd name="connsiteY41" fmla="*/ 1095967 h 1779042"/>
                          <a:gd name="connsiteX42" fmla="*/ 90567 w 620238"/>
                          <a:gd name="connsiteY42" fmla="*/ 1109547 h 1779042"/>
                          <a:gd name="connsiteX43" fmla="*/ 86040 w 620238"/>
                          <a:gd name="connsiteY43" fmla="*/ 1163868 h 1779042"/>
                          <a:gd name="connsiteX44" fmla="*/ 76986 w 620238"/>
                          <a:gd name="connsiteY44" fmla="*/ 1172922 h 1779042"/>
                          <a:gd name="connsiteX45" fmla="*/ 63406 w 620238"/>
                          <a:gd name="connsiteY45" fmla="*/ 1200082 h 1779042"/>
                          <a:gd name="connsiteX46" fmla="*/ 67933 w 620238"/>
                          <a:gd name="connsiteY46" fmla="*/ 1304197 h 1779042"/>
                          <a:gd name="connsiteX47" fmla="*/ 72460 w 620238"/>
                          <a:gd name="connsiteY47" fmla="*/ 1317777 h 1779042"/>
                          <a:gd name="connsiteX48" fmla="*/ 81513 w 620238"/>
                          <a:gd name="connsiteY48" fmla="*/ 1326831 h 1779042"/>
                          <a:gd name="connsiteX49" fmla="*/ 86040 w 620238"/>
                          <a:gd name="connsiteY49" fmla="*/ 1340411 h 1779042"/>
                          <a:gd name="connsiteX50" fmla="*/ 81513 w 620238"/>
                          <a:gd name="connsiteY50" fmla="*/ 1353991 h 1779042"/>
                          <a:gd name="connsiteX51" fmla="*/ 76986 w 620238"/>
                          <a:gd name="connsiteY51" fmla="*/ 1372098 h 1779042"/>
                          <a:gd name="connsiteX52" fmla="*/ 58879 w 620238"/>
                          <a:gd name="connsiteY52" fmla="*/ 1394732 h 1779042"/>
                          <a:gd name="connsiteX53" fmla="*/ 49826 w 620238"/>
                          <a:gd name="connsiteY53" fmla="*/ 1408312 h 1779042"/>
                          <a:gd name="connsiteX54" fmla="*/ 45299 w 620238"/>
                          <a:gd name="connsiteY54" fmla="*/ 1467159 h 1779042"/>
                          <a:gd name="connsiteX55" fmla="*/ 54353 w 620238"/>
                          <a:gd name="connsiteY55" fmla="*/ 1512427 h 1779042"/>
                          <a:gd name="connsiteX56" fmla="*/ 49826 w 620238"/>
                          <a:gd name="connsiteY56" fmla="*/ 1580328 h 1779042"/>
                          <a:gd name="connsiteX57" fmla="*/ 18139 w 620238"/>
                          <a:gd name="connsiteY57" fmla="*/ 1621068 h 1779042"/>
                          <a:gd name="connsiteX58" fmla="*/ 13612 w 620238"/>
                          <a:gd name="connsiteY58" fmla="*/ 1652755 h 1779042"/>
                          <a:gd name="connsiteX59" fmla="*/ 9085 w 620238"/>
                          <a:gd name="connsiteY59" fmla="*/ 1666336 h 1779042"/>
                          <a:gd name="connsiteX60" fmla="*/ 13612 w 620238"/>
                          <a:gd name="connsiteY60" fmla="*/ 1693496 h 1779042"/>
                          <a:gd name="connsiteX61" fmla="*/ 9085 w 620238"/>
                          <a:gd name="connsiteY61" fmla="*/ 1756870 h 1779042"/>
                          <a:gd name="connsiteX62" fmla="*/ 32 w 620238"/>
                          <a:gd name="connsiteY62" fmla="*/ 1770450 h 1779042"/>
                          <a:gd name="connsiteX0" fmla="*/ 593746 w 620238"/>
                          <a:gd name="connsiteY0" fmla="*/ 0 h 1692558"/>
                          <a:gd name="connsiteX1" fmla="*/ 620219 w 620238"/>
                          <a:gd name="connsiteY1" fmla="*/ 36221 h 1692558"/>
                          <a:gd name="connsiteX2" fmla="*/ 588507 w 620238"/>
                          <a:gd name="connsiteY2" fmla="*/ 95083 h 1692558"/>
                          <a:gd name="connsiteX3" fmla="*/ 534186 w 620238"/>
                          <a:gd name="connsiteY3" fmla="*/ 108663 h 1692558"/>
                          <a:gd name="connsiteX4" fmla="*/ 538713 w 620238"/>
                          <a:gd name="connsiteY4" fmla="*/ 144877 h 1692558"/>
                          <a:gd name="connsiteX5" fmla="*/ 547767 w 620238"/>
                          <a:gd name="connsiteY5" fmla="*/ 176564 h 1692558"/>
                          <a:gd name="connsiteX6" fmla="*/ 538713 w 620238"/>
                          <a:gd name="connsiteY6" fmla="*/ 199198 h 1692558"/>
                          <a:gd name="connsiteX7" fmla="*/ 511553 w 620238"/>
                          <a:gd name="connsiteY7" fmla="*/ 212778 h 1692558"/>
                          <a:gd name="connsiteX8" fmla="*/ 479866 w 620238"/>
                          <a:gd name="connsiteY8" fmla="*/ 217305 h 1692558"/>
                          <a:gd name="connsiteX9" fmla="*/ 457232 w 620238"/>
                          <a:gd name="connsiteY9" fmla="*/ 221832 h 1692558"/>
                          <a:gd name="connsiteX10" fmla="*/ 439125 w 620238"/>
                          <a:gd name="connsiteY10" fmla="*/ 253519 h 1692558"/>
                          <a:gd name="connsiteX11" fmla="*/ 434598 w 620238"/>
                          <a:gd name="connsiteY11" fmla="*/ 267099 h 1692558"/>
                          <a:gd name="connsiteX12" fmla="*/ 416491 w 620238"/>
                          <a:gd name="connsiteY12" fmla="*/ 285206 h 1692558"/>
                          <a:gd name="connsiteX13" fmla="*/ 416491 w 620238"/>
                          <a:gd name="connsiteY13" fmla="*/ 339527 h 1692558"/>
                          <a:gd name="connsiteX14" fmla="*/ 398384 w 620238"/>
                          <a:gd name="connsiteY14" fmla="*/ 344054 h 1692558"/>
                          <a:gd name="connsiteX15" fmla="*/ 321430 w 620238"/>
                          <a:gd name="connsiteY15" fmla="*/ 353107 h 1692558"/>
                          <a:gd name="connsiteX16" fmla="*/ 303323 w 620238"/>
                          <a:gd name="connsiteY16" fmla="*/ 366687 h 1692558"/>
                          <a:gd name="connsiteX17" fmla="*/ 289743 w 620238"/>
                          <a:gd name="connsiteY17" fmla="*/ 375741 h 1692558"/>
                          <a:gd name="connsiteX18" fmla="*/ 285216 w 620238"/>
                          <a:gd name="connsiteY18" fmla="*/ 389321 h 1692558"/>
                          <a:gd name="connsiteX19" fmla="*/ 276163 w 620238"/>
                          <a:gd name="connsiteY19" fmla="*/ 434588 h 1692558"/>
                          <a:gd name="connsiteX20" fmla="*/ 271636 w 620238"/>
                          <a:gd name="connsiteY20" fmla="*/ 448168 h 1692558"/>
                          <a:gd name="connsiteX21" fmla="*/ 190155 w 620238"/>
                          <a:gd name="connsiteY21" fmla="*/ 466275 h 1692558"/>
                          <a:gd name="connsiteX22" fmla="*/ 176575 w 620238"/>
                          <a:gd name="connsiteY22" fmla="*/ 488909 h 1692558"/>
                          <a:gd name="connsiteX23" fmla="*/ 167521 w 620238"/>
                          <a:gd name="connsiteY23" fmla="*/ 497962 h 1692558"/>
                          <a:gd name="connsiteX24" fmla="*/ 162994 w 620238"/>
                          <a:gd name="connsiteY24" fmla="*/ 511543 h 1692558"/>
                          <a:gd name="connsiteX25" fmla="*/ 153941 w 620238"/>
                          <a:gd name="connsiteY25" fmla="*/ 525123 h 1692558"/>
                          <a:gd name="connsiteX26" fmla="*/ 149414 w 620238"/>
                          <a:gd name="connsiteY26" fmla="*/ 547757 h 1692558"/>
                          <a:gd name="connsiteX27" fmla="*/ 140361 w 620238"/>
                          <a:gd name="connsiteY27" fmla="*/ 620184 h 1692558"/>
                          <a:gd name="connsiteX28" fmla="*/ 131307 w 620238"/>
                          <a:gd name="connsiteY28" fmla="*/ 629238 h 1692558"/>
                          <a:gd name="connsiteX29" fmla="*/ 113200 w 620238"/>
                          <a:gd name="connsiteY29" fmla="*/ 651871 h 1692558"/>
                          <a:gd name="connsiteX30" fmla="*/ 108674 w 620238"/>
                          <a:gd name="connsiteY30" fmla="*/ 665452 h 1692558"/>
                          <a:gd name="connsiteX31" fmla="*/ 99620 w 620238"/>
                          <a:gd name="connsiteY31" fmla="*/ 674505 h 1692558"/>
                          <a:gd name="connsiteX32" fmla="*/ 104147 w 620238"/>
                          <a:gd name="connsiteY32" fmla="*/ 769566 h 1692558"/>
                          <a:gd name="connsiteX33" fmla="*/ 108674 w 620238"/>
                          <a:gd name="connsiteY33" fmla="*/ 787673 h 1692558"/>
                          <a:gd name="connsiteX34" fmla="*/ 117727 w 620238"/>
                          <a:gd name="connsiteY34" fmla="*/ 814834 h 1692558"/>
                          <a:gd name="connsiteX35" fmla="*/ 113200 w 620238"/>
                          <a:gd name="connsiteY35" fmla="*/ 851048 h 1692558"/>
                          <a:gd name="connsiteX36" fmla="*/ 104147 w 620238"/>
                          <a:gd name="connsiteY36" fmla="*/ 869155 h 1692558"/>
                          <a:gd name="connsiteX37" fmla="*/ 86040 w 620238"/>
                          <a:gd name="connsiteY37" fmla="*/ 891788 h 1692558"/>
                          <a:gd name="connsiteX38" fmla="*/ 81513 w 620238"/>
                          <a:gd name="connsiteY38" fmla="*/ 905368 h 1692558"/>
                          <a:gd name="connsiteX39" fmla="*/ 72460 w 620238"/>
                          <a:gd name="connsiteY39" fmla="*/ 950636 h 1692558"/>
                          <a:gd name="connsiteX40" fmla="*/ 86040 w 620238"/>
                          <a:gd name="connsiteY40" fmla="*/ 1009483 h 1692558"/>
                          <a:gd name="connsiteX41" fmla="*/ 90567 w 620238"/>
                          <a:gd name="connsiteY41" fmla="*/ 1023063 h 1692558"/>
                          <a:gd name="connsiteX42" fmla="*/ 86040 w 620238"/>
                          <a:gd name="connsiteY42" fmla="*/ 1077384 h 1692558"/>
                          <a:gd name="connsiteX43" fmla="*/ 76986 w 620238"/>
                          <a:gd name="connsiteY43" fmla="*/ 1086438 h 1692558"/>
                          <a:gd name="connsiteX44" fmla="*/ 63406 w 620238"/>
                          <a:gd name="connsiteY44" fmla="*/ 1113598 h 1692558"/>
                          <a:gd name="connsiteX45" fmla="*/ 67933 w 620238"/>
                          <a:gd name="connsiteY45" fmla="*/ 1217713 h 1692558"/>
                          <a:gd name="connsiteX46" fmla="*/ 72460 w 620238"/>
                          <a:gd name="connsiteY46" fmla="*/ 1231293 h 1692558"/>
                          <a:gd name="connsiteX47" fmla="*/ 81513 w 620238"/>
                          <a:gd name="connsiteY47" fmla="*/ 1240347 h 1692558"/>
                          <a:gd name="connsiteX48" fmla="*/ 86040 w 620238"/>
                          <a:gd name="connsiteY48" fmla="*/ 1253927 h 1692558"/>
                          <a:gd name="connsiteX49" fmla="*/ 81513 w 620238"/>
                          <a:gd name="connsiteY49" fmla="*/ 1267507 h 1692558"/>
                          <a:gd name="connsiteX50" fmla="*/ 76986 w 620238"/>
                          <a:gd name="connsiteY50" fmla="*/ 1285614 h 1692558"/>
                          <a:gd name="connsiteX51" fmla="*/ 58879 w 620238"/>
                          <a:gd name="connsiteY51" fmla="*/ 1308248 h 1692558"/>
                          <a:gd name="connsiteX52" fmla="*/ 49826 w 620238"/>
                          <a:gd name="connsiteY52" fmla="*/ 1321828 h 1692558"/>
                          <a:gd name="connsiteX53" fmla="*/ 45299 w 620238"/>
                          <a:gd name="connsiteY53" fmla="*/ 1380675 h 1692558"/>
                          <a:gd name="connsiteX54" fmla="*/ 54353 w 620238"/>
                          <a:gd name="connsiteY54" fmla="*/ 1425943 h 1692558"/>
                          <a:gd name="connsiteX55" fmla="*/ 49826 w 620238"/>
                          <a:gd name="connsiteY55" fmla="*/ 1493844 h 1692558"/>
                          <a:gd name="connsiteX56" fmla="*/ 18139 w 620238"/>
                          <a:gd name="connsiteY56" fmla="*/ 1534584 h 1692558"/>
                          <a:gd name="connsiteX57" fmla="*/ 13612 w 620238"/>
                          <a:gd name="connsiteY57" fmla="*/ 1566271 h 1692558"/>
                          <a:gd name="connsiteX58" fmla="*/ 9085 w 620238"/>
                          <a:gd name="connsiteY58" fmla="*/ 1579852 h 1692558"/>
                          <a:gd name="connsiteX59" fmla="*/ 13612 w 620238"/>
                          <a:gd name="connsiteY59" fmla="*/ 1607012 h 1692558"/>
                          <a:gd name="connsiteX60" fmla="*/ 9085 w 620238"/>
                          <a:gd name="connsiteY60" fmla="*/ 1670386 h 1692558"/>
                          <a:gd name="connsiteX61" fmla="*/ 32 w 620238"/>
                          <a:gd name="connsiteY61" fmla="*/ 1683966 h 169255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</a:cxnLst>
                        <a:rect l="l" t="t" r="r" b="b"/>
                        <a:pathLst>
                          <a:path w="620238" h="1692558">
                            <a:moveTo>
                              <a:pt x="593746" y="0"/>
                            </a:moveTo>
                            <a:cubicBezTo>
                              <a:pt x="592237" y="6036"/>
                              <a:pt x="621092" y="20374"/>
                              <a:pt x="620219" y="36221"/>
                            </a:cubicBezTo>
                            <a:cubicBezTo>
                              <a:pt x="619346" y="52068"/>
                              <a:pt x="602846" y="83009"/>
                              <a:pt x="588507" y="95083"/>
                            </a:cubicBezTo>
                            <a:cubicBezTo>
                              <a:pt x="574168" y="107157"/>
                              <a:pt x="560908" y="104210"/>
                              <a:pt x="534186" y="108663"/>
                            </a:cubicBezTo>
                            <a:cubicBezTo>
                              <a:pt x="535695" y="120734"/>
                              <a:pt x="536713" y="132877"/>
                              <a:pt x="538713" y="144877"/>
                            </a:cubicBezTo>
                            <a:cubicBezTo>
                              <a:pt x="540608" y="156245"/>
                              <a:pt x="544179" y="165800"/>
                              <a:pt x="547767" y="176564"/>
                            </a:cubicBezTo>
                            <a:cubicBezTo>
                              <a:pt x="544749" y="184109"/>
                              <a:pt x="542745" y="192143"/>
                              <a:pt x="538713" y="199198"/>
                            </a:cubicBezTo>
                            <a:cubicBezTo>
                              <a:pt x="532357" y="210321"/>
                              <a:pt x="523457" y="210614"/>
                              <a:pt x="511553" y="212778"/>
                            </a:cubicBezTo>
                            <a:cubicBezTo>
                              <a:pt x="501056" y="214687"/>
                              <a:pt x="490390" y="215551"/>
                              <a:pt x="479866" y="217305"/>
                            </a:cubicBezTo>
                            <a:cubicBezTo>
                              <a:pt x="472277" y="218570"/>
                              <a:pt x="464777" y="220323"/>
                              <a:pt x="457232" y="221832"/>
                            </a:cubicBezTo>
                            <a:cubicBezTo>
                              <a:pt x="447658" y="260127"/>
                              <a:pt x="460700" y="221157"/>
                              <a:pt x="439125" y="253519"/>
                            </a:cubicBezTo>
                            <a:cubicBezTo>
                              <a:pt x="436478" y="257489"/>
                              <a:pt x="437371" y="263216"/>
                              <a:pt x="434598" y="267099"/>
                            </a:cubicBezTo>
                            <a:cubicBezTo>
                              <a:pt x="429637" y="274045"/>
                              <a:pt x="416491" y="285206"/>
                              <a:pt x="416491" y="285206"/>
                            </a:cubicBezTo>
                            <a:cubicBezTo>
                              <a:pt x="417852" y="294734"/>
                              <a:pt x="426178" y="327902"/>
                              <a:pt x="416491" y="339527"/>
                            </a:cubicBezTo>
                            <a:cubicBezTo>
                              <a:pt x="412508" y="344306"/>
                              <a:pt x="404485" y="342834"/>
                              <a:pt x="398384" y="344054"/>
                            </a:cubicBezTo>
                            <a:cubicBezTo>
                              <a:pt x="368114" y="350108"/>
                              <a:pt x="356158" y="349950"/>
                              <a:pt x="321430" y="353107"/>
                            </a:cubicBezTo>
                            <a:cubicBezTo>
                              <a:pt x="315394" y="357634"/>
                              <a:pt x="309462" y="362302"/>
                              <a:pt x="303323" y="366687"/>
                            </a:cubicBezTo>
                            <a:cubicBezTo>
                              <a:pt x="298896" y="369849"/>
                              <a:pt x="293142" y="371493"/>
                              <a:pt x="289743" y="375741"/>
                            </a:cubicBezTo>
                            <a:cubicBezTo>
                              <a:pt x="286762" y="379467"/>
                              <a:pt x="286289" y="384672"/>
                              <a:pt x="285216" y="389321"/>
                            </a:cubicBezTo>
                            <a:cubicBezTo>
                              <a:pt x="281756" y="404315"/>
                              <a:pt x="279623" y="419594"/>
                              <a:pt x="276163" y="434588"/>
                            </a:cubicBezTo>
                            <a:cubicBezTo>
                              <a:pt x="275090" y="439237"/>
                              <a:pt x="275728" y="445713"/>
                              <a:pt x="271636" y="448168"/>
                            </a:cubicBezTo>
                            <a:cubicBezTo>
                              <a:pt x="247223" y="462816"/>
                              <a:pt x="217165" y="463274"/>
                              <a:pt x="190155" y="466275"/>
                            </a:cubicBezTo>
                            <a:cubicBezTo>
                              <a:pt x="167212" y="489218"/>
                              <a:pt x="194206" y="459524"/>
                              <a:pt x="176575" y="488909"/>
                            </a:cubicBezTo>
                            <a:cubicBezTo>
                              <a:pt x="174379" y="492569"/>
                              <a:pt x="170539" y="494944"/>
                              <a:pt x="167521" y="497962"/>
                            </a:cubicBezTo>
                            <a:cubicBezTo>
                              <a:pt x="166012" y="502489"/>
                              <a:pt x="165128" y="507275"/>
                              <a:pt x="162994" y="511543"/>
                            </a:cubicBezTo>
                            <a:cubicBezTo>
                              <a:pt x="160561" y="516409"/>
                              <a:pt x="155851" y="520029"/>
                              <a:pt x="153941" y="525123"/>
                            </a:cubicBezTo>
                            <a:cubicBezTo>
                              <a:pt x="151239" y="532327"/>
                              <a:pt x="150502" y="540140"/>
                              <a:pt x="149414" y="547757"/>
                            </a:cubicBezTo>
                            <a:cubicBezTo>
                              <a:pt x="145973" y="571843"/>
                              <a:pt x="145639" y="596433"/>
                              <a:pt x="140361" y="620184"/>
                            </a:cubicBezTo>
                            <a:cubicBezTo>
                              <a:pt x="139435" y="624350"/>
                              <a:pt x="133973" y="625905"/>
                              <a:pt x="131307" y="629238"/>
                            </a:cubicBezTo>
                            <a:cubicBezTo>
                              <a:pt x="108470" y="657784"/>
                              <a:pt x="135057" y="630016"/>
                              <a:pt x="113200" y="651871"/>
                            </a:cubicBezTo>
                            <a:cubicBezTo>
                              <a:pt x="111691" y="656398"/>
                              <a:pt x="111129" y="661360"/>
                              <a:pt x="108674" y="665452"/>
                            </a:cubicBezTo>
                            <a:cubicBezTo>
                              <a:pt x="106478" y="669112"/>
                              <a:pt x="99805" y="670241"/>
                              <a:pt x="99620" y="674505"/>
                            </a:cubicBezTo>
                            <a:cubicBezTo>
                              <a:pt x="98242" y="706198"/>
                              <a:pt x="101617" y="737944"/>
                              <a:pt x="104147" y="769566"/>
                            </a:cubicBezTo>
                            <a:cubicBezTo>
                              <a:pt x="104643" y="775768"/>
                              <a:pt x="106886" y="781714"/>
                              <a:pt x="108674" y="787673"/>
                            </a:cubicBezTo>
                            <a:cubicBezTo>
                              <a:pt x="111416" y="796814"/>
                              <a:pt x="117727" y="814834"/>
                              <a:pt x="117727" y="814834"/>
                            </a:cubicBezTo>
                            <a:cubicBezTo>
                              <a:pt x="116218" y="826905"/>
                              <a:pt x="116150" y="839246"/>
                              <a:pt x="113200" y="851048"/>
                            </a:cubicBezTo>
                            <a:cubicBezTo>
                              <a:pt x="111563" y="857595"/>
                              <a:pt x="107890" y="863540"/>
                              <a:pt x="104147" y="869155"/>
                            </a:cubicBezTo>
                            <a:cubicBezTo>
                              <a:pt x="87301" y="894424"/>
                              <a:pt x="102489" y="858890"/>
                              <a:pt x="86040" y="891788"/>
                            </a:cubicBezTo>
                            <a:cubicBezTo>
                              <a:pt x="83906" y="896056"/>
                              <a:pt x="82586" y="900719"/>
                              <a:pt x="81513" y="905368"/>
                            </a:cubicBezTo>
                            <a:cubicBezTo>
                              <a:pt x="78053" y="920362"/>
                              <a:pt x="75478" y="935547"/>
                              <a:pt x="72460" y="950636"/>
                            </a:cubicBezTo>
                            <a:cubicBezTo>
                              <a:pt x="78335" y="991770"/>
                              <a:pt x="73612" y="972201"/>
                              <a:pt x="86040" y="1009483"/>
                            </a:cubicBezTo>
                            <a:lnTo>
                              <a:pt x="90567" y="1023063"/>
                            </a:lnTo>
                            <a:cubicBezTo>
                              <a:pt x="89058" y="1041170"/>
                              <a:pt x="89847" y="1059618"/>
                              <a:pt x="86040" y="1077384"/>
                            </a:cubicBezTo>
                            <a:cubicBezTo>
                              <a:pt x="85146" y="1081557"/>
                              <a:pt x="79652" y="1083105"/>
                              <a:pt x="76986" y="1086438"/>
                            </a:cubicBezTo>
                            <a:cubicBezTo>
                              <a:pt x="66958" y="1098973"/>
                              <a:pt x="68187" y="1099256"/>
                              <a:pt x="63406" y="1113598"/>
                            </a:cubicBezTo>
                            <a:cubicBezTo>
                              <a:pt x="64915" y="1148303"/>
                              <a:pt x="65269" y="1183078"/>
                              <a:pt x="67933" y="1217713"/>
                            </a:cubicBezTo>
                            <a:cubicBezTo>
                              <a:pt x="68299" y="1222471"/>
                              <a:pt x="70005" y="1227201"/>
                              <a:pt x="72460" y="1231293"/>
                            </a:cubicBezTo>
                            <a:cubicBezTo>
                              <a:pt x="74656" y="1234953"/>
                              <a:pt x="78495" y="1237329"/>
                              <a:pt x="81513" y="1240347"/>
                            </a:cubicBezTo>
                            <a:cubicBezTo>
                              <a:pt x="83022" y="1244874"/>
                              <a:pt x="86040" y="1249155"/>
                              <a:pt x="86040" y="1253927"/>
                            </a:cubicBezTo>
                            <a:cubicBezTo>
                              <a:pt x="86040" y="1258699"/>
                              <a:pt x="82824" y="1262919"/>
                              <a:pt x="81513" y="1267507"/>
                            </a:cubicBezTo>
                            <a:cubicBezTo>
                              <a:pt x="79804" y="1273489"/>
                              <a:pt x="80007" y="1280175"/>
                              <a:pt x="76986" y="1285614"/>
                            </a:cubicBezTo>
                            <a:cubicBezTo>
                              <a:pt x="72294" y="1294060"/>
                              <a:pt x="64676" y="1300518"/>
                              <a:pt x="58879" y="1308248"/>
                            </a:cubicBezTo>
                            <a:cubicBezTo>
                              <a:pt x="55615" y="1312600"/>
                              <a:pt x="52844" y="1317301"/>
                              <a:pt x="49826" y="1321828"/>
                            </a:cubicBezTo>
                            <a:cubicBezTo>
                              <a:pt x="48317" y="1341444"/>
                              <a:pt x="45299" y="1361001"/>
                              <a:pt x="45299" y="1380675"/>
                            </a:cubicBezTo>
                            <a:cubicBezTo>
                              <a:pt x="45299" y="1401480"/>
                              <a:pt x="48778" y="1409219"/>
                              <a:pt x="54353" y="1425943"/>
                            </a:cubicBezTo>
                            <a:cubicBezTo>
                              <a:pt x="52844" y="1448577"/>
                              <a:pt x="55080" y="1471777"/>
                              <a:pt x="49826" y="1493844"/>
                            </a:cubicBezTo>
                            <a:cubicBezTo>
                              <a:pt x="46442" y="1508056"/>
                              <a:pt x="28661" y="1524062"/>
                              <a:pt x="18139" y="1534584"/>
                            </a:cubicBezTo>
                            <a:cubicBezTo>
                              <a:pt x="16630" y="1545146"/>
                              <a:pt x="15705" y="1555809"/>
                              <a:pt x="13612" y="1566271"/>
                            </a:cubicBezTo>
                            <a:cubicBezTo>
                              <a:pt x="12676" y="1570950"/>
                              <a:pt x="9085" y="1575080"/>
                              <a:pt x="9085" y="1579852"/>
                            </a:cubicBezTo>
                            <a:cubicBezTo>
                              <a:pt x="9085" y="1589030"/>
                              <a:pt x="12103" y="1597959"/>
                              <a:pt x="13612" y="1607012"/>
                            </a:cubicBezTo>
                            <a:cubicBezTo>
                              <a:pt x="12103" y="1628137"/>
                              <a:pt x="12988" y="1649570"/>
                              <a:pt x="9085" y="1670386"/>
                            </a:cubicBezTo>
                            <a:cubicBezTo>
                              <a:pt x="-1035" y="1724359"/>
                              <a:pt x="32" y="1659671"/>
                              <a:pt x="32" y="1683966"/>
                            </a:cubicBezTo>
                          </a:path>
                        </a:pathLst>
                      </a:custGeom>
                      <a:noFill/>
                      <a:ln w="5715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2DAA828" id="Freeform 67" o:spid="_x0000_s1026" style="position:absolute;margin-left:375.7pt;margin-top:-291.9pt;width:48.8pt;height:133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0238,1692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" path="m593746,v-1509,6036,27346,20374,26473,36221c619346,52068,602846,83009,588507,95083v-14339,12074,-27599,9127,-54321,13580c535695,120734,536713,132877,538713,144877v1895,11368,5466,20923,9054,31687c544749,184109,542745,192143,538713,199198v-6356,11123,-15256,11416,-27160,13580c501056,214687,490390,215551,479866,217305v-7589,1265,-15089,3018,-22634,4527c447658,260127,460700,221157,439125,253519v-2647,3970,-1754,9697,-4527,13580c429637,274045,416491,285206,416491,285206v1361,9528,9687,42696,,54321c412508,344306,404485,342834,398384,344054v-30270,6054,-42226,5896,-76954,9053c315394,357634,309462,362302,303323,366687v-4427,3162,-10181,4806,-13580,9054c286762,379467,286289,384672,285216,389321v-3460,14994,-5593,30273,-9053,45267c275090,439237,275728,445713,271636,448168v-24413,14648,-54471,15106,-81481,18107c167212,489218,194206,459524,176575,488909v-2196,3660,-6036,6035,-9054,9053c166012,502489,165128,507275,162994,511543v-2433,4866,-7143,8486,-9053,13580c151239,532327,150502,540140,149414,547757v-3441,24086,-3775,48676,-9053,72427c139435,624350,133973,625905,131307,629238v-22837,28546,3750,778,-18107,22633c111691,656398,111129,661360,108674,665452v-2196,3660,-8869,4789,-9054,9053c98242,706198,101617,737944,104147,769566v496,6202,2739,12148,4527,18107c111416,796814,117727,814834,117727,814834v-1509,12071,-1577,24412,-4527,36214c111563,857595,107890,863540,104147,869155v-16846,25269,-1658,-10265,-18107,22633c83906,896056,82586,900719,81513,905368v-3460,14994,-6035,30179,-9053,45268c78335,991770,73612,972201,86040,1009483r4527,13580c89058,1041170,89847,1059618,86040,1077384v-894,4173,-6388,5721,-9054,9054c66958,1098973,68187,1099256,63406,1113598v1509,34705,1863,69480,4527,104115c68299,1222471,70005,1227201,72460,1231293v2196,3660,6035,6036,9053,9054c83022,1244874,86040,1249155,86040,1253927v,4772,-3216,8992,-4527,13580c79804,1273489,80007,1280175,76986,1285614v-4692,8446,-12310,14904,-18107,22634c55615,1312600,52844,1317301,49826,1321828v-1509,19616,-4527,39173,-4527,58847c45299,1401480,48778,1409219,54353,1425943v-1509,22634,727,45834,-4527,67901c46442,1508056,28661,1524062,18139,1534584v-1509,10562,-2434,21225,-4527,31687c12676,1570950,9085,1575080,9085,1579852v,9178,3018,18107,4527,27160c12103,1628137,12988,1649570,9085,1670386,-1035,1724359,32,1659671,32,1683966e" filled="f" strokecolor="red" strokeweight="4.5pt">
              <v:stroke joinstyle="miter"/>
              <v:path arrowok="t" o:connecttype="custom" o:connectlocs="593288,0;619741,36200;588053,95027;533774,108599;538298,144792;547345,176461;538298,199081;511159,212653;479496,217178;456880,221702;438787,253371;434263,266943;416170,285039;416170,339328;398077,343853;321182,352900;303089,366472;289520,375521;284996,389093;275950,434334;271427,447906;190008,466002;176439,488623;167392,497670;162868,511243;153822,524816;149299,547436;140253,619821;131206,628870;113113,651489;108590,665062;99543,674110;104067,769115;108590,787212;117636,814357;113113,850550;104067,868646;85974,891266;81450,904838;72404,950079;85974,1008892;90497,1022464;85974,1076753;76927,1085802;63357,1112946;67881,1217000;72404,1230572;81450,1239621;85974,1253193;81450,1266765;76927,1284861;58834,1307482;49788,1321054;45264,1379867;54311,1425108;49788,1492969;18125,1533685;13602,1565354;9078,1578927;13602,1606071;9078,1669408;32,1682980" o:connectangles="0,0,0,0,0,0,0,0,0,0,0,0,0,0,0,0,0,0,0,0,0,0,0,0,0,0,0,0,0,0,0,0,0,0,0,0,0,0,0,0,0,0,0,0,0,0,0,0,0,0,0,0,0,0,0,0,0,0,0,0,0,0"/>
            </v:shape>
          </w:pict>
        </mc:Fallback>
      </mc:AlternateContent>
    </w:r>
    <w:r w:rsidR="009C69D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3328" behindDoc="0" locked="0" layoutInCell="1" allowOverlap="1">
              <wp:simplePos x="0" y="0"/>
              <wp:positionH relativeFrom="column">
                <wp:posOffset>1491616</wp:posOffset>
              </wp:positionH>
              <wp:positionV relativeFrom="paragraph">
                <wp:posOffset>-3461321</wp:posOffset>
              </wp:positionV>
              <wp:extent cx="78486" cy="56445"/>
              <wp:effectExtent l="0" t="0" r="17145" b="20320"/>
              <wp:wrapNone/>
              <wp:docPr id="73" name="Freeform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486" cy="56445"/>
                      </a:xfrm>
                      <a:custGeom>
                        <a:avLst/>
                        <a:gdLst>
                          <a:gd name="connsiteX0" fmla="*/ 4814 w 78486"/>
                          <a:gd name="connsiteY0" fmla="*/ 56445 h 56445"/>
                          <a:gd name="connsiteX1" fmla="*/ 481 w 78486"/>
                          <a:gd name="connsiteY1" fmla="*/ 34777 h 56445"/>
                          <a:gd name="connsiteX2" fmla="*/ 13481 w 78486"/>
                          <a:gd name="connsiteY2" fmla="*/ 26109 h 56445"/>
                          <a:gd name="connsiteX3" fmla="*/ 48151 w 78486"/>
                          <a:gd name="connsiteY3" fmla="*/ 21776 h 56445"/>
                          <a:gd name="connsiteX4" fmla="*/ 61152 w 78486"/>
                          <a:gd name="connsiteY4" fmla="*/ 108 h 56445"/>
                          <a:gd name="connsiteX5" fmla="*/ 69819 w 78486"/>
                          <a:gd name="connsiteY5" fmla="*/ 13108 h 56445"/>
                          <a:gd name="connsiteX6" fmla="*/ 78486 w 78486"/>
                          <a:gd name="connsiteY6" fmla="*/ 21776 h 5644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78486" h="56445">
                            <a:moveTo>
                              <a:pt x="4814" y="56445"/>
                            </a:moveTo>
                            <a:cubicBezTo>
                              <a:pt x="3370" y="49222"/>
                              <a:pt x="-1542" y="41859"/>
                              <a:pt x="481" y="34777"/>
                            </a:cubicBezTo>
                            <a:cubicBezTo>
                              <a:pt x="1912" y="29769"/>
                              <a:pt x="8456" y="27479"/>
                              <a:pt x="13481" y="26109"/>
                            </a:cubicBezTo>
                            <a:cubicBezTo>
                              <a:pt x="24717" y="23045"/>
                              <a:pt x="36594" y="23220"/>
                              <a:pt x="48151" y="21776"/>
                            </a:cubicBezTo>
                            <a:cubicBezTo>
                              <a:pt x="48661" y="20246"/>
                              <a:pt x="53829" y="-1722"/>
                              <a:pt x="61152" y="108"/>
                            </a:cubicBezTo>
                            <a:cubicBezTo>
                              <a:pt x="66205" y="1371"/>
                              <a:pt x="66566" y="9041"/>
                              <a:pt x="69819" y="13108"/>
                            </a:cubicBezTo>
                            <a:cubicBezTo>
                              <a:pt x="72371" y="16299"/>
                              <a:pt x="78486" y="21776"/>
                              <a:pt x="78486" y="21776"/>
                            </a:cubicBezTo>
                          </a:path>
                        </a:pathLst>
                      </a:custGeom>
                      <a:noFill/>
                      <a:ln w="19050">
                        <a:solidFill>
                          <a:srgbClr val="FFFF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3BA12611" id="Freeform 73" o:spid="_x0000_s1026" style="position:absolute;margin-left:117.45pt;margin-top:-272.55pt;width:6.2pt;height:4.4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486,56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" path="m4814,56445c3370,49222,-1542,41859,481,34777,1912,29769,8456,27479,13481,26109,24717,23045,36594,23220,48151,21776,48661,20246,53829,-1722,61152,108v5053,1263,5414,8933,8667,13000c72371,16299,78486,21776,78486,21776e" filled="f" strokecolor="yellow" strokeweight="1.5pt">
              <v:stroke joinstyle="miter"/>
              <v:path arrowok="t" o:connecttype="custom" o:connectlocs="4814,56445;481,34777;13481,26109;48151,21776;61152,108;69819,13108;78486,21776" o:connectangles="0,0,0,0,0,0,0"/>
            </v:shape>
          </w:pict>
        </mc:Fallback>
      </mc:AlternateContent>
    </w:r>
    <w:r w:rsidR="009C69D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304" behindDoc="0" locked="0" layoutInCell="1" allowOverlap="1">
              <wp:simplePos x="0" y="0"/>
              <wp:positionH relativeFrom="column">
                <wp:posOffset>1444101</wp:posOffset>
              </wp:positionH>
              <wp:positionV relativeFrom="paragraph">
                <wp:posOffset>-3507740</wp:posOffset>
              </wp:positionV>
              <wp:extent cx="91097" cy="104007"/>
              <wp:effectExtent l="0" t="0" r="23495" b="10795"/>
              <wp:wrapNone/>
              <wp:docPr id="72" name="Freeform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97" cy="104007"/>
                      </a:xfrm>
                      <a:custGeom>
                        <a:avLst/>
                        <a:gdLst>
                          <a:gd name="connsiteX0" fmla="*/ 91097 w 91097"/>
                          <a:gd name="connsiteY0" fmla="*/ 0 h 104007"/>
                          <a:gd name="connsiteX1" fmla="*/ 69428 w 91097"/>
                          <a:gd name="connsiteY1" fmla="*/ 13001 h 104007"/>
                          <a:gd name="connsiteX2" fmla="*/ 39093 w 91097"/>
                          <a:gd name="connsiteY2" fmla="*/ 34669 h 104007"/>
                          <a:gd name="connsiteX3" fmla="*/ 26092 w 91097"/>
                          <a:gd name="connsiteY3" fmla="*/ 39003 h 104007"/>
                          <a:gd name="connsiteX4" fmla="*/ 17425 w 91097"/>
                          <a:gd name="connsiteY4" fmla="*/ 56337 h 104007"/>
                          <a:gd name="connsiteX5" fmla="*/ 8757 w 91097"/>
                          <a:gd name="connsiteY5" fmla="*/ 82339 h 104007"/>
                          <a:gd name="connsiteX6" fmla="*/ 90 w 91097"/>
                          <a:gd name="connsiteY6" fmla="*/ 104007 h 10400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91097" h="104007">
                            <a:moveTo>
                              <a:pt x="91097" y="0"/>
                            </a:moveTo>
                            <a:cubicBezTo>
                              <a:pt x="83874" y="4334"/>
                              <a:pt x="76437" y="8329"/>
                              <a:pt x="69428" y="13001"/>
                            </a:cubicBezTo>
                            <a:cubicBezTo>
                              <a:pt x="63532" y="16932"/>
                              <a:pt x="46851" y="30790"/>
                              <a:pt x="39093" y="34669"/>
                            </a:cubicBezTo>
                            <a:cubicBezTo>
                              <a:pt x="35007" y="36712"/>
                              <a:pt x="30426" y="37558"/>
                              <a:pt x="26092" y="39003"/>
                            </a:cubicBezTo>
                            <a:cubicBezTo>
                              <a:pt x="23203" y="44781"/>
                              <a:pt x="19824" y="50339"/>
                              <a:pt x="17425" y="56337"/>
                            </a:cubicBezTo>
                            <a:cubicBezTo>
                              <a:pt x="14032" y="64820"/>
                              <a:pt x="13825" y="74737"/>
                              <a:pt x="8757" y="82339"/>
                            </a:cubicBezTo>
                            <a:cubicBezTo>
                              <a:pt x="-1512" y="97744"/>
                              <a:pt x="90" y="90132"/>
                              <a:pt x="90" y="104007"/>
                            </a:cubicBezTo>
                          </a:path>
                        </a:pathLst>
                      </a:custGeom>
                      <a:noFill/>
                      <a:ln w="19050">
                        <a:solidFill>
                          <a:srgbClr val="FFFF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62FE38B0" id="Freeform 72" o:spid="_x0000_s1026" style="position:absolute;margin-left:113.7pt;margin-top:-276.2pt;width:7.15pt;height:8.2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097,10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" path="m91097,c83874,4334,76437,8329,69428,13001,63532,16932,46851,30790,39093,34669v-4086,2043,-8667,2889,-13001,4334c23203,44781,19824,50339,17425,56337,14032,64820,13825,74737,8757,82339,-1512,97744,90,90132,90,104007e" filled="f" strokecolor="yellow" strokeweight="1.5pt">
              <v:stroke joinstyle="miter"/>
              <v:path arrowok="t" o:connecttype="custom" o:connectlocs="91097,0;69428,13001;39093,34669;26092,39003;17425,56337;8757,82339;90,104007" o:connectangles="0,0,0,0,0,0,0"/>
            </v:shape>
          </w:pict>
        </mc:Fallback>
      </mc:AlternateContent>
    </w:r>
    <w:r w:rsidR="009C69D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1280" behindDoc="0" locked="0" layoutInCell="1" allowOverlap="1">
              <wp:simplePos x="0" y="0"/>
              <wp:positionH relativeFrom="column">
                <wp:posOffset>1093402</wp:posOffset>
              </wp:positionH>
              <wp:positionV relativeFrom="paragraph">
                <wp:posOffset>-3483468</wp:posOffset>
              </wp:positionV>
              <wp:extent cx="492676" cy="243935"/>
              <wp:effectExtent l="19050" t="19050" r="41275" b="22860"/>
              <wp:wrapNone/>
              <wp:docPr id="71" name="Freeform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2676" cy="243935"/>
                      </a:xfrm>
                      <a:custGeom>
                        <a:avLst/>
                        <a:gdLst>
                          <a:gd name="connsiteX0" fmla="*/ 459791 w 459791"/>
                          <a:gd name="connsiteY0" fmla="*/ 13441 h 182454"/>
                          <a:gd name="connsiteX1" fmla="*/ 438123 w 459791"/>
                          <a:gd name="connsiteY1" fmla="*/ 440 h 182454"/>
                          <a:gd name="connsiteX2" fmla="*/ 416455 w 459791"/>
                          <a:gd name="connsiteY2" fmla="*/ 4774 h 182454"/>
                          <a:gd name="connsiteX3" fmla="*/ 381786 w 459791"/>
                          <a:gd name="connsiteY3" fmla="*/ 30776 h 182454"/>
                          <a:gd name="connsiteX4" fmla="*/ 368785 w 459791"/>
                          <a:gd name="connsiteY4" fmla="*/ 39443 h 182454"/>
                          <a:gd name="connsiteX5" fmla="*/ 360117 w 459791"/>
                          <a:gd name="connsiteY5" fmla="*/ 48110 h 182454"/>
                          <a:gd name="connsiteX6" fmla="*/ 355784 w 459791"/>
                          <a:gd name="connsiteY6" fmla="*/ 61111 h 182454"/>
                          <a:gd name="connsiteX7" fmla="*/ 351450 w 459791"/>
                          <a:gd name="connsiteY7" fmla="*/ 91447 h 182454"/>
                          <a:gd name="connsiteX8" fmla="*/ 334116 w 459791"/>
                          <a:gd name="connsiteY8" fmla="*/ 104448 h 182454"/>
                          <a:gd name="connsiteX9" fmla="*/ 312447 w 459791"/>
                          <a:gd name="connsiteY9" fmla="*/ 117449 h 182454"/>
                          <a:gd name="connsiteX10" fmla="*/ 290779 w 459791"/>
                          <a:gd name="connsiteY10" fmla="*/ 113115 h 182454"/>
                          <a:gd name="connsiteX11" fmla="*/ 277778 w 459791"/>
                          <a:gd name="connsiteY11" fmla="*/ 108782 h 182454"/>
                          <a:gd name="connsiteX12" fmla="*/ 225774 w 459791"/>
                          <a:gd name="connsiteY12" fmla="*/ 113115 h 182454"/>
                          <a:gd name="connsiteX13" fmla="*/ 212773 w 459791"/>
                          <a:gd name="connsiteY13" fmla="*/ 126116 h 182454"/>
                          <a:gd name="connsiteX14" fmla="*/ 191105 w 459791"/>
                          <a:gd name="connsiteY14" fmla="*/ 143451 h 182454"/>
                          <a:gd name="connsiteX15" fmla="*/ 182438 w 459791"/>
                          <a:gd name="connsiteY15" fmla="*/ 156452 h 182454"/>
                          <a:gd name="connsiteX16" fmla="*/ 178104 w 459791"/>
                          <a:gd name="connsiteY16" fmla="*/ 169453 h 182454"/>
                          <a:gd name="connsiteX17" fmla="*/ 165103 w 459791"/>
                          <a:gd name="connsiteY17" fmla="*/ 182454 h 182454"/>
                          <a:gd name="connsiteX18" fmla="*/ 113099 w 459791"/>
                          <a:gd name="connsiteY18" fmla="*/ 178120 h 182454"/>
                          <a:gd name="connsiteX19" fmla="*/ 108766 w 459791"/>
                          <a:gd name="connsiteY19" fmla="*/ 165119 h 182454"/>
                          <a:gd name="connsiteX20" fmla="*/ 91431 w 459791"/>
                          <a:gd name="connsiteY20" fmla="*/ 126116 h 182454"/>
                          <a:gd name="connsiteX21" fmla="*/ 87098 w 459791"/>
                          <a:gd name="connsiteY21" fmla="*/ 113115 h 182454"/>
                          <a:gd name="connsiteX22" fmla="*/ 65429 w 459791"/>
                          <a:gd name="connsiteY22" fmla="*/ 91447 h 182454"/>
                          <a:gd name="connsiteX23" fmla="*/ 4758 w 459791"/>
                          <a:gd name="connsiteY23" fmla="*/ 104448 h 182454"/>
                          <a:gd name="connsiteX24" fmla="*/ 425 w 459791"/>
                          <a:gd name="connsiteY24" fmla="*/ 117449 h 182454"/>
                          <a:gd name="connsiteX25" fmla="*/ 425 w 459791"/>
                          <a:gd name="connsiteY25" fmla="*/ 143451 h 182454"/>
                          <a:gd name="connsiteX0" fmla="*/ 459876 w 459876"/>
                          <a:gd name="connsiteY0" fmla="*/ 13441 h 182454"/>
                          <a:gd name="connsiteX1" fmla="*/ 438208 w 459876"/>
                          <a:gd name="connsiteY1" fmla="*/ 440 h 182454"/>
                          <a:gd name="connsiteX2" fmla="*/ 416540 w 459876"/>
                          <a:gd name="connsiteY2" fmla="*/ 4774 h 182454"/>
                          <a:gd name="connsiteX3" fmla="*/ 381871 w 459876"/>
                          <a:gd name="connsiteY3" fmla="*/ 30776 h 182454"/>
                          <a:gd name="connsiteX4" fmla="*/ 368870 w 459876"/>
                          <a:gd name="connsiteY4" fmla="*/ 39443 h 182454"/>
                          <a:gd name="connsiteX5" fmla="*/ 360202 w 459876"/>
                          <a:gd name="connsiteY5" fmla="*/ 48110 h 182454"/>
                          <a:gd name="connsiteX6" fmla="*/ 355869 w 459876"/>
                          <a:gd name="connsiteY6" fmla="*/ 61111 h 182454"/>
                          <a:gd name="connsiteX7" fmla="*/ 351535 w 459876"/>
                          <a:gd name="connsiteY7" fmla="*/ 91447 h 182454"/>
                          <a:gd name="connsiteX8" fmla="*/ 334201 w 459876"/>
                          <a:gd name="connsiteY8" fmla="*/ 104448 h 182454"/>
                          <a:gd name="connsiteX9" fmla="*/ 312532 w 459876"/>
                          <a:gd name="connsiteY9" fmla="*/ 117449 h 182454"/>
                          <a:gd name="connsiteX10" fmla="*/ 290864 w 459876"/>
                          <a:gd name="connsiteY10" fmla="*/ 113115 h 182454"/>
                          <a:gd name="connsiteX11" fmla="*/ 277863 w 459876"/>
                          <a:gd name="connsiteY11" fmla="*/ 108782 h 182454"/>
                          <a:gd name="connsiteX12" fmla="*/ 225859 w 459876"/>
                          <a:gd name="connsiteY12" fmla="*/ 113115 h 182454"/>
                          <a:gd name="connsiteX13" fmla="*/ 212858 w 459876"/>
                          <a:gd name="connsiteY13" fmla="*/ 126116 h 182454"/>
                          <a:gd name="connsiteX14" fmla="*/ 191190 w 459876"/>
                          <a:gd name="connsiteY14" fmla="*/ 143451 h 182454"/>
                          <a:gd name="connsiteX15" fmla="*/ 182523 w 459876"/>
                          <a:gd name="connsiteY15" fmla="*/ 156452 h 182454"/>
                          <a:gd name="connsiteX16" fmla="*/ 178189 w 459876"/>
                          <a:gd name="connsiteY16" fmla="*/ 169453 h 182454"/>
                          <a:gd name="connsiteX17" fmla="*/ 165188 w 459876"/>
                          <a:gd name="connsiteY17" fmla="*/ 182454 h 182454"/>
                          <a:gd name="connsiteX18" fmla="*/ 113184 w 459876"/>
                          <a:gd name="connsiteY18" fmla="*/ 178120 h 182454"/>
                          <a:gd name="connsiteX19" fmla="*/ 108851 w 459876"/>
                          <a:gd name="connsiteY19" fmla="*/ 165119 h 182454"/>
                          <a:gd name="connsiteX20" fmla="*/ 91516 w 459876"/>
                          <a:gd name="connsiteY20" fmla="*/ 126116 h 182454"/>
                          <a:gd name="connsiteX21" fmla="*/ 87183 w 459876"/>
                          <a:gd name="connsiteY21" fmla="*/ 113115 h 182454"/>
                          <a:gd name="connsiteX22" fmla="*/ 65514 w 459876"/>
                          <a:gd name="connsiteY22" fmla="*/ 91447 h 182454"/>
                          <a:gd name="connsiteX23" fmla="*/ 4843 w 459876"/>
                          <a:gd name="connsiteY23" fmla="*/ 104448 h 182454"/>
                          <a:gd name="connsiteX24" fmla="*/ 510 w 459876"/>
                          <a:gd name="connsiteY24" fmla="*/ 117449 h 182454"/>
                          <a:gd name="connsiteX25" fmla="*/ 85 w 459876"/>
                          <a:gd name="connsiteY25" fmla="*/ 182454 h 182454"/>
                          <a:gd name="connsiteX0" fmla="*/ 520480 w 520480"/>
                          <a:gd name="connsiteY0" fmla="*/ 13441 h 182454"/>
                          <a:gd name="connsiteX1" fmla="*/ 498812 w 520480"/>
                          <a:gd name="connsiteY1" fmla="*/ 440 h 182454"/>
                          <a:gd name="connsiteX2" fmla="*/ 477144 w 520480"/>
                          <a:gd name="connsiteY2" fmla="*/ 4774 h 182454"/>
                          <a:gd name="connsiteX3" fmla="*/ 442475 w 520480"/>
                          <a:gd name="connsiteY3" fmla="*/ 30776 h 182454"/>
                          <a:gd name="connsiteX4" fmla="*/ 429474 w 520480"/>
                          <a:gd name="connsiteY4" fmla="*/ 39443 h 182454"/>
                          <a:gd name="connsiteX5" fmla="*/ 420806 w 520480"/>
                          <a:gd name="connsiteY5" fmla="*/ 48110 h 182454"/>
                          <a:gd name="connsiteX6" fmla="*/ 416473 w 520480"/>
                          <a:gd name="connsiteY6" fmla="*/ 61111 h 182454"/>
                          <a:gd name="connsiteX7" fmla="*/ 412139 w 520480"/>
                          <a:gd name="connsiteY7" fmla="*/ 91447 h 182454"/>
                          <a:gd name="connsiteX8" fmla="*/ 394805 w 520480"/>
                          <a:gd name="connsiteY8" fmla="*/ 104448 h 182454"/>
                          <a:gd name="connsiteX9" fmla="*/ 373136 w 520480"/>
                          <a:gd name="connsiteY9" fmla="*/ 117449 h 182454"/>
                          <a:gd name="connsiteX10" fmla="*/ 351468 w 520480"/>
                          <a:gd name="connsiteY10" fmla="*/ 113115 h 182454"/>
                          <a:gd name="connsiteX11" fmla="*/ 338467 w 520480"/>
                          <a:gd name="connsiteY11" fmla="*/ 108782 h 182454"/>
                          <a:gd name="connsiteX12" fmla="*/ 286463 w 520480"/>
                          <a:gd name="connsiteY12" fmla="*/ 113115 h 182454"/>
                          <a:gd name="connsiteX13" fmla="*/ 273462 w 520480"/>
                          <a:gd name="connsiteY13" fmla="*/ 126116 h 182454"/>
                          <a:gd name="connsiteX14" fmla="*/ 251794 w 520480"/>
                          <a:gd name="connsiteY14" fmla="*/ 143451 h 182454"/>
                          <a:gd name="connsiteX15" fmla="*/ 243127 w 520480"/>
                          <a:gd name="connsiteY15" fmla="*/ 156452 h 182454"/>
                          <a:gd name="connsiteX16" fmla="*/ 238793 w 520480"/>
                          <a:gd name="connsiteY16" fmla="*/ 169453 h 182454"/>
                          <a:gd name="connsiteX17" fmla="*/ 225792 w 520480"/>
                          <a:gd name="connsiteY17" fmla="*/ 182454 h 182454"/>
                          <a:gd name="connsiteX18" fmla="*/ 173788 w 520480"/>
                          <a:gd name="connsiteY18" fmla="*/ 178120 h 182454"/>
                          <a:gd name="connsiteX19" fmla="*/ 169455 w 520480"/>
                          <a:gd name="connsiteY19" fmla="*/ 165119 h 182454"/>
                          <a:gd name="connsiteX20" fmla="*/ 152120 w 520480"/>
                          <a:gd name="connsiteY20" fmla="*/ 126116 h 182454"/>
                          <a:gd name="connsiteX21" fmla="*/ 147787 w 520480"/>
                          <a:gd name="connsiteY21" fmla="*/ 113115 h 182454"/>
                          <a:gd name="connsiteX22" fmla="*/ 126118 w 520480"/>
                          <a:gd name="connsiteY22" fmla="*/ 91447 h 182454"/>
                          <a:gd name="connsiteX23" fmla="*/ 65447 w 520480"/>
                          <a:gd name="connsiteY23" fmla="*/ 104448 h 182454"/>
                          <a:gd name="connsiteX24" fmla="*/ 61114 w 520480"/>
                          <a:gd name="connsiteY24" fmla="*/ 117449 h 182454"/>
                          <a:gd name="connsiteX25" fmla="*/ 0 w 520480"/>
                          <a:gd name="connsiteY25" fmla="*/ 178115 h 182454"/>
                          <a:gd name="connsiteX0" fmla="*/ 520480 w 520480"/>
                          <a:gd name="connsiteY0" fmla="*/ 13441 h 182454"/>
                          <a:gd name="connsiteX1" fmla="*/ 498812 w 520480"/>
                          <a:gd name="connsiteY1" fmla="*/ 440 h 182454"/>
                          <a:gd name="connsiteX2" fmla="*/ 477144 w 520480"/>
                          <a:gd name="connsiteY2" fmla="*/ 4774 h 182454"/>
                          <a:gd name="connsiteX3" fmla="*/ 442475 w 520480"/>
                          <a:gd name="connsiteY3" fmla="*/ 30776 h 182454"/>
                          <a:gd name="connsiteX4" fmla="*/ 429474 w 520480"/>
                          <a:gd name="connsiteY4" fmla="*/ 39443 h 182454"/>
                          <a:gd name="connsiteX5" fmla="*/ 420806 w 520480"/>
                          <a:gd name="connsiteY5" fmla="*/ 48110 h 182454"/>
                          <a:gd name="connsiteX6" fmla="*/ 416473 w 520480"/>
                          <a:gd name="connsiteY6" fmla="*/ 61111 h 182454"/>
                          <a:gd name="connsiteX7" fmla="*/ 412139 w 520480"/>
                          <a:gd name="connsiteY7" fmla="*/ 91447 h 182454"/>
                          <a:gd name="connsiteX8" fmla="*/ 394805 w 520480"/>
                          <a:gd name="connsiteY8" fmla="*/ 104448 h 182454"/>
                          <a:gd name="connsiteX9" fmla="*/ 373136 w 520480"/>
                          <a:gd name="connsiteY9" fmla="*/ 117449 h 182454"/>
                          <a:gd name="connsiteX10" fmla="*/ 351468 w 520480"/>
                          <a:gd name="connsiteY10" fmla="*/ 113115 h 182454"/>
                          <a:gd name="connsiteX11" fmla="*/ 338467 w 520480"/>
                          <a:gd name="connsiteY11" fmla="*/ 108782 h 182454"/>
                          <a:gd name="connsiteX12" fmla="*/ 286463 w 520480"/>
                          <a:gd name="connsiteY12" fmla="*/ 113115 h 182454"/>
                          <a:gd name="connsiteX13" fmla="*/ 273462 w 520480"/>
                          <a:gd name="connsiteY13" fmla="*/ 126116 h 182454"/>
                          <a:gd name="connsiteX14" fmla="*/ 251794 w 520480"/>
                          <a:gd name="connsiteY14" fmla="*/ 143451 h 182454"/>
                          <a:gd name="connsiteX15" fmla="*/ 243127 w 520480"/>
                          <a:gd name="connsiteY15" fmla="*/ 156452 h 182454"/>
                          <a:gd name="connsiteX16" fmla="*/ 238793 w 520480"/>
                          <a:gd name="connsiteY16" fmla="*/ 169453 h 182454"/>
                          <a:gd name="connsiteX17" fmla="*/ 225792 w 520480"/>
                          <a:gd name="connsiteY17" fmla="*/ 182454 h 182454"/>
                          <a:gd name="connsiteX18" fmla="*/ 173788 w 520480"/>
                          <a:gd name="connsiteY18" fmla="*/ 178120 h 182454"/>
                          <a:gd name="connsiteX19" fmla="*/ 169455 w 520480"/>
                          <a:gd name="connsiteY19" fmla="*/ 165119 h 182454"/>
                          <a:gd name="connsiteX20" fmla="*/ 152120 w 520480"/>
                          <a:gd name="connsiteY20" fmla="*/ 126116 h 182454"/>
                          <a:gd name="connsiteX21" fmla="*/ 147787 w 520480"/>
                          <a:gd name="connsiteY21" fmla="*/ 113115 h 182454"/>
                          <a:gd name="connsiteX22" fmla="*/ 126118 w 520480"/>
                          <a:gd name="connsiteY22" fmla="*/ 91447 h 182454"/>
                          <a:gd name="connsiteX23" fmla="*/ 65447 w 520480"/>
                          <a:gd name="connsiteY23" fmla="*/ 104448 h 182454"/>
                          <a:gd name="connsiteX24" fmla="*/ 13406 w 520480"/>
                          <a:gd name="connsiteY24" fmla="*/ 104433 h 182454"/>
                          <a:gd name="connsiteX25" fmla="*/ 0 w 520480"/>
                          <a:gd name="connsiteY25" fmla="*/ 178115 h 182454"/>
                          <a:gd name="connsiteX0" fmla="*/ 507084 w 507084"/>
                          <a:gd name="connsiteY0" fmla="*/ 13441 h 204147"/>
                          <a:gd name="connsiteX1" fmla="*/ 485416 w 507084"/>
                          <a:gd name="connsiteY1" fmla="*/ 440 h 204147"/>
                          <a:gd name="connsiteX2" fmla="*/ 463748 w 507084"/>
                          <a:gd name="connsiteY2" fmla="*/ 4774 h 204147"/>
                          <a:gd name="connsiteX3" fmla="*/ 429079 w 507084"/>
                          <a:gd name="connsiteY3" fmla="*/ 30776 h 204147"/>
                          <a:gd name="connsiteX4" fmla="*/ 416078 w 507084"/>
                          <a:gd name="connsiteY4" fmla="*/ 39443 h 204147"/>
                          <a:gd name="connsiteX5" fmla="*/ 407410 w 507084"/>
                          <a:gd name="connsiteY5" fmla="*/ 48110 h 204147"/>
                          <a:gd name="connsiteX6" fmla="*/ 403077 w 507084"/>
                          <a:gd name="connsiteY6" fmla="*/ 61111 h 204147"/>
                          <a:gd name="connsiteX7" fmla="*/ 398743 w 507084"/>
                          <a:gd name="connsiteY7" fmla="*/ 91447 h 204147"/>
                          <a:gd name="connsiteX8" fmla="*/ 381409 w 507084"/>
                          <a:gd name="connsiteY8" fmla="*/ 104448 h 204147"/>
                          <a:gd name="connsiteX9" fmla="*/ 359740 w 507084"/>
                          <a:gd name="connsiteY9" fmla="*/ 117449 h 204147"/>
                          <a:gd name="connsiteX10" fmla="*/ 338072 w 507084"/>
                          <a:gd name="connsiteY10" fmla="*/ 113115 h 204147"/>
                          <a:gd name="connsiteX11" fmla="*/ 325071 w 507084"/>
                          <a:gd name="connsiteY11" fmla="*/ 108782 h 204147"/>
                          <a:gd name="connsiteX12" fmla="*/ 273067 w 507084"/>
                          <a:gd name="connsiteY12" fmla="*/ 113115 h 204147"/>
                          <a:gd name="connsiteX13" fmla="*/ 260066 w 507084"/>
                          <a:gd name="connsiteY13" fmla="*/ 126116 h 204147"/>
                          <a:gd name="connsiteX14" fmla="*/ 238398 w 507084"/>
                          <a:gd name="connsiteY14" fmla="*/ 143451 h 204147"/>
                          <a:gd name="connsiteX15" fmla="*/ 229731 w 507084"/>
                          <a:gd name="connsiteY15" fmla="*/ 156452 h 204147"/>
                          <a:gd name="connsiteX16" fmla="*/ 225397 w 507084"/>
                          <a:gd name="connsiteY16" fmla="*/ 169453 h 204147"/>
                          <a:gd name="connsiteX17" fmla="*/ 212396 w 507084"/>
                          <a:gd name="connsiteY17" fmla="*/ 182454 h 204147"/>
                          <a:gd name="connsiteX18" fmla="*/ 160392 w 507084"/>
                          <a:gd name="connsiteY18" fmla="*/ 178120 h 204147"/>
                          <a:gd name="connsiteX19" fmla="*/ 156059 w 507084"/>
                          <a:gd name="connsiteY19" fmla="*/ 165119 h 204147"/>
                          <a:gd name="connsiteX20" fmla="*/ 138724 w 507084"/>
                          <a:gd name="connsiteY20" fmla="*/ 126116 h 204147"/>
                          <a:gd name="connsiteX21" fmla="*/ 134391 w 507084"/>
                          <a:gd name="connsiteY21" fmla="*/ 113115 h 204147"/>
                          <a:gd name="connsiteX22" fmla="*/ 112722 w 507084"/>
                          <a:gd name="connsiteY22" fmla="*/ 91447 h 204147"/>
                          <a:gd name="connsiteX23" fmla="*/ 52051 w 507084"/>
                          <a:gd name="connsiteY23" fmla="*/ 104448 h 204147"/>
                          <a:gd name="connsiteX24" fmla="*/ 10 w 507084"/>
                          <a:gd name="connsiteY24" fmla="*/ 104433 h 204147"/>
                          <a:gd name="connsiteX25" fmla="*/ 47323 w 507084"/>
                          <a:gd name="connsiteY25" fmla="*/ 204147 h 204147"/>
                          <a:gd name="connsiteX0" fmla="*/ 533099 w 533099"/>
                          <a:gd name="connsiteY0" fmla="*/ 13441 h 204147"/>
                          <a:gd name="connsiteX1" fmla="*/ 511431 w 533099"/>
                          <a:gd name="connsiteY1" fmla="*/ 440 h 204147"/>
                          <a:gd name="connsiteX2" fmla="*/ 489763 w 533099"/>
                          <a:gd name="connsiteY2" fmla="*/ 4774 h 204147"/>
                          <a:gd name="connsiteX3" fmla="*/ 455094 w 533099"/>
                          <a:gd name="connsiteY3" fmla="*/ 30776 h 204147"/>
                          <a:gd name="connsiteX4" fmla="*/ 442093 w 533099"/>
                          <a:gd name="connsiteY4" fmla="*/ 39443 h 204147"/>
                          <a:gd name="connsiteX5" fmla="*/ 433425 w 533099"/>
                          <a:gd name="connsiteY5" fmla="*/ 48110 h 204147"/>
                          <a:gd name="connsiteX6" fmla="*/ 429092 w 533099"/>
                          <a:gd name="connsiteY6" fmla="*/ 61111 h 204147"/>
                          <a:gd name="connsiteX7" fmla="*/ 424758 w 533099"/>
                          <a:gd name="connsiteY7" fmla="*/ 91447 h 204147"/>
                          <a:gd name="connsiteX8" fmla="*/ 407424 w 533099"/>
                          <a:gd name="connsiteY8" fmla="*/ 104448 h 204147"/>
                          <a:gd name="connsiteX9" fmla="*/ 385755 w 533099"/>
                          <a:gd name="connsiteY9" fmla="*/ 117449 h 204147"/>
                          <a:gd name="connsiteX10" fmla="*/ 364087 w 533099"/>
                          <a:gd name="connsiteY10" fmla="*/ 113115 h 204147"/>
                          <a:gd name="connsiteX11" fmla="*/ 351086 w 533099"/>
                          <a:gd name="connsiteY11" fmla="*/ 108782 h 204147"/>
                          <a:gd name="connsiteX12" fmla="*/ 299082 w 533099"/>
                          <a:gd name="connsiteY12" fmla="*/ 113115 h 204147"/>
                          <a:gd name="connsiteX13" fmla="*/ 286081 w 533099"/>
                          <a:gd name="connsiteY13" fmla="*/ 126116 h 204147"/>
                          <a:gd name="connsiteX14" fmla="*/ 264413 w 533099"/>
                          <a:gd name="connsiteY14" fmla="*/ 143451 h 204147"/>
                          <a:gd name="connsiteX15" fmla="*/ 255746 w 533099"/>
                          <a:gd name="connsiteY15" fmla="*/ 156452 h 204147"/>
                          <a:gd name="connsiteX16" fmla="*/ 251412 w 533099"/>
                          <a:gd name="connsiteY16" fmla="*/ 169453 h 204147"/>
                          <a:gd name="connsiteX17" fmla="*/ 238411 w 533099"/>
                          <a:gd name="connsiteY17" fmla="*/ 182454 h 204147"/>
                          <a:gd name="connsiteX18" fmla="*/ 186407 w 533099"/>
                          <a:gd name="connsiteY18" fmla="*/ 178120 h 204147"/>
                          <a:gd name="connsiteX19" fmla="*/ 182074 w 533099"/>
                          <a:gd name="connsiteY19" fmla="*/ 165119 h 204147"/>
                          <a:gd name="connsiteX20" fmla="*/ 164739 w 533099"/>
                          <a:gd name="connsiteY20" fmla="*/ 126116 h 204147"/>
                          <a:gd name="connsiteX21" fmla="*/ 160406 w 533099"/>
                          <a:gd name="connsiteY21" fmla="*/ 113115 h 204147"/>
                          <a:gd name="connsiteX22" fmla="*/ 138737 w 533099"/>
                          <a:gd name="connsiteY22" fmla="*/ 91447 h 204147"/>
                          <a:gd name="connsiteX23" fmla="*/ 78066 w 533099"/>
                          <a:gd name="connsiteY23" fmla="*/ 104448 h 204147"/>
                          <a:gd name="connsiteX24" fmla="*/ 6 w 533099"/>
                          <a:gd name="connsiteY24" fmla="*/ 182557 h 204147"/>
                          <a:gd name="connsiteX25" fmla="*/ 73338 w 533099"/>
                          <a:gd name="connsiteY25" fmla="*/ 204147 h 204147"/>
                          <a:gd name="connsiteX0" fmla="*/ 533099 w 533099"/>
                          <a:gd name="connsiteY0" fmla="*/ 13441 h 217168"/>
                          <a:gd name="connsiteX1" fmla="*/ 511431 w 533099"/>
                          <a:gd name="connsiteY1" fmla="*/ 440 h 217168"/>
                          <a:gd name="connsiteX2" fmla="*/ 489763 w 533099"/>
                          <a:gd name="connsiteY2" fmla="*/ 4774 h 217168"/>
                          <a:gd name="connsiteX3" fmla="*/ 455094 w 533099"/>
                          <a:gd name="connsiteY3" fmla="*/ 30776 h 217168"/>
                          <a:gd name="connsiteX4" fmla="*/ 442093 w 533099"/>
                          <a:gd name="connsiteY4" fmla="*/ 39443 h 217168"/>
                          <a:gd name="connsiteX5" fmla="*/ 433425 w 533099"/>
                          <a:gd name="connsiteY5" fmla="*/ 48110 h 217168"/>
                          <a:gd name="connsiteX6" fmla="*/ 429092 w 533099"/>
                          <a:gd name="connsiteY6" fmla="*/ 61111 h 217168"/>
                          <a:gd name="connsiteX7" fmla="*/ 424758 w 533099"/>
                          <a:gd name="connsiteY7" fmla="*/ 91447 h 217168"/>
                          <a:gd name="connsiteX8" fmla="*/ 407424 w 533099"/>
                          <a:gd name="connsiteY8" fmla="*/ 104448 h 217168"/>
                          <a:gd name="connsiteX9" fmla="*/ 385755 w 533099"/>
                          <a:gd name="connsiteY9" fmla="*/ 117449 h 217168"/>
                          <a:gd name="connsiteX10" fmla="*/ 364087 w 533099"/>
                          <a:gd name="connsiteY10" fmla="*/ 113115 h 217168"/>
                          <a:gd name="connsiteX11" fmla="*/ 351086 w 533099"/>
                          <a:gd name="connsiteY11" fmla="*/ 108782 h 217168"/>
                          <a:gd name="connsiteX12" fmla="*/ 299082 w 533099"/>
                          <a:gd name="connsiteY12" fmla="*/ 113115 h 217168"/>
                          <a:gd name="connsiteX13" fmla="*/ 286081 w 533099"/>
                          <a:gd name="connsiteY13" fmla="*/ 126116 h 217168"/>
                          <a:gd name="connsiteX14" fmla="*/ 264413 w 533099"/>
                          <a:gd name="connsiteY14" fmla="*/ 143451 h 217168"/>
                          <a:gd name="connsiteX15" fmla="*/ 255746 w 533099"/>
                          <a:gd name="connsiteY15" fmla="*/ 156452 h 217168"/>
                          <a:gd name="connsiteX16" fmla="*/ 251412 w 533099"/>
                          <a:gd name="connsiteY16" fmla="*/ 169453 h 217168"/>
                          <a:gd name="connsiteX17" fmla="*/ 238411 w 533099"/>
                          <a:gd name="connsiteY17" fmla="*/ 182454 h 217168"/>
                          <a:gd name="connsiteX18" fmla="*/ 186407 w 533099"/>
                          <a:gd name="connsiteY18" fmla="*/ 178120 h 217168"/>
                          <a:gd name="connsiteX19" fmla="*/ 182074 w 533099"/>
                          <a:gd name="connsiteY19" fmla="*/ 165119 h 217168"/>
                          <a:gd name="connsiteX20" fmla="*/ 164739 w 533099"/>
                          <a:gd name="connsiteY20" fmla="*/ 126116 h 217168"/>
                          <a:gd name="connsiteX21" fmla="*/ 160406 w 533099"/>
                          <a:gd name="connsiteY21" fmla="*/ 113115 h 217168"/>
                          <a:gd name="connsiteX22" fmla="*/ 138737 w 533099"/>
                          <a:gd name="connsiteY22" fmla="*/ 91447 h 217168"/>
                          <a:gd name="connsiteX23" fmla="*/ 78066 w 533099"/>
                          <a:gd name="connsiteY23" fmla="*/ 104448 h 217168"/>
                          <a:gd name="connsiteX24" fmla="*/ 6 w 533099"/>
                          <a:gd name="connsiteY24" fmla="*/ 182557 h 217168"/>
                          <a:gd name="connsiteX25" fmla="*/ 73338 w 533099"/>
                          <a:gd name="connsiteY25" fmla="*/ 217168 h 217168"/>
                          <a:gd name="connsiteX0" fmla="*/ 498414 w 498414"/>
                          <a:gd name="connsiteY0" fmla="*/ 13441 h 217168"/>
                          <a:gd name="connsiteX1" fmla="*/ 476746 w 498414"/>
                          <a:gd name="connsiteY1" fmla="*/ 440 h 217168"/>
                          <a:gd name="connsiteX2" fmla="*/ 455078 w 498414"/>
                          <a:gd name="connsiteY2" fmla="*/ 4774 h 217168"/>
                          <a:gd name="connsiteX3" fmla="*/ 420409 w 498414"/>
                          <a:gd name="connsiteY3" fmla="*/ 30776 h 217168"/>
                          <a:gd name="connsiteX4" fmla="*/ 407408 w 498414"/>
                          <a:gd name="connsiteY4" fmla="*/ 39443 h 217168"/>
                          <a:gd name="connsiteX5" fmla="*/ 398740 w 498414"/>
                          <a:gd name="connsiteY5" fmla="*/ 48110 h 217168"/>
                          <a:gd name="connsiteX6" fmla="*/ 394407 w 498414"/>
                          <a:gd name="connsiteY6" fmla="*/ 61111 h 217168"/>
                          <a:gd name="connsiteX7" fmla="*/ 390073 w 498414"/>
                          <a:gd name="connsiteY7" fmla="*/ 91447 h 217168"/>
                          <a:gd name="connsiteX8" fmla="*/ 372739 w 498414"/>
                          <a:gd name="connsiteY8" fmla="*/ 104448 h 217168"/>
                          <a:gd name="connsiteX9" fmla="*/ 351070 w 498414"/>
                          <a:gd name="connsiteY9" fmla="*/ 117449 h 217168"/>
                          <a:gd name="connsiteX10" fmla="*/ 329402 w 498414"/>
                          <a:gd name="connsiteY10" fmla="*/ 113115 h 217168"/>
                          <a:gd name="connsiteX11" fmla="*/ 316401 w 498414"/>
                          <a:gd name="connsiteY11" fmla="*/ 108782 h 217168"/>
                          <a:gd name="connsiteX12" fmla="*/ 264397 w 498414"/>
                          <a:gd name="connsiteY12" fmla="*/ 113115 h 217168"/>
                          <a:gd name="connsiteX13" fmla="*/ 251396 w 498414"/>
                          <a:gd name="connsiteY13" fmla="*/ 126116 h 217168"/>
                          <a:gd name="connsiteX14" fmla="*/ 229728 w 498414"/>
                          <a:gd name="connsiteY14" fmla="*/ 143451 h 217168"/>
                          <a:gd name="connsiteX15" fmla="*/ 221061 w 498414"/>
                          <a:gd name="connsiteY15" fmla="*/ 156452 h 217168"/>
                          <a:gd name="connsiteX16" fmla="*/ 216727 w 498414"/>
                          <a:gd name="connsiteY16" fmla="*/ 169453 h 217168"/>
                          <a:gd name="connsiteX17" fmla="*/ 203726 w 498414"/>
                          <a:gd name="connsiteY17" fmla="*/ 182454 h 217168"/>
                          <a:gd name="connsiteX18" fmla="*/ 151722 w 498414"/>
                          <a:gd name="connsiteY18" fmla="*/ 178120 h 217168"/>
                          <a:gd name="connsiteX19" fmla="*/ 147389 w 498414"/>
                          <a:gd name="connsiteY19" fmla="*/ 165119 h 217168"/>
                          <a:gd name="connsiteX20" fmla="*/ 130054 w 498414"/>
                          <a:gd name="connsiteY20" fmla="*/ 126116 h 217168"/>
                          <a:gd name="connsiteX21" fmla="*/ 125721 w 498414"/>
                          <a:gd name="connsiteY21" fmla="*/ 113115 h 217168"/>
                          <a:gd name="connsiteX22" fmla="*/ 104052 w 498414"/>
                          <a:gd name="connsiteY22" fmla="*/ 91447 h 217168"/>
                          <a:gd name="connsiteX23" fmla="*/ 43381 w 498414"/>
                          <a:gd name="connsiteY23" fmla="*/ 104448 h 217168"/>
                          <a:gd name="connsiteX24" fmla="*/ 12 w 498414"/>
                          <a:gd name="connsiteY24" fmla="*/ 173865 h 217168"/>
                          <a:gd name="connsiteX25" fmla="*/ 38653 w 498414"/>
                          <a:gd name="connsiteY25" fmla="*/ 217168 h 217168"/>
                          <a:gd name="connsiteX0" fmla="*/ 472404 w 472404"/>
                          <a:gd name="connsiteY0" fmla="*/ 13441 h 217168"/>
                          <a:gd name="connsiteX1" fmla="*/ 450736 w 472404"/>
                          <a:gd name="connsiteY1" fmla="*/ 440 h 217168"/>
                          <a:gd name="connsiteX2" fmla="*/ 429068 w 472404"/>
                          <a:gd name="connsiteY2" fmla="*/ 4774 h 217168"/>
                          <a:gd name="connsiteX3" fmla="*/ 394399 w 472404"/>
                          <a:gd name="connsiteY3" fmla="*/ 30776 h 217168"/>
                          <a:gd name="connsiteX4" fmla="*/ 381398 w 472404"/>
                          <a:gd name="connsiteY4" fmla="*/ 39443 h 217168"/>
                          <a:gd name="connsiteX5" fmla="*/ 372730 w 472404"/>
                          <a:gd name="connsiteY5" fmla="*/ 48110 h 217168"/>
                          <a:gd name="connsiteX6" fmla="*/ 368397 w 472404"/>
                          <a:gd name="connsiteY6" fmla="*/ 61111 h 217168"/>
                          <a:gd name="connsiteX7" fmla="*/ 364063 w 472404"/>
                          <a:gd name="connsiteY7" fmla="*/ 91447 h 217168"/>
                          <a:gd name="connsiteX8" fmla="*/ 346729 w 472404"/>
                          <a:gd name="connsiteY8" fmla="*/ 104448 h 217168"/>
                          <a:gd name="connsiteX9" fmla="*/ 325060 w 472404"/>
                          <a:gd name="connsiteY9" fmla="*/ 117449 h 217168"/>
                          <a:gd name="connsiteX10" fmla="*/ 303392 w 472404"/>
                          <a:gd name="connsiteY10" fmla="*/ 113115 h 217168"/>
                          <a:gd name="connsiteX11" fmla="*/ 290391 w 472404"/>
                          <a:gd name="connsiteY11" fmla="*/ 108782 h 217168"/>
                          <a:gd name="connsiteX12" fmla="*/ 238387 w 472404"/>
                          <a:gd name="connsiteY12" fmla="*/ 113115 h 217168"/>
                          <a:gd name="connsiteX13" fmla="*/ 225386 w 472404"/>
                          <a:gd name="connsiteY13" fmla="*/ 126116 h 217168"/>
                          <a:gd name="connsiteX14" fmla="*/ 203718 w 472404"/>
                          <a:gd name="connsiteY14" fmla="*/ 143451 h 217168"/>
                          <a:gd name="connsiteX15" fmla="*/ 195051 w 472404"/>
                          <a:gd name="connsiteY15" fmla="*/ 156452 h 217168"/>
                          <a:gd name="connsiteX16" fmla="*/ 190717 w 472404"/>
                          <a:gd name="connsiteY16" fmla="*/ 169453 h 217168"/>
                          <a:gd name="connsiteX17" fmla="*/ 177716 w 472404"/>
                          <a:gd name="connsiteY17" fmla="*/ 182454 h 217168"/>
                          <a:gd name="connsiteX18" fmla="*/ 125712 w 472404"/>
                          <a:gd name="connsiteY18" fmla="*/ 178120 h 217168"/>
                          <a:gd name="connsiteX19" fmla="*/ 121379 w 472404"/>
                          <a:gd name="connsiteY19" fmla="*/ 165119 h 217168"/>
                          <a:gd name="connsiteX20" fmla="*/ 104044 w 472404"/>
                          <a:gd name="connsiteY20" fmla="*/ 126116 h 217168"/>
                          <a:gd name="connsiteX21" fmla="*/ 99711 w 472404"/>
                          <a:gd name="connsiteY21" fmla="*/ 113115 h 217168"/>
                          <a:gd name="connsiteX22" fmla="*/ 78042 w 472404"/>
                          <a:gd name="connsiteY22" fmla="*/ 91447 h 217168"/>
                          <a:gd name="connsiteX23" fmla="*/ 17371 w 472404"/>
                          <a:gd name="connsiteY23" fmla="*/ 104448 h 217168"/>
                          <a:gd name="connsiteX24" fmla="*/ 34 w 472404"/>
                          <a:gd name="connsiteY24" fmla="*/ 165172 h 217168"/>
                          <a:gd name="connsiteX25" fmla="*/ 12643 w 472404"/>
                          <a:gd name="connsiteY25" fmla="*/ 217168 h 217168"/>
                          <a:gd name="connsiteX0" fmla="*/ 472404 w 472404"/>
                          <a:gd name="connsiteY0" fmla="*/ 13441 h 247592"/>
                          <a:gd name="connsiteX1" fmla="*/ 450736 w 472404"/>
                          <a:gd name="connsiteY1" fmla="*/ 440 h 247592"/>
                          <a:gd name="connsiteX2" fmla="*/ 429068 w 472404"/>
                          <a:gd name="connsiteY2" fmla="*/ 4774 h 247592"/>
                          <a:gd name="connsiteX3" fmla="*/ 394399 w 472404"/>
                          <a:gd name="connsiteY3" fmla="*/ 30776 h 247592"/>
                          <a:gd name="connsiteX4" fmla="*/ 381398 w 472404"/>
                          <a:gd name="connsiteY4" fmla="*/ 39443 h 247592"/>
                          <a:gd name="connsiteX5" fmla="*/ 372730 w 472404"/>
                          <a:gd name="connsiteY5" fmla="*/ 48110 h 247592"/>
                          <a:gd name="connsiteX6" fmla="*/ 368397 w 472404"/>
                          <a:gd name="connsiteY6" fmla="*/ 61111 h 247592"/>
                          <a:gd name="connsiteX7" fmla="*/ 364063 w 472404"/>
                          <a:gd name="connsiteY7" fmla="*/ 91447 h 247592"/>
                          <a:gd name="connsiteX8" fmla="*/ 346729 w 472404"/>
                          <a:gd name="connsiteY8" fmla="*/ 104448 h 247592"/>
                          <a:gd name="connsiteX9" fmla="*/ 325060 w 472404"/>
                          <a:gd name="connsiteY9" fmla="*/ 117449 h 247592"/>
                          <a:gd name="connsiteX10" fmla="*/ 303392 w 472404"/>
                          <a:gd name="connsiteY10" fmla="*/ 113115 h 247592"/>
                          <a:gd name="connsiteX11" fmla="*/ 290391 w 472404"/>
                          <a:gd name="connsiteY11" fmla="*/ 108782 h 247592"/>
                          <a:gd name="connsiteX12" fmla="*/ 238387 w 472404"/>
                          <a:gd name="connsiteY12" fmla="*/ 113115 h 247592"/>
                          <a:gd name="connsiteX13" fmla="*/ 225386 w 472404"/>
                          <a:gd name="connsiteY13" fmla="*/ 126116 h 247592"/>
                          <a:gd name="connsiteX14" fmla="*/ 203718 w 472404"/>
                          <a:gd name="connsiteY14" fmla="*/ 143451 h 247592"/>
                          <a:gd name="connsiteX15" fmla="*/ 195051 w 472404"/>
                          <a:gd name="connsiteY15" fmla="*/ 156452 h 247592"/>
                          <a:gd name="connsiteX16" fmla="*/ 190717 w 472404"/>
                          <a:gd name="connsiteY16" fmla="*/ 169453 h 247592"/>
                          <a:gd name="connsiteX17" fmla="*/ 177716 w 472404"/>
                          <a:gd name="connsiteY17" fmla="*/ 182454 h 247592"/>
                          <a:gd name="connsiteX18" fmla="*/ 125712 w 472404"/>
                          <a:gd name="connsiteY18" fmla="*/ 178120 h 247592"/>
                          <a:gd name="connsiteX19" fmla="*/ 121379 w 472404"/>
                          <a:gd name="connsiteY19" fmla="*/ 165119 h 247592"/>
                          <a:gd name="connsiteX20" fmla="*/ 104044 w 472404"/>
                          <a:gd name="connsiteY20" fmla="*/ 126116 h 247592"/>
                          <a:gd name="connsiteX21" fmla="*/ 99711 w 472404"/>
                          <a:gd name="connsiteY21" fmla="*/ 113115 h 247592"/>
                          <a:gd name="connsiteX22" fmla="*/ 78042 w 472404"/>
                          <a:gd name="connsiteY22" fmla="*/ 91447 h 247592"/>
                          <a:gd name="connsiteX23" fmla="*/ 17371 w 472404"/>
                          <a:gd name="connsiteY23" fmla="*/ 104448 h 247592"/>
                          <a:gd name="connsiteX24" fmla="*/ 34 w 472404"/>
                          <a:gd name="connsiteY24" fmla="*/ 165172 h 247592"/>
                          <a:gd name="connsiteX25" fmla="*/ 12643 w 472404"/>
                          <a:gd name="connsiteY25" fmla="*/ 247592 h 247592"/>
                          <a:gd name="connsiteX0" fmla="*/ 494078 w 494078"/>
                          <a:gd name="connsiteY0" fmla="*/ 13441 h 247592"/>
                          <a:gd name="connsiteX1" fmla="*/ 472410 w 494078"/>
                          <a:gd name="connsiteY1" fmla="*/ 440 h 247592"/>
                          <a:gd name="connsiteX2" fmla="*/ 450742 w 494078"/>
                          <a:gd name="connsiteY2" fmla="*/ 4774 h 247592"/>
                          <a:gd name="connsiteX3" fmla="*/ 416073 w 494078"/>
                          <a:gd name="connsiteY3" fmla="*/ 30776 h 247592"/>
                          <a:gd name="connsiteX4" fmla="*/ 403072 w 494078"/>
                          <a:gd name="connsiteY4" fmla="*/ 39443 h 247592"/>
                          <a:gd name="connsiteX5" fmla="*/ 394404 w 494078"/>
                          <a:gd name="connsiteY5" fmla="*/ 48110 h 247592"/>
                          <a:gd name="connsiteX6" fmla="*/ 390071 w 494078"/>
                          <a:gd name="connsiteY6" fmla="*/ 61111 h 247592"/>
                          <a:gd name="connsiteX7" fmla="*/ 385737 w 494078"/>
                          <a:gd name="connsiteY7" fmla="*/ 91447 h 247592"/>
                          <a:gd name="connsiteX8" fmla="*/ 368403 w 494078"/>
                          <a:gd name="connsiteY8" fmla="*/ 104448 h 247592"/>
                          <a:gd name="connsiteX9" fmla="*/ 346734 w 494078"/>
                          <a:gd name="connsiteY9" fmla="*/ 117449 h 247592"/>
                          <a:gd name="connsiteX10" fmla="*/ 325066 w 494078"/>
                          <a:gd name="connsiteY10" fmla="*/ 113115 h 247592"/>
                          <a:gd name="connsiteX11" fmla="*/ 312065 w 494078"/>
                          <a:gd name="connsiteY11" fmla="*/ 108782 h 247592"/>
                          <a:gd name="connsiteX12" fmla="*/ 260061 w 494078"/>
                          <a:gd name="connsiteY12" fmla="*/ 113115 h 247592"/>
                          <a:gd name="connsiteX13" fmla="*/ 247060 w 494078"/>
                          <a:gd name="connsiteY13" fmla="*/ 126116 h 247592"/>
                          <a:gd name="connsiteX14" fmla="*/ 225392 w 494078"/>
                          <a:gd name="connsiteY14" fmla="*/ 143451 h 247592"/>
                          <a:gd name="connsiteX15" fmla="*/ 216725 w 494078"/>
                          <a:gd name="connsiteY15" fmla="*/ 156452 h 247592"/>
                          <a:gd name="connsiteX16" fmla="*/ 212391 w 494078"/>
                          <a:gd name="connsiteY16" fmla="*/ 169453 h 247592"/>
                          <a:gd name="connsiteX17" fmla="*/ 199390 w 494078"/>
                          <a:gd name="connsiteY17" fmla="*/ 182454 h 247592"/>
                          <a:gd name="connsiteX18" fmla="*/ 147386 w 494078"/>
                          <a:gd name="connsiteY18" fmla="*/ 178120 h 247592"/>
                          <a:gd name="connsiteX19" fmla="*/ 143053 w 494078"/>
                          <a:gd name="connsiteY19" fmla="*/ 165119 h 247592"/>
                          <a:gd name="connsiteX20" fmla="*/ 125718 w 494078"/>
                          <a:gd name="connsiteY20" fmla="*/ 126116 h 247592"/>
                          <a:gd name="connsiteX21" fmla="*/ 121385 w 494078"/>
                          <a:gd name="connsiteY21" fmla="*/ 113115 h 247592"/>
                          <a:gd name="connsiteX22" fmla="*/ 99716 w 494078"/>
                          <a:gd name="connsiteY22" fmla="*/ 91447 h 247592"/>
                          <a:gd name="connsiteX23" fmla="*/ 39045 w 494078"/>
                          <a:gd name="connsiteY23" fmla="*/ 104448 h 247592"/>
                          <a:gd name="connsiteX24" fmla="*/ 13 w 494078"/>
                          <a:gd name="connsiteY24" fmla="*/ 169515 h 247592"/>
                          <a:gd name="connsiteX25" fmla="*/ 34317 w 494078"/>
                          <a:gd name="connsiteY25" fmla="*/ 247592 h 247592"/>
                          <a:gd name="connsiteX0" fmla="*/ 472429 w 472429"/>
                          <a:gd name="connsiteY0" fmla="*/ 13441 h 247592"/>
                          <a:gd name="connsiteX1" fmla="*/ 450761 w 472429"/>
                          <a:gd name="connsiteY1" fmla="*/ 440 h 247592"/>
                          <a:gd name="connsiteX2" fmla="*/ 429093 w 472429"/>
                          <a:gd name="connsiteY2" fmla="*/ 4774 h 247592"/>
                          <a:gd name="connsiteX3" fmla="*/ 394424 w 472429"/>
                          <a:gd name="connsiteY3" fmla="*/ 30776 h 247592"/>
                          <a:gd name="connsiteX4" fmla="*/ 381423 w 472429"/>
                          <a:gd name="connsiteY4" fmla="*/ 39443 h 247592"/>
                          <a:gd name="connsiteX5" fmla="*/ 372755 w 472429"/>
                          <a:gd name="connsiteY5" fmla="*/ 48110 h 247592"/>
                          <a:gd name="connsiteX6" fmla="*/ 368422 w 472429"/>
                          <a:gd name="connsiteY6" fmla="*/ 61111 h 247592"/>
                          <a:gd name="connsiteX7" fmla="*/ 364088 w 472429"/>
                          <a:gd name="connsiteY7" fmla="*/ 91447 h 247592"/>
                          <a:gd name="connsiteX8" fmla="*/ 346754 w 472429"/>
                          <a:gd name="connsiteY8" fmla="*/ 104448 h 247592"/>
                          <a:gd name="connsiteX9" fmla="*/ 325085 w 472429"/>
                          <a:gd name="connsiteY9" fmla="*/ 117449 h 247592"/>
                          <a:gd name="connsiteX10" fmla="*/ 303417 w 472429"/>
                          <a:gd name="connsiteY10" fmla="*/ 113115 h 247592"/>
                          <a:gd name="connsiteX11" fmla="*/ 290416 w 472429"/>
                          <a:gd name="connsiteY11" fmla="*/ 108782 h 247592"/>
                          <a:gd name="connsiteX12" fmla="*/ 238412 w 472429"/>
                          <a:gd name="connsiteY12" fmla="*/ 113115 h 247592"/>
                          <a:gd name="connsiteX13" fmla="*/ 225411 w 472429"/>
                          <a:gd name="connsiteY13" fmla="*/ 126116 h 247592"/>
                          <a:gd name="connsiteX14" fmla="*/ 203743 w 472429"/>
                          <a:gd name="connsiteY14" fmla="*/ 143451 h 247592"/>
                          <a:gd name="connsiteX15" fmla="*/ 195076 w 472429"/>
                          <a:gd name="connsiteY15" fmla="*/ 156452 h 247592"/>
                          <a:gd name="connsiteX16" fmla="*/ 190742 w 472429"/>
                          <a:gd name="connsiteY16" fmla="*/ 169453 h 247592"/>
                          <a:gd name="connsiteX17" fmla="*/ 177741 w 472429"/>
                          <a:gd name="connsiteY17" fmla="*/ 182454 h 247592"/>
                          <a:gd name="connsiteX18" fmla="*/ 125737 w 472429"/>
                          <a:gd name="connsiteY18" fmla="*/ 178120 h 247592"/>
                          <a:gd name="connsiteX19" fmla="*/ 121404 w 472429"/>
                          <a:gd name="connsiteY19" fmla="*/ 165119 h 247592"/>
                          <a:gd name="connsiteX20" fmla="*/ 104069 w 472429"/>
                          <a:gd name="connsiteY20" fmla="*/ 126116 h 247592"/>
                          <a:gd name="connsiteX21" fmla="*/ 99736 w 472429"/>
                          <a:gd name="connsiteY21" fmla="*/ 113115 h 247592"/>
                          <a:gd name="connsiteX22" fmla="*/ 78067 w 472429"/>
                          <a:gd name="connsiteY22" fmla="*/ 91447 h 247592"/>
                          <a:gd name="connsiteX23" fmla="*/ 17396 w 472429"/>
                          <a:gd name="connsiteY23" fmla="*/ 104448 h 247592"/>
                          <a:gd name="connsiteX24" fmla="*/ 34 w 472429"/>
                          <a:gd name="connsiteY24" fmla="*/ 165171 h 247592"/>
                          <a:gd name="connsiteX25" fmla="*/ 12668 w 472429"/>
                          <a:gd name="connsiteY25" fmla="*/ 247592 h 247592"/>
                          <a:gd name="connsiteX0" fmla="*/ 498442 w 498442"/>
                          <a:gd name="connsiteY0" fmla="*/ 13441 h 247592"/>
                          <a:gd name="connsiteX1" fmla="*/ 476774 w 498442"/>
                          <a:gd name="connsiteY1" fmla="*/ 440 h 247592"/>
                          <a:gd name="connsiteX2" fmla="*/ 455106 w 498442"/>
                          <a:gd name="connsiteY2" fmla="*/ 4774 h 247592"/>
                          <a:gd name="connsiteX3" fmla="*/ 420437 w 498442"/>
                          <a:gd name="connsiteY3" fmla="*/ 30776 h 247592"/>
                          <a:gd name="connsiteX4" fmla="*/ 407436 w 498442"/>
                          <a:gd name="connsiteY4" fmla="*/ 39443 h 247592"/>
                          <a:gd name="connsiteX5" fmla="*/ 398768 w 498442"/>
                          <a:gd name="connsiteY5" fmla="*/ 48110 h 247592"/>
                          <a:gd name="connsiteX6" fmla="*/ 394435 w 498442"/>
                          <a:gd name="connsiteY6" fmla="*/ 61111 h 247592"/>
                          <a:gd name="connsiteX7" fmla="*/ 390101 w 498442"/>
                          <a:gd name="connsiteY7" fmla="*/ 91447 h 247592"/>
                          <a:gd name="connsiteX8" fmla="*/ 372767 w 498442"/>
                          <a:gd name="connsiteY8" fmla="*/ 104448 h 247592"/>
                          <a:gd name="connsiteX9" fmla="*/ 351098 w 498442"/>
                          <a:gd name="connsiteY9" fmla="*/ 117449 h 247592"/>
                          <a:gd name="connsiteX10" fmla="*/ 329430 w 498442"/>
                          <a:gd name="connsiteY10" fmla="*/ 113115 h 247592"/>
                          <a:gd name="connsiteX11" fmla="*/ 316429 w 498442"/>
                          <a:gd name="connsiteY11" fmla="*/ 108782 h 247592"/>
                          <a:gd name="connsiteX12" fmla="*/ 264425 w 498442"/>
                          <a:gd name="connsiteY12" fmla="*/ 113115 h 247592"/>
                          <a:gd name="connsiteX13" fmla="*/ 251424 w 498442"/>
                          <a:gd name="connsiteY13" fmla="*/ 126116 h 247592"/>
                          <a:gd name="connsiteX14" fmla="*/ 229756 w 498442"/>
                          <a:gd name="connsiteY14" fmla="*/ 143451 h 247592"/>
                          <a:gd name="connsiteX15" fmla="*/ 221089 w 498442"/>
                          <a:gd name="connsiteY15" fmla="*/ 156452 h 247592"/>
                          <a:gd name="connsiteX16" fmla="*/ 216755 w 498442"/>
                          <a:gd name="connsiteY16" fmla="*/ 169453 h 247592"/>
                          <a:gd name="connsiteX17" fmla="*/ 203754 w 498442"/>
                          <a:gd name="connsiteY17" fmla="*/ 182454 h 247592"/>
                          <a:gd name="connsiteX18" fmla="*/ 151750 w 498442"/>
                          <a:gd name="connsiteY18" fmla="*/ 178120 h 247592"/>
                          <a:gd name="connsiteX19" fmla="*/ 147417 w 498442"/>
                          <a:gd name="connsiteY19" fmla="*/ 165119 h 247592"/>
                          <a:gd name="connsiteX20" fmla="*/ 130082 w 498442"/>
                          <a:gd name="connsiteY20" fmla="*/ 126116 h 247592"/>
                          <a:gd name="connsiteX21" fmla="*/ 125749 w 498442"/>
                          <a:gd name="connsiteY21" fmla="*/ 113115 h 247592"/>
                          <a:gd name="connsiteX22" fmla="*/ 104080 w 498442"/>
                          <a:gd name="connsiteY22" fmla="*/ 91447 h 247592"/>
                          <a:gd name="connsiteX23" fmla="*/ 43409 w 498442"/>
                          <a:gd name="connsiteY23" fmla="*/ 104448 h 247592"/>
                          <a:gd name="connsiteX24" fmla="*/ 11 w 498442"/>
                          <a:gd name="connsiteY24" fmla="*/ 204265 h 247592"/>
                          <a:gd name="connsiteX25" fmla="*/ 38681 w 498442"/>
                          <a:gd name="connsiteY25" fmla="*/ 247592 h 247592"/>
                          <a:gd name="connsiteX0" fmla="*/ 498624 w 498624"/>
                          <a:gd name="connsiteY0" fmla="*/ 13441 h 251936"/>
                          <a:gd name="connsiteX1" fmla="*/ 476956 w 498624"/>
                          <a:gd name="connsiteY1" fmla="*/ 440 h 251936"/>
                          <a:gd name="connsiteX2" fmla="*/ 455288 w 498624"/>
                          <a:gd name="connsiteY2" fmla="*/ 4774 h 251936"/>
                          <a:gd name="connsiteX3" fmla="*/ 420619 w 498624"/>
                          <a:gd name="connsiteY3" fmla="*/ 30776 h 251936"/>
                          <a:gd name="connsiteX4" fmla="*/ 407618 w 498624"/>
                          <a:gd name="connsiteY4" fmla="*/ 39443 h 251936"/>
                          <a:gd name="connsiteX5" fmla="*/ 398950 w 498624"/>
                          <a:gd name="connsiteY5" fmla="*/ 48110 h 251936"/>
                          <a:gd name="connsiteX6" fmla="*/ 394617 w 498624"/>
                          <a:gd name="connsiteY6" fmla="*/ 61111 h 251936"/>
                          <a:gd name="connsiteX7" fmla="*/ 390283 w 498624"/>
                          <a:gd name="connsiteY7" fmla="*/ 91447 h 251936"/>
                          <a:gd name="connsiteX8" fmla="*/ 372949 w 498624"/>
                          <a:gd name="connsiteY8" fmla="*/ 104448 h 251936"/>
                          <a:gd name="connsiteX9" fmla="*/ 351280 w 498624"/>
                          <a:gd name="connsiteY9" fmla="*/ 117449 h 251936"/>
                          <a:gd name="connsiteX10" fmla="*/ 329612 w 498624"/>
                          <a:gd name="connsiteY10" fmla="*/ 113115 h 251936"/>
                          <a:gd name="connsiteX11" fmla="*/ 316611 w 498624"/>
                          <a:gd name="connsiteY11" fmla="*/ 108782 h 251936"/>
                          <a:gd name="connsiteX12" fmla="*/ 264607 w 498624"/>
                          <a:gd name="connsiteY12" fmla="*/ 113115 h 251936"/>
                          <a:gd name="connsiteX13" fmla="*/ 251606 w 498624"/>
                          <a:gd name="connsiteY13" fmla="*/ 126116 h 251936"/>
                          <a:gd name="connsiteX14" fmla="*/ 229938 w 498624"/>
                          <a:gd name="connsiteY14" fmla="*/ 143451 h 251936"/>
                          <a:gd name="connsiteX15" fmla="*/ 221271 w 498624"/>
                          <a:gd name="connsiteY15" fmla="*/ 156452 h 251936"/>
                          <a:gd name="connsiteX16" fmla="*/ 216937 w 498624"/>
                          <a:gd name="connsiteY16" fmla="*/ 169453 h 251936"/>
                          <a:gd name="connsiteX17" fmla="*/ 203936 w 498624"/>
                          <a:gd name="connsiteY17" fmla="*/ 182454 h 251936"/>
                          <a:gd name="connsiteX18" fmla="*/ 151932 w 498624"/>
                          <a:gd name="connsiteY18" fmla="*/ 178120 h 251936"/>
                          <a:gd name="connsiteX19" fmla="*/ 147599 w 498624"/>
                          <a:gd name="connsiteY19" fmla="*/ 165119 h 251936"/>
                          <a:gd name="connsiteX20" fmla="*/ 130264 w 498624"/>
                          <a:gd name="connsiteY20" fmla="*/ 126116 h 251936"/>
                          <a:gd name="connsiteX21" fmla="*/ 125931 w 498624"/>
                          <a:gd name="connsiteY21" fmla="*/ 113115 h 251936"/>
                          <a:gd name="connsiteX22" fmla="*/ 104262 w 498624"/>
                          <a:gd name="connsiteY22" fmla="*/ 91447 h 251936"/>
                          <a:gd name="connsiteX23" fmla="*/ 43591 w 498624"/>
                          <a:gd name="connsiteY23" fmla="*/ 104448 h 251936"/>
                          <a:gd name="connsiteX24" fmla="*/ 193 w 498624"/>
                          <a:gd name="connsiteY24" fmla="*/ 204265 h 251936"/>
                          <a:gd name="connsiteX25" fmla="*/ 60557 w 498624"/>
                          <a:gd name="connsiteY25" fmla="*/ 251936 h 251936"/>
                          <a:gd name="connsiteX0" fmla="*/ 498543 w 498543"/>
                          <a:gd name="connsiteY0" fmla="*/ 13441 h 234568"/>
                          <a:gd name="connsiteX1" fmla="*/ 476875 w 498543"/>
                          <a:gd name="connsiteY1" fmla="*/ 440 h 234568"/>
                          <a:gd name="connsiteX2" fmla="*/ 455207 w 498543"/>
                          <a:gd name="connsiteY2" fmla="*/ 4774 h 234568"/>
                          <a:gd name="connsiteX3" fmla="*/ 420538 w 498543"/>
                          <a:gd name="connsiteY3" fmla="*/ 30776 h 234568"/>
                          <a:gd name="connsiteX4" fmla="*/ 407537 w 498543"/>
                          <a:gd name="connsiteY4" fmla="*/ 39443 h 234568"/>
                          <a:gd name="connsiteX5" fmla="*/ 398869 w 498543"/>
                          <a:gd name="connsiteY5" fmla="*/ 48110 h 234568"/>
                          <a:gd name="connsiteX6" fmla="*/ 394536 w 498543"/>
                          <a:gd name="connsiteY6" fmla="*/ 61111 h 234568"/>
                          <a:gd name="connsiteX7" fmla="*/ 390202 w 498543"/>
                          <a:gd name="connsiteY7" fmla="*/ 91447 h 234568"/>
                          <a:gd name="connsiteX8" fmla="*/ 372868 w 498543"/>
                          <a:gd name="connsiteY8" fmla="*/ 104448 h 234568"/>
                          <a:gd name="connsiteX9" fmla="*/ 351199 w 498543"/>
                          <a:gd name="connsiteY9" fmla="*/ 117449 h 234568"/>
                          <a:gd name="connsiteX10" fmla="*/ 329531 w 498543"/>
                          <a:gd name="connsiteY10" fmla="*/ 113115 h 234568"/>
                          <a:gd name="connsiteX11" fmla="*/ 316530 w 498543"/>
                          <a:gd name="connsiteY11" fmla="*/ 108782 h 234568"/>
                          <a:gd name="connsiteX12" fmla="*/ 264526 w 498543"/>
                          <a:gd name="connsiteY12" fmla="*/ 113115 h 234568"/>
                          <a:gd name="connsiteX13" fmla="*/ 251525 w 498543"/>
                          <a:gd name="connsiteY13" fmla="*/ 126116 h 234568"/>
                          <a:gd name="connsiteX14" fmla="*/ 229857 w 498543"/>
                          <a:gd name="connsiteY14" fmla="*/ 143451 h 234568"/>
                          <a:gd name="connsiteX15" fmla="*/ 221190 w 498543"/>
                          <a:gd name="connsiteY15" fmla="*/ 156452 h 234568"/>
                          <a:gd name="connsiteX16" fmla="*/ 216856 w 498543"/>
                          <a:gd name="connsiteY16" fmla="*/ 169453 h 234568"/>
                          <a:gd name="connsiteX17" fmla="*/ 203855 w 498543"/>
                          <a:gd name="connsiteY17" fmla="*/ 182454 h 234568"/>
                          <a:gd name="connsiteX18" fmla="*/ 151851 w 498543"/>
                          <a:gd name="connsiteY18" fmla="*/ 178120 h 234568"/>
                          <a:gd name="connsiteX19" fmla="*/ 147518 w 498543"/>
                          <a:gd name="connsiteY19" fmla="*/ 165119 h 234568"/>
                          <a:gd name="connsiteX20" fmla="*/ 130183 w 498543"/>
                          <a:gd name="connsiteY20" fmla="*/ 126116 h 234568"/>
                          <a:gd name="connsiteX21" fmla="*/ 125850 w 498543"/>
                          <a:gd name="connsiteY21" fmla="*/ 113115 h 234568"/>
                          <a:gd name="connsiteX22" fmla="*/ 104181 w 498543"/>
                          <a:gd name="connsiteY22" fmla="*/ 91447 h 234568"/>
                          <a:gd name="connsiteX23" fmla="*/ 43510 w 498543"/>
                          <a:gd name="connsiteY23" fmla="*/ 104448 h 234568"/>
                          <a:gd name="connsiteX24" fmla="*/ 112 w 498543"/>
                          <a:gd name="connsiteY24" fmla="*/ 204265 h 234568"/>
                          <a:gd name="connsiteX25" fmla="*/ 56141 w 498543"/>
                          <a:gd name="connsiteY25" fmla="*/ 234568 h 234568"/>
                          <a:gd name="connsiteX0" fmla="*/ 498543 w 498543"/>
                          <a:gd name="connsiteY0" fmla="*/ 13441 h 204265"/>
                          <a:gd name="connsiteX1" fmla="*/ 476875 w 498543"/>
                          <a:gd name="connsiteY1" fmla="*/ 440 h 204265"/>
                          <a:gd name="connsiteX2" fmla="*/ 455207 w 498543"/>
                          <a:gd name="connsiteY2" fmla="*/ 4774 h 204265"/>
                          <a:gd name="connsiteX3" fmla="*/ 420538 w 498543"/>
                          <a:gd name="connsiteY3" fmla="*/ 30776 h 204265"/>
                          <a:gd name="connsiteX4" fmla="*/ 407537 w 498543"/>
                          <a:gd name="connsiteY4" fmla="*/ 39443 h 204265"/>
                          <a:gd name="connsiteX5" fmla="*/ 398869 w 498543"/>
                          <a:gd name="connsiteY5" fmla="*/ 48110 h 204265"/>
                          <a:gd name="connsiteX6" fmla="*/ 394536 w 498543"/>
                          <a:gd name="connsiteY6" fmla="*/ 61111 h 204265"/>
                          <a:gd name="connsiteX7" fmla="*/ 390202 w 498543"/>
                          <a:gd name="connsiteY7" fmla="*/ 91447 h 204265"/>
                          <a:gd name="connsiteX8" fmla="*/ 372868 w 498543"/>
                          <a:gd name="connsiteY8" fmla="*/ 104448 h 204265"/>
                          <a:gd name="connsiteX9" fmla="*/ 351199 w 498543"/>
                          <a:gd name="connsiteY9" fmla="*/ 117449 h 204265"/>
                          <a:gd name="connsiteX10" fmla="*/ 329531 w 498543"/>
                          <a:gd name="connsiteY10" fmla="*/ 113115 h 204265"/>
                          <a:gd name="connsiteX11" fmla="*/ 316530 w 498543"/>
                          <a:gd name="connsiteY11" fmla="*/ 108782 h 204265"/>
                          <a:gd name="connsiteX12" fmla="*/ 264526 w 498543"/>
                          <a:gd name="connsiteY12" fmla="*/ 113115 h 204265"/>
                          <a:gd name="connsiteX13" fmla="*/ 251525 w 498543"/>
                          <a:gd name="connsiteY13" fmla="*/ 126116 h 204265"/>
                          <a:gd name="connsiteX14" fmla="*/ 229857 w 498543"/>
                          <a:gd name="connsiteY14" fmla="*/ 143451 h 204265"/>
                          <a:gd name="connsiteX15" fmla="*/ 221190 w 498543"/>
                          <a:gd name="connsiteY15" fmla="*/ 156452 h 204265"/>
                          <a:gd name="connsiteX16" fmla="*/ 216856 w 498543"/>
                          <a:gd name="connsiteY16" fmla="*/ 169453 h 204265"/>
                          <a:gd name="connsiteX17" fmla="*/ 203855 w 498543"/>
                          <a:gd name="connsiteY17" fmla="*/ 182454 h 204265"/>
                          <a:gd name="connsiteX18" fmla="*/ 151851 w 498543"/>
                          <a:gd name="connsiteY18" fmla="*/ 178120 h 204265"/>
                          <a:gd name="connsiteX19" fmla="*/ 147518 w 498543"/>
                          <a:gd name="connsiteY19" fmla="*/ 165119 h 204265"/>
                          <a:gd name="connsiteX20" fmla="*/ 130183 w 498543"/>
                          <a:gd name="connsiteY20" fmla="*/ 126116 h 204265"/>
                          <a:gd name="connsiteX21" fmla="*/ 125850 w 498543"/>
                          <a:gd name="connsiteY21" fmla="*/ 113115 h 204265"/>
                          <a:gd name="connsiteX22" fmla="*/ 104181 w 498543"/>
                          <a:gd name="connsiteY22" fmla="*/ 91447 h 204265"/>
                          <a:gd name="connsiteX23" fmla="*/ 43510 w 498543"/>
                          <a:gd name="connsiteY23" fmla="*/ 104448 h 204265"/>
                          <a:gd name="connsiteX24" fmla="*/ 112 w 498543"/>
                          <a:gd name="connsiteY24" fmla="*/ 204265 h 204265"/>
                          <a:gd name="connsiteX0" fmla="*/ 456985 w 456985"/>
                          <a:gd name="connsiteY0" fmla="*/ 13441 h 243349"/>
                          <a:gd name="connsiteX1" fmla="*/ 435317 w 456985"/>
                          <a:gd name="connsiteY1" fmla="*/ 440 h 243349"/>
                          <a:gd name="connsiteX2" fmla="*/ 413649 w 456985"/>
                          <a:gd name="connsiteY2" fmla="*/ 4774 h 243349"/>
                          <a:gd name="connsiteX3" fmla="*/ 378980 w 456985"/>
                          <a:gd name="connsiteY3" fmla="*/ 30776 h 243349"/>
                          <a:gd name="connsiteX4" fmla="*/ 365979 w 456985"/>
                          <a:gd name="connsiteY4" fmla="*/ 39443 h 243349"/>
                          <a:gd name="connsiteX5" fmla="*/ 357311 w 456985"/>
                          <a:gd name="connsiteY5" fmla="*/ 48110 h 243349"/>
                          <a:gd name="connsiteX6" fmla="*/ 352978 w 456985"/>
                          <a:gd name="connsiteY6" fmla="*/ 61111 h 243349"/>
                          <a:gd name="connsiteX7" fmla="*/ 348644 w 456985"/>
                          <a:gd name="connsiteY7" fmla="*/ 91447 h 243349"/>
                          <a:gd name="connsiteX8" fmla="*/ 331310 w 456985"/>
                          <a:gd name="connsiteY8" fmla="*/ 104448 h 243349"/>
                          <a:gd name="connsiteX9" fmla="*/ 309641 w 456985"/>
                          <a:gd name="connsiteY9" fmla="*/ 117449 h 243349"/>
                          <a:gd name="connsiteX10" fmla="*/ 287973 w 456985"/>
                          <a:gd name="connsiteY10" fmla="*/ 113115 h 243349"/>
                          <a:gd name="connsiteX11" fmla="*/ 274972 w 456985"/>
                          <a:gd name="connsiteY11" fmla="*/ 108782 h 243349"/>
                          <a:gd name="connsiteX12" fmla="*/ 222968 w 456985"/>
                          <a:gd name="connsiteY12" fmla="*/ 113115 h 243349"/>
                          <a:gd name="connsiteX13" fmla="*/ 209967 w 456985"/>
                          <a:gd name="connsiteY13" fmla="*/ 126116 h 243349"/>
                          <a:gd name="connsiteX14" fmla="*/ 188299 w 456985"/>
                          <a:gd name="connsiteY14" fmla="*/ 143451 h 243349"/>
                          <a:gd name="connsiteX15" fmla="*/ 179632 w 456985"/>
                          <a:gd name="connsiteY15" fmla="*/ 156452 h 243349"/>
                          <a:gd name="connsiteX16" fmla="*/ 175298 w 456985"/>
                          <a:gd name="connsiteY16" fmla="*/ 169453 h 243349"/>
                          <a:gd name="connsiteX17" fmla="*/ 162297 w 456985"/>
                          <a:gd name="connsiteY17" fmla="*/ 182454 h 243349"/>
                          <a:gd name="connsiteX18" fmla="*/ 110293 w 456985"/>
                          <a:gd name="connsiteY18" fmla="*/ 178120 h 243349"/>
                          <a:gd name="connsiteX19" fmla="*/ 105960 w 456985"/>
                          <a:gd name="connsiteY19" fmla="*/ 165119 h 243349"/>
                          <a:gd name="connsiteX20" fmla="*/ 88625 w 456985"/>
                          <a:gd name="connsiteY20" fmla="*/ 126116 h 243349"/>
                          <a:gd name="connsiteX21" fmla="*/ 84292 w 456985"/>
                          <a:gd name="connsiteY21" fmla="*/ 113115 h 243349"/>
                          <a:gd name="connsiteX22" fmla="*/ 62623 w 456985"/>
                          <a:gd name="connsiteY22" fmla="*/ 91447 h 243349"/>
                          <a:gd name="connsiteX23" fmla="*/ 1952 w 456985"/>
                          <a:gd name="connsiteY23" fmla="*/ 104448 h 243349"/>
                          <a:gd name="connsiteX24" fmla="*/ 14900 w 456985"/>
                          <a:gd name="connsiteY24" fmla="*/ 243349 h 243349"/>
                          <a:gd name="connsiteX0" fmla="*/ 503407 w 503407"/>
                          <a:gd name="connsiteY0" fmla="*/ 13441 h 243349"/>
                          <a:gd name="connsiteX1" fmla="*/ 481739 w 503407"/>
                          <a:gd name="connsiteY1" fmla="*/ 440 h 243349"/>
                          <a:gd name="connsiteX2" fmla="*/ 460071 w 503407"/>
                          <a:gd name="connsiteY2" fmla="*/ 4774 h 243349"/>
                          <a:gd name="connsiteX3" fmla="*/ 425402 w 503407"/>
                          <a:gd name="connsiteY3" fmla="*/ 30776 h 243349"/>
                          <a:gd name="connsiteX4" fmla="*/ 412401 w 503407"/>
                          <a:gd name="connsiteY4" fmla="*/ 39443 h 243349"/>
                          <a:gd name="connsiteX5" fmla="*/ 403733 w 503407"/>
                          <a:gd name="connsiteY5" fmla="*/ 48110 h 243349"/>
                          <a:gd name="connsiteX6" fmla="*/ 399400 w 503407"/>
                          <a:gd name="connsiteY6" fmla="*/ 61111 h 243349"/>
                          <a:gd name="connsiteX7" fmla="*/ 395066 w 503407"/>
                          <a:gd name="connsiteY7" fmla="*/ 91447 h 243349"/>
                          <a:gd name="connsiteX8" fmla="*/ 377732 w 503407"/>
                          <a:gd name="connsiteY8" fmla="*/ 104448 h 243349"/>
                          <a:gd name="connsiteX9" fmla="*/ 356063 w 503407"/>
                          <a:gd name="connsiteY9" fmla="*/ 117449 h 243349"/>
                          <a:gd name="connsiteX10" fmla="*/ 334395 w 503407"/>
                          <a:gd name="connsiteY10" fmla="*/ 113115 h 243349"/>
                          <a:gd name="connsiteX11" fmla="*/ 321394 w 503407"/>
                          <a:gd name="connsiteY11" fmla="*/ 108782 h 243349"/>
                          <a:gd name="connsiteX12" fmla="*/ 269390 w 503407"/>
                          <a:gd name="connsiteY12" fmla="*/ 113115 h 243349"/>
                          <a:gd name="connsiteX13" fmla="*/ 256389 w 503407"/>
                          <a:gd name="connsiteY13" fmla="*/ 126116 h 243349"/>
                          <a:gd name="connsiteX14" fmla="*/ 234721 w 503407"/>
                          <a:gd name="connsiteY14" fmla="*/ 143451 h 243349"/>
                          <a:gd name="connsiteX15" fmla="*/ 226054 w 503407"/>
                          <a:gd name="connsiteY15" fmla="*/ 156452 h 243349"/>
                          <a:gd name="connsiteX16" fmla="*/ 221720 w 503407"/>
                          <a:gd name="connsiteY16" fmla="*/ 169453 h 243349"/>
                          <a:gd name="connsiteX17" fmla="*/ 208719 w 503407"/>
                          <a:gd name="connsiteY17" fmla="*/ 182454 h 243349"/>
                          <a:gd name="connsiteX18" fmla="*/ 156715 w 503407"/>
                          <a:gd name="connsiteY18" fmla="*/ 178120 h 243349"/>
                          <a:gd name="connsiteX19" fmla="*/ 152382 w 503407"/>
                          <a:gd name="connsiteY19" fmla="*/ 165119 h 243349"/>
                          <a:gd name="connsiteX20" fmla="*/ 135047 w 503407"/>
                          <a:gd name="connsiteY20" fmla="*/ 126116 h 243349"/>
                          <a:gd name="connsiteX21" fmla="*/ 130714 w 503407"/>
                          <a:gd name="connsiteY21" fmla="*/ 113115 h 243349"/>
                          <a:gd name="connsiteX22" fmla="*/ 109045 w 503407"/>
                          <a:gd name="connsiteY22" fmla="*/ 91447 h 243349"/>
                          <a:gd name="connsiteX23" fmla="*/ 660 w 503407"/>
                          <a:gd name="connsiteY23" fmla="*/ 199845 h 243349"/>
                          <a:gd name="connsiteX24" fmla="*/ 61322 w 503407"/>
                          <a:gd name="connsiteY24" fmla="*/ 243349 h 243349"/>
                          <a:gd name="connsiteX0" fmla="*/ 486267 w 486267"/>
                          <a:gd name="connsiteY0" fmla="*/ 13441 h 243349"/>
                          <a:gd name="connsiteX1" fmla="*/ 464599 w 486267"/>
                          <a:gd name="connsiteY1" fmla="*/ 440 h 243349"/>
                          <a:gd name="connsiteX2" fmla="*/ 442931 w 486267"/>
                          <a:gd name="connsiteY2" fmla="*/ 4774 h 243349"/>
                          <a:gd name="connsiteX3" fmla="*/ 408262 w 486267"/>
                          <a:gd name="connsiteY3" fmla="*/ 30776 h 243349"/>
                          <a:gd name="connsiteX4" fmla="*/ 395261 w 486267"/>
                          <a:gd name="connsiteY4" fmla="*/ 39443 h 243349"/>
                          <a:gd name="connsiteX5" fmla="*/ 386593 w 486267"/>
                          <a:gd name="connsiteY5" fmla="*/ 48110 h 243349"/>
                          <a:gd name="connsiteX6" fmla="*/ 382260 w 486267"/>
                          <a:gd name="connsiteY6" fmla="*/ 61111 h 243349"/>
                          <a:gd name="connsiteX7" fmla="*/ 377926 w 486267"/>
                          <a:gd name="connsiteY7" fmla="*/ 91447 h 243349"/>
                          <a:gd name="connsiteX8" fmla="*/ 360592 w 486267"/>
                          <a:gd name="connsiteY8" fmla="*/ 104448 h 243349"/>
                          <a:gd name="connsiteX9" fmla="*/ 338923 w 486267"/>
                          <a:gd name="connsiteY9" fmla="*/ 117449 h 243349"/>
                          <a:gd name="connsiteX10" fmla="*/ 317255 w 486267"/>
                          <a:gd name="connsiteY10" fmla="*/ 113115 h 243349"/>
                          <a:gd name="connsiteX11" fmla="*/ 304254 w 486267"/>
                          <a:gd name="connsiteY11" fmla="*/ 108782 h 243349"/>
                          <a:gd name="connsiteX12" fmla="*/ 252250 w 486267"/>
                          <a:gd name="connsiteY12" fmla="*/ 113115 h 243349"/>
                          <a:gd name="connsiteX13" fmla="*/ 239249 w 486267"/>
                          <a:gd name="connsiteY13" fmla="*/ 126116 h 243349"/>
                          <a:gd name="connsiteX14" fmla="*/ 217581 w 486267"/>
                          <a:gd name="connsiteY14" fmla="*/ 143451 h 243349"/>
                          <a:gd name="connsiteX15" fmla="*/ 208914 w 486267"/>
                          <a:gd name="connsiteY15" fmla="*/ 156452 h 243349"/>
                          <a:gd name="connsiteX16" fmla="*/ 204580 w 486267"/>
                          <a:gd name="connsiteY16" fmla="*/ 169453 h 243349"/>
                          <a:gd name="connsiteX17" fmla="*/ 191579 w 486267"/>
                          <a:gd name="connsiteY17" fmla="*/ 182454 h 243349"/>
                          <a:gd name="connsiteX18" fmla="*/ 139575 w 486267"/>
                          <a:gd name="connsiteY18" fmla="*/ 178120 h 243349"/>
                          <a:gd name="connsiteX19" fmla="*/ 135242 w 486267"/>
                          <a:gd name="connsiteY19" fmla="*/ 165119 h 243349"/>
                          <a:gd name="connsiteX20" fmla="*/ 117907 w 486267"/>
                          <a:gd name="connsiteY20" fmla="*/ 126116 h 243349"/>
                          <a:gd name="connsiteX21" fmla="*/ 113574 w 486267"/>
                          <a:gd name="connsiteY21" fmla="*/ 113115 h 243349"/>
                          <a:gd name="connsiteX22" fmla="*/ 91905 w 486267"/>
                          <a:gd name="connsiteY22" fmla="*/ 91447 h 243349"/>
                          <a:gd name="connsiteX23" fmla="*/ 870 w 486267"/>
                          <a:gd name="connsiteY23" fmla="*/ 199845 h 243349"/>
                          <a:gd name="connsiteX24" fmla="*/ 44182 w 486267"/>
                          <a:gd name="connsiteY24" fmla="*/ 243349 h 243349"/>
                          <a:gd name="connsiteX0" fmla="*/ 486267 w 492676"/>
                          <a:gd name="connsiteY0" fmla="*/ 14027 h 243935"/>
                          <a:gd name="connsiteX1" fmla="*/ 490626 w 492676"/>
                          <a:gd name="connsiteY1" fmla="*/ 586 h 243935"/>
                          <a:gd name="connsiteX2" fmla="*/ 442931 w 492676"/>
                          <a:gd name="connsiteY2" fmla="*/ 5360 h 243935"/>
                          <a:gd name="connsiteX3" fmla="*/ 408262 w 492676"/>
                          <a:gd name="connsiteY3" fmla="*/ 31362 h 243935"/>
                          <a:gd name="connsiteX4" fmla="*/ 395261 w 492676"/>
                          <a:gd name="connsiteY4" fmla="*/ 40029 h 243935"/>
                          <a:gd name="connsiteX5" fmla="*/ 386593 w 492676"/>
                          <a:gd name="connsiteY5" fmla="*/ 48696 h 243935"/>
                          <a:gd name="connsiteX6" fmla="*/ 382260 w 492676"/>
                          <a:gd name="connsiteY6" fmla="*/ 61697 h 243935"/>
                          <a:gd name="connsiteX7" fmla="*/ 377926 w 492676"/>
                          <a:gd name="connsiteY7" fmla="*/ 92033 h 243935"/>
                          <a:gd name="connsiteX8" fmla="*/ 360592 w 492676"/>
                          <a:gd name="connsiteY8" fmla="*/ 105034 h 243935"/>
                          <a:gd name="connsiteX9" fmla="*/ 338923 w 492676"/>
                          <a:gd name="connsiteY9" fmla="*/ 118035 h 243935"/>
                          <a:gd name="connsiteX10" fmla="*/ 317255 w 492676"/>
                          <a:gd name="connsiteY10" fmla="*/ 113701 h 243935"/>
                          <a:gd name="connsiteX11" fmla="*/ 304254 w 492676"/>
                          <a:gd name="connsiteY11" fmla="*/ 109368 h 243935"/>
                          <a:gd name="connsiteX12" fmla="*/ 252250 w 492676"/>
                          <a:gd name="connsiteY12" fmla="*/ 113701 h 243935"/>
                          <a:gd name="connsiteX13" fmla="*/ 239249 w 492676"/>
                          <a:gd name="connsiteY13" fmla="*/ 126702 h 243935"/>
                          <a:gd name="connsiteX14" fmla="*/ 217581 w 492676"/>
                          <a:gd name="connsiteY14" fmla="*/ 144037 h 243935"/>
                          <a:gd name="connsiteX15" fmla="*/ 208914 w 492676"/>
                          <a:gd name="connsiteY15" fmla="*/ 157038 h 243935"/>
                          <a:gd name="connsiteX16" fmla="*/ 204580 w 492676"/>
                          <a:gd name="connsiteY16" fmla="*/ 170039 h 243935"/>
                          <a:gd name="connsiteX17" fmla="*/ 191579 w 492676"/>
                          <a:gd name="connsiteY17" fmla="*/ 183040 h 243935"/>
                          <a:gd name="connsiteX18" fmla="*/ 139575 w 492676"/>
                          <a:gd name="connsiteY18" fmla="*/ 178706 h 243935"/>
                          <a:gd name="connsiteX19" fmla="*/ 135242 w 492676"/>
                          <a:gd name="connsiteY19" fmla="*/ 165705 h 243935"/>
                          <a:gd name="connsiteX20" fmla="*/ 117907 w 492676"/>
                          <a:gd name="connsiteY20" fmla="*/ 126702 h 243935"/>
                          <a:gd name="connsiteX21" fmla="*/ 113574 w 492676"/>
                          <a:gd name="connsiteY21" fmla="*/ 113701 h 243935"/>
                          <a:gd name="connsiteX22" fmla="*/ 91905 w 492676"/>
                          <a:gd name="connsiteY22" fmla="*/ 92033 h 243935"/>
                          <a:gd name="connsiteX23" fmla="*/ 870 w 492676"/>
                          <a:gd name="connsiteY23" fmla="*/ 200431 h 243935"/>
                          <a:gd name="connsiteX24" fmla="*/ 44182 w 492676"/>
                          <a:gd name="connsiteY24" fmla="*/ 243935 h 24393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</a:cxnLst>
                        <a:rect l="l" t="t" r="r" b="b"/>
                        <a:pathLst>
                          <a:path w="492676" h="243935">
                            <a:moveTo>
                              <a:pt x="486267" y="14027"/>
                            </a:moveTo>
                            <a:cubicBezTo>
                              <a:pt x="479044" y="9693"/>
                              <a:pt x="498885" y="2238"/>
                              <a:pt x="490626" y="586"/>
                            </a:cubicBezTo>
                            <a:cubicBezTo>
                              <a:pt x="483403" y="-859"/>
                              <a:pt x="456658" y="231"/>
                              <a:pt x="442931" y="5360"/>
                            </a:cubicBezTo>
                            <a:cubicBezTo>
                              <a:pt x="429204" y="10489"/>
                              <a:pt x="420281" y="23349"/>
                              <a:pt x="408262" y="31362"/>
                            </a:cubicBezTo>
                            <a:cubicBezTo>
                              <a:pt x="403928" y="34251"/>
                              <a:pt x="399328" y="36776"/>
                              <a:pt x="395261" y="40029"/>
                            </a:cubicBezTo>
                            <a:cubicBezTo>
                              <a:pt x="392070" y="42581"/>
                              <a:pt x="389482" y="45807"/>
                              <a:pt x="386593" y="48696"/>
                            </a:cubicBezTo>
                            <a:cubicBezTo>
                              <a:pt x="385149" y="53030"/>
                              <a:pt x="383156" y="57218"/>
                              <a:pt x="382260" y="61697"/>
                            </a:cubicBezTo>
                            <a:cubicBezTo>
                              <a:pt x="380257" y="71713"/>
                              <a:pt x="382494" y="82897"/>
                              <a:pt x="377926" y="92033"/>
                            </a:cubicBezTo>
                            <a:cubicBezTo>
                              <a:pt x="374696" y="98493"/>
                              <a:pt x="366141" y="100410"/>
                              <a:pt x="360592" y="105034"/>
                            </a:cubicBezTo>
                            <a:cubicBezTo>
                              <a:pt x="344730" y="118252"/>
                              <a:pt x="360232" y="110931"/>
                              <a:pt x="338923" y="118035"/>
                            </a:cubicBezTo>
                            <a:cubicBezTo>
                              <a:pt x="331700" y="116590"/>
                              <a:pt x="324401" y="115487"/>
                              <a:pt x="317255" y="113701"/>
                            </a:cubicBezTo>
                            <a:cubicBezTo>
                              <a:pt x="312823" y="112593"/>
                              <a:pt x="308822" y="109368"/>
                              <a:pt x="304254" y="109368"/>
                            </a:cubicBezTo>
                            <a:cubicBezTo>
                              <a:pt x="286859" y="109368"/>
                              <a:pt x="269585" y="112257"/>
                              <a:pt x="252250" y="113701"/>
                            </a:cubicBezTo>
                            <a:cubicBezTo>
                              <a:pt x="247916" y="118035"/>
                              <a:pt x="243957" y="122779"/>
                              <a:pt x="239249" y="126702"/>
                            </a:cubicBezTo>
                            <a:cubicBezTo>
                              <a:pt x="225731" y="137967"/>
                              <a:pt x="227669" y="131426"/>
                              <a:pt x="217581" y="144037"/>
                            </a:cubicBezTo>
                            <a:cubicBezTo>
                              <a:pt x="214328" y="148104"/>
                              <a:pt x="211243" y="152380"/>
                              <a:pt x="208914" y="157038"/>
                            </a:cubicBezTo>
                            <a:cubicBezTo>
                              <a:pt x="206871" y="161124"/>
                              <a:pt x="207114" y="166238"/>
                              <a:pt x="204580" y="170039"/>
                            </a:cubicBezTo>
                            <a:cubicBezTo>
                              <a:pt x="201180" y="175138"/>
                              <a:pt x="195913" y="178706"/>
                              <a:pt x="191579" y="183040"/>
                            </a:cubicBezTo>
                            <a:cubicBezTo>
                              <a:pt x="174244" y="181595"/>
                              <a:pt x="156201" y="183822"/>
                              <a:pt x="139575" y="178706"/>
                            </a:cubicBezTo>
                            <a:cubicBezTo>
                              <a:pt x="135209" y="177363"/>
                              <a:pt x="137285" y="169791"/>
                              <a:pt x="135242" y="165705"/>
                            </a:cubicBezTo>
                            <a:cubicBezTo>
                              <a:pt x="114639" y="124496"/>
                              <a:pt x="140270" y="193792"/>
                              <a:pt x="117907" y="126702"/>
                            </a:cubicBezTo>
                            <a:cubicBezTo>
                              <a:pt x="116462" y="122368"/>
                              <a:pt x="116804" y="116931"/>
                              <a:pt x="113574" y="113701"/>
                            </a:cubicBezTo>
                            <a:cubicBezTo>
                              <a:pt x="106351" y="106478"/>
                              <a:pt x="110689" y="77578"/>
                              <a:pt x="91905" y="92033"/>
                            </a:cubicBezTo>
                            <a:cubicBezTo>
                              <a:pt x="73121" y="106488"/>
                              <a:pt x="8824" y="175114"/>
                              <a:pt x="870" y="200431"/>
                            </a:cubicBezTo>
                            <a:cubicBezTo>
                              <a:pt x="-7084" y="225748"/>
                              <a:pt x="42077" y="222248"/>
                              <a:pt x="44182" y="243935"/>
                            </a:cubicBezTo>
                          </a:path>
                        </a:pathLst>
                      </a:custGeom>
                      <a:noFill/>
                      <a:ln w="5715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DCD25FF" id="Freeform 71" o:spid="_x0000_s1026" style="position:absolute;margin-left:86.1pt;margin-top:-274.3pt;width:38.8pt;height:19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2676,243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" path="m486267,14027c479044,9693,498885,2238,490626,586,483403,-859,456658,231,442931,5360v-13727,5129,-22650,17989,-34669,26002c403928,34251,399328,36776,395261,40029v-3191,2552,-5779,5778,-8668,8667c385149,53030,383156,57218,382260,61697v-2003,10016,234,21200,-4334,30336c374696,98493,366141,100410,360592,105034v-15862,13218,-360,5897,-21669,13001c331700,116590,324401,115487,317255,113701v-4432,-1108,-8433,-4333,-13001,-4333c286859,109368,269585,112257,252250,113701v-4334,4334,-8293,9078,-13001,13001c225731,137967,227669,131426,217581,144037v-3253,4067,-6338,8343,-8667,13001c206871,161124,207114,166238,204580,170039v-3400,5099,-8667,8667,-13001,13001c174244,181595,156201,183822,139575,178706v-4366,-1343,-2290,-8915,-4333,-13001c114639,124496,140270,193792,117907,126702v-1445,-4334,-1103,-9771,-4333,-13001c106351,106478,110689,77578,91905,92033,73121,106488,8824,175114,870,200431v-7954,25317,41207,21817,43312,43504e" filled="f" strokecolor="red" strokeweight="4.5pt">
              <v:stroke joinstyle="miter"/>
              <v:path arrowok="t" o:connecttype="custom" o:connectlocs="486267,14027;490626,586;442931,5360;408262,31362;395261,40029;386593,48696;382260,61697;377926,92033;360592,105034;338923,118035;317255,113701;304254,109368;252250,113701;239249,126702;217581,144037;208914,157038;204580,170039;191579,183040;139575,178706;135242,165705;117907,126702;113574,113701;91905,92033;870,200431;44182,243935" o:connectangles="0,0,0,0,0,0,0,0,0,0,0,0,0,0,0,0,0,0,0,0,0,0,0,0,0"/>
            </v:shape>
          </w:pict>
        </mc:Fallback>
      </mc:AlternateContent>
    </w:r>
    <w:r w:rsidR="0009281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0256" behindDoc="0" locked="0" layoutInCell="1" allowOverlap="1">
              <wp:simplePos x="0" y="0"/>
              <wp:positionH relativeFrom="column">
                <wp:posOffset>1605286</wp:posOffset>
              </wp:positionH>
              <wp:positionV relativeFrom="paragraph">
                <wp:posOffset>-2159402</wp:posOffset>
              </wp:positionV>
              <wp:extent cx="41540" cy="300843"/>
              <wp:effectExtent l="0" t="0" r="15875" b="23495"/>
              <wp:wrapNone/>
              <wp:docPr id="70" name="Freeform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540" cy="300843"/>
                      </a:xfrm>
                      <a:custGeom>
                        <a:avLst/>
                        <a:gdLst>
                          <a:gd name="connsiteX0" fmla="*/ 13759 w 40920"/>
                          <a:gd name="connsiteY0" fmla="*/ 295940 h 295955"/>
                          <a:gd name="connsiteX1" fmla="*/ 40920 w 40920"/>
                          <a:gd name="connsiteY1" fmla="*/ 142031 h 295955"/>
                          <a:gd name="connsiteX2" fmla="*/ 13759 w 40920"/>
                          <a:gd name="connsiteY2" fmla="*/ 15283 h 295955"/>
                          <a:gd name="connsiteX3" fmla="*/ 179 w 40920"/>
                          <a:gd name="connsiteY3" fmla="*/ 15283 h 295955"/>
                          <a:gd name="connsiteX4" fmla="*/ 22813 w 40920"/>
                          <a:gd name="connsiteY4" fmla="*/ 132978 h 295955"/>
                          <a:gd name="connsiteX5" fmla="*/ 13759 w 40920"/>
                          <a:gd name="connsiteY5" fmla="*/ 295940 h 295955"/>
                          <a:gd name="connsiteX0" fmla="*/ 31991 w 41540"/>
                          <a:gd name="connsiteY0" fmla="*/ 300828 h 300843"/>
                          <a:gd name="connsiteX1" fmla="*/ 40920 w 41540"/>
                          <a:gd name="connsiteY1" fmla="*/ 142031 h 300843"/>
                          <a:gd name="connsiteX2" fmla="*/ 13759 w 41540"/>
                          <a:gd name="connsiteY2" fmla="*/ 15283 h 300843"/>
                          <a:gd name="connsiteX3" fmla="*/ 179 w 41540"/>
                          <a:gd name="connsiteY3" fmla="*/ 15283 h 300843"/>
                          <a:gd name="connsiteX4" fmla="*/ 22813 w 41540"/>
                          <a:gd name="connsiteY4" fmla="*/ 132978 h 300843"/>
                          <a:gd name="connsiteX5" fmla="*/ 31991 w 41540"/>
                          <a:gd name="connsiteY5" fmla="*/ 300828 h 30084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41540" h="300843">
                            <a:moveTo>
                              <a:pt x="31991" y="300828"/>
                            </a:moveTo>
                            <a:cubicBezTo>
                              <a:pt x="35009" y="302337"/>
                              <a:pt x="43959" y="189622"/>
                              <a:pt x="40920" y="142031"/>
                            </a:cubicBezTo>
                            <a:cubicBezTo>
                              <a:pt x="37881" y="94440"/>
                              <a:pt x="20549" y="36408"/>
                              <a:pt x="13759" y="15283"/>
                            </a:cubicBezTo>
                            <a:cubicBezTo>
                              <a:pt x="6969" y="-5842"/>
                              <a:pt x="-1330" y="-4333"/>
                              <a:pt x="179" y="15283"/>
                            </a:cubicBezTo>
                            <a:cubicBezTo>
                              <a:pt x="1688" y="34899"/>
                              <a:pt x="17511" y="85387"/>
                              <a:pt x="22813" y="132978"/>
                            </a:cubicBezTo>
                            <a:cubicBezTo>
                              <a:pt x="28115" y="180569"/>
                              <a:pt x="28973" y="299319"/>
                              <a:pt x="31991" y="300828"/>
                            </a:cubicBezTo>
                            <a:close/>
                          </a:path>
                        </a:pathLst>
                      </a:cu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03B5A4BE" id="Freeform 70" o:spid="_x0000_s1026" style="position:absolute;margin-left:126.4pt;margin-top:-170.05pt;width:3.25pt;height:23.7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540,300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" path="m31991,300828v3018,1509,11968,-111206,8929,-158797c37881,94440,20549,36408,13759,15283,6969,-5842,-1330,-4333,179,15283,1688,34899,17511,85387,22813,132978v5302,47591,6160,166341,9178,167850xe" fillcolor="red" strokecolor="red" strokeweight="1pt">
              <v:stroke joinstyle="miter"/>
              <v:path arrowok="t" o:connecttype="custom" o:connectlocs="31991,300828;40920,142031;13759,15283;179,15283;22813,132978;31991,300828" o:connectangles="0,0,0,0,0,0"/>
            </v:shape>
          </w:pict>
        </mc:Fallback>
      </mc:AlternateContent>
    </w:r>
    <w:r w:rsidR="0009281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9232" behindDoc="0" locked="0" layoutInCell="1" allowOverlap="1">
              <wp:simplePos x="0" y="0"/>
              <wp:positionH relativeFrom="column">
                <wp:posOffset>1433270</wp:posOffset>
              </wp:positionH>
              <wp:positionV relativeFrom="paragraph">
                <wp:posOffset>-2218250</wp:posOffset>
              </wp:positionV>
              <wp:extent cx="181070" cy="76955"/>
              <wp:effectExtent l="0" t="0" r="28575" b="37465"/>
              <wp:wrapNone/>
              <wp:docPr id="69" name="Freeform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070" cy="76955"/>
                      </a:xfrm>
                      <a:custGeom>
                        <a:avLst/>
                        <a:gdLst>
                          <a:gd name="connsiteX0" fmla="*/ 0 w 181070"/>
                          <a:gd name="connsiteY0" fmla="*/ 0 h 76955"/>
                          <a:gd name="connsiteX1" fmla="*/ 4527 w 181070"/>
                          <a:gd name="connsiteY1" fmla="*/ 22634 h 76955"/>
                          <a:gd name="connsiteX2" fmla="*/ 49795 w 181070"/>
                          <a:gd name="connsiteY2" fmla="*/ 27160 h 76955"/>
                          <a:gd name="connsiteX3" fmla="*/ 81482 w 181070"/>
                          <a:gd name="connsiteY3" fmla="*/ 27160 h 76955"/>
                          <a:gd name="connsiteX4" fmla="*/ 86008 w 181070"/>
                          <a:gd name="connsiteY4" fmla="*/ 54321 h 76955"/>
                          <a:gd name="connsiteX5" fmla="*/ 113169 w 181070"/>
                          <a:gd name="connsiteY5" fmla="*/ 76955 h 76955"/>
                          <a:gd name="connsiteX6" fmla="*/ 162963 w 181070"/>
                          <a:gd name="connsiteY6" fmla="*/ 72428 h 76955"/>
                          <a:gd name="connsiteX7" fmla="*/ 181070 w 181070"/>
                          <a:gd name="connsiteY7" fmla="*/ 67901 h 7695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181070" h="76955">
                            <a:moveTo>
                              <a:pt x="0" y="0"/>
                            </a:moveTo>
                            <a:cubicBezTo>
                              <a:pt x="1509" y="7545"/>
                              <a:pt x="1496" y="15562"/>
                              <a:pt x="4527" y="22634"/>
                            </a:cubicBezTo>
                            <a:cubicBezTo>
                              <a:pt x="12607" y="41486"/>
                              <a:pt x="36644" y="28804"/>
                              <a:pt x="49795" y="27160"/>
                            </a:cubicBezTo>
                            <a:cubicBezTo>
                              <a:pt x="57707" y="24523"/>
                              <a:pt x="73832" y="16449"/>
                              <a:pt x="81482" y="27160"/>
                            </a:cubicBezTo>
                            <a:cubicBezTo>
                              <a:pt x="86817" y="34629"/>
                              <a:pt x="83106" y="45613"/>
                              <a:pt x="86008" y="54321"/>
                            </a:cubicBezTo>
                            <a:cubicBezTo>
                              <a:pt x="91126" y="69676"/>
                              <a:pt x="99721" y="70231"/>
                              <a:pt x="113169" y="76955"/>
                            </a:cubicBezTo>
                            <a:cubicBezTo>
                              <a:pt x="129767" y="75446"/>
                              <a:pt x="146464" y="74785"/>
                              <a:pt x="162963" y="72428"/>
                            </a:cubicBezTo>
                            <a:cubicBezTo>
                              <a:pt x="197990" y="67424"/>
                              <a:pt x="165441" y="67901"/>
                              <a:pt x="181070" y="67901"/>
                            </a:cubicBezTo>
                          </a:path>
                        </a:pathLst>
                      </a:custGeom>
                      <a:noFill/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3009D8DA" id="Freeform 69" o:spid="_x0000_s1026" style="position:absolute;margin-left:112.85pt;margin-top:-174.65pt;width:14.25pt;height:6.0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1070,7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" path="m,c1509,7545,1496,15562,4527,22634v8080,18852,32117,6170,45268,4526c57707,24523,73832,16449,81482,27160v5335,7469,1624,18453,4526,27161c91126,69676,99721,70231,113169,76955v16598,-1509,33295,-2170,49794,-4527c197990,67424,165441,67901,181070,67901e" filled="f" strokecolor="red" strokeweight="1.5pt">
              <v:stroke joinstyle="miter"/>
              <v:path arrowok="t" o:connecttype="custom" o:connectlocs="0,0;4527,22634;49795,27160;81482,27160;86008,54321;113169,76955;162963,72428;181070,67901" o:connectangles="0,0,0,0,0,0,0,0"/>
            </v:shape>
          </w:pict>
        </mc:Fallback>
      </mc:AlternateContent>
    </w:r>
    <w:r w:rsidR="0009281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8208" behindDoc="0" locked="0" layoutInCell="1" allowOverlap="1">
              <wp:simplePos x="0" y="0"/>
              <wp:positionH relativeFrom="column">
                <wp:posOffset>4841900</wp:posOffset>
              </wp:positionH>
              <wp:positionV relativeFrom="paragraph">
                <wp:posOffset>-2394792</wp:posOffset>
              </wp:positionV>
              <wp:extent cx="213209" cy="113358"/>
              <wp:effectExtent l="0" t="0" r="15875" b="20320"/>
              <wp:wrapNone/>
              <wp:docPr id="68" name="Freeform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209" cy="113358"/>
                      </a:xfrm>
                      <a:custGeom>
                        <a:avLst/>
                        <a:gdLst>
                          <a:gd name="connsiteX0" fmla="*/ 0 w 213209"/>
                          <a:gd name="connsiteY0" fmla="*/ 0 h 113358"/>
                          <a:gd name="connsiteX1" fmla="*/ 22634 w 213209"/>
                          <a:gd name="connsiteY1" fmla="*/ 9053 h 113358"/>
                          <a:gd name="connsiteX2" fmla="*/ 45267 w 213209"/>
                          <a:gd name="connsiteY2" fmla="*/ 13580 h 113358"/>
                          <a:gd name="connsiteX3" fmla="*/ 58848 w 213209"/>
                          <a:gd name="connsiteY3" fmla="*/ 49794 h 113358"/>
                          <a:gd name="connsiteX4" fmla="*/ 86008 w 213209"/>
                          <a:gd name="connsiteY4" fmla="*/ 45267 h 113358"/>
                          <a:gd name="connsiteX5" fmla="*/ 108642 w 213209"/>
                          <a:gd name="connsiteY5" fmla="*/ 31687 h 113358"/>
                          <a:gd name="connsiteX6" fmla="*/ 117695 w 213209"/>
                          <a:gd name="connsiteY6" fmla="*/ 22633 h 113358"/>
                          <a:gd name="connsiteX7" fmla="*/ 126749 w 213209"/>
                          <a:gd name="connsiteY7" fmla="*/ 49794 h 113358"/>
                          <a:gd name="connsiteX8" fmla="*/ 153909 w 213209"/>
                          <a:gd name="connsiteY8" fmla="*/ 81481 h 113358"/>
                          <a:gd name="connsiteX9" fmla="*/ 167489 w 213209"/>
                          <a:gd name="connsiteY9" fmla="*/ 90534 h 113358"/>
                          <a:gd name="connsiteX10" fmla="*/ 208230 w 213209"/>
                          <a:gd name="connsiteY10" fmla="*/ 99588 h 113358"/>
                          <a:gd name="connsiteX11" fmla="*/ 203703 w 213209"/>
                          <a:gd name="connsiteY11" fmla="*/ 113168 h 11335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</a:cxnLst>
                        <a:rect l="l" t="t" r="r" b="b"/>
                        <a:pathLst>
                          <a:path w="213209" h="113358">
                            <a:moveTo>
                              <a:pt x="0" y="0"/>
                            </a:moveTo>
                            <a:cubicBezTo>
                              <a:pt x="7545" y="3018"/>
                              <a:pt x="14571" y="8045"/>
                              <a:pt x="22634" y="9053"/>
                            </a:cubicBezTo>
                            <a:cubicBezTo>
                              <a:pt x="49496" y="12410"/>
                              <a:pt x="24582" y="-7107"/>
                              <a:pt x="45267" y="13580"/>
                            </a:cubicBezTo>
                            <a:cubicBezTo>
                              <a:pt x="45517" y="15080"/>
                              <a:pt x="45619" y="48140"/>
                              <a:pt x="58848" y="49794"/>
                            </a:cubicBezTo>
                            <a:cubicBezTo>
                              <a:pt x="67955" y="50932"/>
                              <a:pt x="76955" y="46776"/>
                              <a:pt x="86008" y="45267"/>
                            </a:cubicBezTo>
                            <a:cubicBezTo>
                              <a:pt x="108951" y="22324"/>
                              <a:pt x="79257" y="49318"/>
                              <a:pt x="108642" y="31687"/>
                            </a:cubicBezTo>
                            <a:cubicBezTo>
                              <a:pt x="112302" y="29491"/>
                              <a:pt x="114677" y="25651"/>
                              <a:pt x="117695" y="22633"/>
                            </a:cubicBezTo>
                            <a:cubicBezTo>
                              <a:pt x="120713" y="31687"/>
                              <a:pt x="121455" y="41853"/>
                              <a:pt x="126749" y="49794"/>
                            </a:cubicBezTo>
                            <a:cubicBezTo>
                              <a:pt x="134940" y="62081"/>
                              <a:pt x="140736" y="72700"/>
                              <a:pt x="153909" y="81481"/>
                            </a:cubicBezTo>
                            <a:cubicBezTo>
                              <a:pt x="158436" y="84499"/>
                              <a:pt x="162489" y="88391"/>
                              <a:pt x="167489" y="90534"/>
                            </a:cubicBezTo>
                            <a:cubicBezTo>
                              <a:pt x="173084" y="92932"/>
                              <a:pt x="204201" y="98782"/>
                              <a:pt x="208230" y="99588"/>
                            </a:cubicBezTo>
                            <a:cubicBezTo>
                              <a:pt x="213711" y="116031"/>
                              <a:pt x="217529" y="113168"/>
                              <a:pt x="203703" y="113168"/>
                            </a:cubicBezTo>
                          </a:path>
                        </a:pathLst>
                      </a:custGeom>
                      <a:noFill/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4FEC6AD5" id="Freeform 68" o:spid="_x0000_s1026" style="position:absolute;margin-left:381.25pt;margin-top:-188.55pt;width:16.8pt;height:8.9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209,113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" path="m,c7545,3018,14571,8045,22634,9053v26862,3357,1948,-16160,22633,4527c45517,15080,45619,48140,58848,49794v9107,1138,18107,-3018,27160,-4527c108951,22324,79257,49318,108642,31687v3660,-2196,6035,-6036,9053,-9054c120713,31687,121455,41853,126749,49794v8191,12287,13987,22906,27160,31687c158436,84499,162489,88391,167489,90534v5595,2398,36712,8248,40741,9054c213711,116031,217529,113168,203703,113168e" filled="f" strokecolor="red" strokeweight="1.5pt">
              <v:stroke joinstyle="miter"/>
              <v:path arrowok="t" o:connecttype="custom" o:connectlocs="0,0;22634,9053;45267,13580;58848,49794;86008,45267;108642,31687;117695,22633;126749,49794;153909,81481;167489,90534;208230,99588;203703,113168" o:connectangles="0,0,0,0,0,0,0,0,0,0,0,0"/>
            </v:shape>
          </w:pict>
        </mc:Fallback>
      </mc:AlternateContent>
    </w:r>
    <w:r w:rsidR="0009281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894744E" wp14:editId="423E9CA4">
              <wp:simplePos x="0" y="0"/>
              <wp:positionH relativeFrom="column">
                <wp:posOffset>1523447</wp:posOffset>
              </wp:positionH>
              <wp:positionV relativeFrom="paragraph">
                <wp:posOffset>-3471545</wp:posOffset>
              </wp:positionV>
              <wp:extent cx="102870" cy="1613535"/>
              <wp:effectExtent l="0" t="0" r="11430" b="24765"/>
              <wp:wrapNone/>
              <wp:docPr id="27" name="Freeform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70" cy="1613535"/>
                      </a:xfrm>
                      <a:custGeom>
                        <a:avLst/>
                        <a:gdLst>
                          <a:gd name="connsiteX0" fmla="*/ 74457 w 103158"/>
                          <a:gd name="connsiteY0" fmla="*/ 0 h 1614115"/>
                          <a:gd name="connsiteX1" fmla="*/ 34700 w 103158"/>
                          <a:gd name="connsiteY1" fmla="*/ 39757 h 1614115"/>
                          <a:gd name="connsiteX2" fmla="*/ 2895 w 103158"/>
                          <a:gd name="connsiteY2" fmla="*/ 111318 h 1614115"/>
                          <a:gd name="connsiteX3" fmla="*/ 6870 w 103158"/>
                          <a:gd name="connsiteY3" fmla="*/ 246491 h 1614115"/>
                          <a:gd name="connsiteX4" fmla="*/ 50603 w 103158"/>
                          <a:gd name="connsiteY4" fmla="*/ 469127 h 1614115"/>
                          <a:gd name="connsiteX5" fmla="*/ 58554 w 103158"/>
                          <a:gd name="connsiteY5" fmla="*/ 731520 h 1614115"/>
                          <a:gd name="connsiteX6" fmla="*/ 78432 w 103158"/>
                          <a:gd name="connsiteY6" fmla="*/ 946205 h 1614115"/>
                          <a:gd name="connsiteX7" fmla="*/ 66505 w 103158"/>
                          <a:gd name="connsiteY7" fmla="*/ 1200647 h 1614115"/>
                          <a:gd name="connsiteX8" fmla="*/ 102286 w 103158"/>
                          <a:gd name="connsiteY8" fmla="*/ 1518699 h 1614115"/>
                          <a:gd name="connsiteX9" fmla="*/ 90359 w 103158"/>
                          <a:gd name="connsiteY9" fmla="*/ 1614115 h 161411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103158" h="1614115">
                            <a:moveTo>
                              <a:pt x="74457" y="0"/>
                            </a:moveTo>
                            <a:cubicBezTo>
                              <a:pt x="60542" y="10602"/>
                              <a:pt x="46627" y="21204"/>
                              <a:pt x="34700" y="39757"/>
                            </a:cubicBezTo>
                            <a:cubicBezTo>
                              <a:pt x="22773" y="58310"/>
                              <a:pt x="7533" y="76862"/>
                              <a:pt x="2895" y="111318"/>
                            </a:cubicBezTo>
                            <a:cubicBezTo>
                              <a:pt x="-1743" y="145774"/>
                              <a:pt x="-1081" y="186856"/>
                              <a:pt x="6870" y="246491"/>
                            </a:cubicBezTo>
                            <a:cubicBezTo>
                              <a:pt x="14821" y="306126"/>
                              <a:pt x="41989" y="388289"/>
                              <a:pt x="50603" y="469127"/>
                            </a:cubicBezTo>
                            <a:cubicBezTo>
                              <a:pt x="59217" y="549965"/>
                              <a:pt x="53916" y="652007"/>
                              <a:pt x="58554" y="731520"/>
                            </a:cubicBezTo>
                            <a:cubicBezTo>
                              <a:pt x="63192" y="811033"/>
                              <a:pt x="77107" y="868017"/>
                              <a:pt x="78432" y="946205"/>
                            </a:cubicBezTo>
                            <a:cubicBezTo>
                              <a:pt x="79757" y="1024393"/>
                              <a:pt x="62529" y="1105232"/>
                              <a:pt x="66505" y="1200647"/>
                            </a:cubicBezTo>
                            <a:cubicBezTo>
                              <a:pt x="70481" y="1296062"/>
                              <a:pt x="98310" y="1449788"/>
                              <a:pt x="102286" y="1518699"/>
                            </a:cubicBezTo>
                            <a:cubicBezTo>
                              <a:pt x="106262" y="1587610"/>
                              <a:pt x="95660" y="1596225"/>
                              <a:pt x="90359" y="1614115"/>
                            </a:cubicBezTo>
                          </a:path>
                        </a:pathLst>
                      </a:cu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4E40F2EF" id="Freeform 27" o:spid="_x0000_s1026" style="position:absolute;margin-left:119.95pt;margin-top:-273.35pt;width:8.1pt;height:127.0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158,1614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" path="m74457,c60542,10602,46627,21204,34700,39757,22773,58310,7533,76862,2895,111318v-4638,34456,-3976,75538,3975,135173c14821,306126,41989,388289,50603,469127v8614,80838,3313,182880,7951,262393c63192,811033,77107,868017,78432,946205v1325,78188,-15903,159027,-11927,254442c70481,1296062,98310,1449788,102286,1518699v3976,68911,-6626,77526,-11927,95416e" filled="f" strokecolor="black [3213]" strokeweight=".5pt">
              <v:stroke joinstyle="miter"/>
              <v:path arrowok="t" o:connecttype="custom" o:connectlocs="74249,0;34603,39743;2887,111278;6851,246402;50462,468958;58391,731257;78213,945865;66319,1200216;102000,1518153;90107,1613535" o:connectangles="0,0,0,0,0,0,0,0,0,0"/>
            </v:shape>
          </w:pict>
        </mc:Fallback>
      </mc:AlternateContent>
    </w:r>
    <w:r w:rsidR="0009281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A1D960B" wp14:editId="6C11F943">
              <wp:simplePos x="0" y="0"/>
              <wp:positionH relativeFrom="column">
                <wp:posOffset>1552493</wp:posOffset>
              </wp:positionH>
              <wp:positionV relativeFrom="paragraph">
                <wp:posOffset>-3427730</wp:posOffset>
              </wp:positionV>
              <wp:extent cx="102870" cy="1593850"/>
              <wp:effectExtent l="0" t="0" r="11430" b="25400"/>
              <wp:wrapNone/>
              <wp:docPr id="28" name="Freeform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70" cy="1593850"/>
                      </a:xfrm>
                      <a:custGeom>
                        <a:avLst/>
                        <a:gdLst>
                          <a:gd name="connsiteX0" fmla="*/ 74457 w 103158"/>
                          <a:gd name="connsiteY0" fmla="*/ 0 h 1614115"/>
                          <a:gd name="connsiteX1" fmla="*/ 34700 w 103158"/>
                          <a:gd name="connsiteY1" fmla="*/ 39757 h 1614115"/>
                          <a:gd name="connsiteX2" fmla="*/ 2895 w 103158"/>
                          <a:gd name="connsiteY2" fmla="*/ 111318 h 1614115"/>
                          <a:gd name="connsiteX3" fmla="*/ 6870 w 103158"/>
                          <a:gd name="connsiteY3" fmla="*/ 246491 h 1614115"/>
                          <a:gd name="connsiteX4" fmla="*/ 50603 w 103158"/>
                          <a:gd name="connsiteY4" fmla="*/ 469127 h 1614115"/>
                          <a:gd name="connsiteX5" fmla="*/ 58554 w 103158"/>
                          <a:gd name="connsiteY5" fmla="*/ 731520 h 1614115"/>
                          <a:gd name="connsiteX6" fmla="*/ 78432 w 103158"/>
                          <a:gd name="connsiteY6" fmla="*/ 946205 h 1614115"/>
                          <a:gd name="connsiteX7" fmla="*/ 66505 w 103158"/>
                          <a:gd name="connsiteY7" fmla="*/ 1200647 h 1614115"/>
                          <a:gd name="connsiteX8" fmla="*/ 102286 w 103158"/>
                          <a:gd name="connsiteY8" fmla="*/ 1518699 h 1614115"/>
                          <a:gd name="connsiteX9" fmla="*/ 90359 w 103158"/>
                          <a:gd name="connsiteY9" fmla="*/ 1614115 h 1614115"/>
                          <a:gd name="connsiteX0" fmla="*/ 66484 w 103158"/>
                          <a:gd name="connsiteY0" fmla="*/ 0 h 1594230"/>
                          <a:gd name="connsiteX1" fmla="*/ 34700 w 103158"/>
                          <a:gd name="connsiteY1" fmla="*/ 19872 h 1594230"/>
                          <a:gd name="connsiteX2" fmla="*/ 2895 w 103158"/>
                          <a:gd name="connsiteY2" fmla="*/ 91433 h 1594230"/>
                          <a:gd name="connsiteX3" fmla="*/ 6870 w 103158"/>
                          <a:gd name="connsiteY3" fmla="*/ 226606 h 1594230"/>
                          <a:gd name="connsiteX4" fmla="*/ 50603 w 103158"/>
                          <a:gd name="connsiteY4" fmla="*/ 449242 h 1594230"/>
                          <a:gd name="connsiteX5" fmla="*/ 58554 w 103158"/>
                          <a:gd name="connsiteY5" fmla="*/ 711635 h 1594230"/>
                          <a:gd name="connsiteX6" fmla="*/ 78432 w 103158"/>
                          <a:gd name="connsiteY6" fmla="*/ 926320 h 1594230"/>
                          <a:gd name="connsiteX7" fmla="*/ 66505 w 103158"/>
                          <a:gd name="connsiteY7" fmla="*/ 1180762 h 1594230"/>
                          <a:gd name="connsiteX8" fmla="*/ 102286 w 103158"/>
                          <a:gd name="connsiteY8" fmla="*/ 1498814 h 1594230"/>
                          <a:gd name="connsiteX9" fmla="*/ 90359 w 103158"/>
                          <a:gd name="connsiteY9" fmla="*/ 1594230 h 159423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103158" h="1594230">
                            <a:moveTo>
                              <a:pt x="66484" y="0"/>
                            </a:moveTo>
                            <a:cubicBezTo>
                              <a:pt x="52569" y="10602"/>
                              <a:pt x="45298" y="4633"/>
                              <a:pt x="34700" y="19872"/>
                            </a:cubicBezTo>
                            <a:cubicBezTo>
                              <a:pt x="24102" y="35111"/>
                              <a:pt x="7533" y="56977"/>
                              <a:pt x="2895" y="91433"/>
                            </a:cubicBezTo>
                            <a:cubicBezTo>
                              <a:pt x="-1743" y="125889"/>
                              <a:pt x="-1081" y="166971"/>
                              <a:pt x="6870" y="226606"/>
                            </a:cubicBezTo>
                            <a:cubicBezTo>
                              <a:pt x="14821" y="286241"/>
                              <a:pt x="41989" y="368404"/>
                              <a:pt x="50603" y="449242"/>
                            </a:cubicBezTo>
                            <a:cubicBezTo>
                              <a:pt x="59217" y="530080"/>
                              <a:pt x="53916" y="632122"/>
                              <a:pt x="58554" y="711635"/>
                            </a:cubicBezTo>
                            <a:cubicBezTo>
                              <a:pt x="63192" y="791148"/>
                              <a:pt x="77107" y="848132"/>
                              <a:pt x="78432" y="926320"/>
                            </a:cubicBezTo>
                            <a:cubicBezTo>
                              <a:pt x="79757" y="1004508"/>
                              <a:pt x="62529" y="1085347"/>
                              <a:pt x="66505" y="1180762"/>
                            </a:cubicBezTo>
                            <a:cubicBezTo>
                              <a:pt x="70481" y="1276177"/>
                              <a:pt x="98310" y="1429903"/>
                              <a:pt x="102286" y="1498814"/>
                            </a:cubicBezTo>
                            <a:cubicBezTo>
                              <a:pt x="106262" y="1567725"/>
                              <a:pt x="95660" y="1576340"/>
                              <a:pt x="90359" y="1594230"/>
                            </a:cubicBezTo>
                          </a:path>
                        </a:pathLst>
                      </a:cu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2C4692C" id="Freeform 28" o:spid="_x0000_s1026" style="position:absolute;margin-left:122.25pt;margin-top:-269.9pt;width:8.1pt;height:125.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3158,159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" path="m66484,c52569,10602,45298,4633,34700,19872,24102,35111,7533,56977,2895,91433v-4638,34456,-3976,75538,3975,135173c14821,286241,41989,368404,50603,449242v8614,80838,3313,182880,7951,262393c63192,791148,77107,848132,78432,926320v1325,78188,-15903,159027,-11927,254442c70481,1276177,98310,1429903,102286,1498814v3976,68911,-6626,77526,-11927,95416e" filled="f" strokecolor="black [3213]" strokeweight=".5pt">
              <v:stroke joinstyle="miter"/>
              <v:path arrowok="t" o:connecttype="custom" o:connectlocs="66298,0;34603,19867;2887,91411;6851,226552;50462,449135;58391,711465;78213,926099;66319,1180481;102000,1498457;90107,1593850" o:connectangles="0,0,0,0,0,0,0,0,0,0"/>
            </v:shape>
          </w:pict>
        </mc:Fallback>
      </mc:AlternateContent>
    </w:r>
    <w:r w:rsidR="00563DF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AF8273" wp14:editId="6D2C46C6">
              <wp:simplePos x="0" y="0"/>
              <wp:positionH relativeFrom="column">
                <wp:posOffset>1606626</wp:posOffset>
              </wp:positionH>
              <wp:positionV relativeFrom="paragraph">
                <wp:posOffset>-3479307</wp:posOffset>
              </wp:positionV>
              <wp:extent cx="124533" cy="1703351"/>
              <wp:effectExtent l="0" t="0" r="8890" b="0"/>
              <wp:wrapNone/>
              <wp:docPr id="30" name="Freeform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533" cy="1703351"/>
                      </a:xfrm>
                      <a:custGeom>
                        <a:avLst/>
                        <a:gdLst>
                          <a:gd name="connsiteX0" fmla="*/ 858 w 125261"/>
                          <a:gd name="connsiteY0" fmla="*/ 29032 h 1696216"/>
                          <a:gd name="connsiteX1" fmla="*/ 52065 w 125261"/>
                          <a:gd name="connsiteY1" fmla="*/ 25374 h 1696216"/>
                          <a:gd name="connsiteX2" fmla="*/ 63037 w 125261"/>
                          <a:gd name="connsiteY2" fmla="*/ 226542 h 1696216"/>
                          <a:gd name="connsiteX3" fmla="*/ 84983 w 125261"/>
                          <a:gd name="connsiteY3" fmla="*/ 548411 h 1696216"/>
                          <a:gd name="connsiteX4" fmla="*/ 95956 w 125261"/>
                          <a:gd name="connsiteY4" fmla="*/ 844677 h 1696216"/>
                          <a:gd name="connsiteX5" fmla="*/ 88641 w 125261"/>
                          <a:gd name="connsiteY5" fmla="*/ 994638 h 1696216"/>
                          <a:gd name="connsiteX6" fmla="*/ 84983 w 125261"/>
                          <a:gd name="connsiteY6" fmla="*/ 1126312 h 1696216"/>
                          <a:gd name="connsiteX7" fmla="*/ 88641 w 125261"/>
                          <a:gd name="connsiteY7" fmla="*/ 1268958 h 1696216"/>
                          <a:gd name="connsiteX8" fmla="*/ 95956 w 125261"/>
                          <a:gd name="connsiteY8" fmla="*/ 1444523 h 1696216"/>
                          <a:gd name="connsiteX9" fmla="*/ 125217 w 125261"/>
                          <a:gd name="connsiteY9" fmla="*/ 1667637 h 1696216"/>
                          <a:gd name="connsiteX10" fmla="*/ 88641 w 125261"/>
                          <a:gd name="connsiteY10" fmla="*/ 1667637 h 1696216"/>
                          <a:gd name="connsiteX11" fmla="*/ 66695 w 125261"/>
                          <a:gd name="connsiteY11" fmla="*/ 1433550 h 1696216"/>
                          <a:gd name="connsiteX12" fmla="*/ 44749 w 125261"/>
                          <a:gd name="connsiteY12" fmla="*/ 1247013 h 1696216"/>
                          <a:gd name="connsiteX13" fmla="*/ 52065 w 125261"/>
                          <a:gd name="connsiteY13" fmla="*/ 1053160 h 1696216"/>
                          <a:gd name="connsiteX14" fmla="*/ 63037 w 125261"/>
                          <a:gd name="connsiteY14" fmla="*/ 844677 h 1696216"/>
                          <a:gd name="connsiteX15" fmla="*/ 55722 w 125261"/>
                          <a:gd name="connsiteY15" fmla="*/ 628878 h 1696216"/>
                          <a:gd name="connsiteX16" fmla="*/ 22804 w 125261"/>
                          <a:gd name="connsiteY16" fmla="*/ 263118 h 1696216"/>
                          <a:gd name="connsiteX17" fmla="*/ 858 w 125261"/>
                          <a:gd name="connsiteY17" fmla="*/ 29032 h 1696216"/>
                          <a:gd name="connsiteX0" fmla="*/ 270 w 124673"/>
                          <a:gd name="connsiteY0" fmla="*/ 27024 h 1694208"/>
                          <a:gd name="connsiteX1" fmla="*/ 36828 w 124673"/>
                          <a:gd name="connsiteY1" fmla="*/ 27023 h 1694208"/>
                          <a:gd name="connsiteX2" fmla="*/ 62449 w 124673"/>
                          <a:gd name="connsiteY2" fmla="*/ 224534 h 1694208"/>
                          <a:gd name="connsiteX3" fmla="*/ 84395 w 124673"/>
                          <a:gd name="connsiteY3" fmla="*/ 546403 h 1694208"/>
                          <a:gd name="connsiteX4" fmla="*/ 95368 w 124673"/>
                          <a:gd name="connsiteY4" fmla="*/ 842669 h 1694208"/>
                          <a:gd name="connsiteX5" fmla="*/ 88053 w 124673"/>
                          <a:gd name="connsiteY5" fmla="*/ 992630 h 1694208"/>
                          <a:gd name="connsiteX6" fmla="*/ 84395 w 124673"/>
                          <a:gd name="connsiteY6" fmla="*/ 1124304 h 1694208"/>
                          <a:gd name="connsiteX7" fmla="*/ 88053 w 124673"/>
                          <a:gd name="connsiteY7" fmla="*/ 1266950 h 1694208"/>
                          <a:gd name="connsiteX8" fmla="*/ 95368 w 124673"/>
                          <a:gd name="connsiteY8" fmla="*/ 1442515 h 1694208"/>
                          <a:gd name="connsiteX9" fmla="*/ 124629 w 124673"/>
                          <a:gd name="connsiteY9" fmla="*/ 1665629 h 1694208"/>
                          <a:gd name="connsiteX10" fmla="*/ 88053 w 124673"/>
                          <a:gd name="connsiteY10" fmla="*/ 1665629 h 1694208"/>
                          <a:gd name="connsiteX11" fmla="*/ 66107 w 124673"/>
                          <a:gd name="connsiteY11" fmla="*/ 1431542 h 1694208"/>
                          <a:gd name="connsiteX12" fmla="*/ 44161 w 124673"/>
                          <a:gd name="connsiteY12" fmla="*/ 1245005 h 1694208"/>
                          <a:gd name="connsiteX13" fmla="*/ 51477 w 124673"/>
                          <a:gd name="connsiteY13" fmla="*/ 1051152 h 1694208"/>
                          <a:gd name="connsiteX14" fmla="*/ 62449 w 124673"/>
                          <a:gd name="connsiteY14" fmla="*/ 842669 h 1694208"/>
                          <a:gd name="connsiteX15" fmla="*/ 55134 w 124673"/>
                          <a:gd name="connsiteY15" fmla="*/ 626870 h 1694208"/>
                          <a:gd name="connsiteX16" fmla="*/ 22216 w 124673"/>
                          <a:gd name="connsiteY16" fmla="*/ 261110 h 1694208"/>
                          <a:gd name="connsiteX17" fmla="*/ 270 w 124673"/>
                          <a:gd name="connsiteY17" fmla="*/ 27024 h 1694208"/>
                          <a:gd name="connsiteX0" fmla="*/ 270 w 124673"/>
                          <a:gd name="connsiteY0" fmla="*/ 27683 h 1694867"/>
                          <a:gd name="connsiteX1" fmla="*/ 36828 w 124673"/>
                          <a:gd name="connsiteY1" fmla="*/ 27682 h 1694867"/>
                          <a:gd name="connsiteX2" fmla="*/ 58784 w 124673"/>
                          <a:gd name="connsiteY2" fmla="*/ 236166 h 1694867"/>
                          <a:gd name="connsiteX3" fmla="*/ 84395 w 124673"/>
                          <a:gd name="connsiteY3" fmla="*/ 547062 h 1694867"/>
                          <a:gd name="connsiteX4" fmla="*/ 95368 w 124673"/>
                          <a:gd name="connsiteY4" fmla="*/ 843328 h 1694867"/>
                          <a:gd name="connsiteX5" fmla="*/ 88053 w 124673"/>
                          <a:gd name="connsiteY5" fmla="*/ 993289 h 1694867"/>
                          <a:gd name="connsiteX6" fmla="*/ 84395 w 124673"/>
                          <a:gd name="connsiteY6" fmla="*/ 1124963 h 1694867"/>
                          <a:gd name="connsiteX7" fmla="*/ 88053 w 124673"/>
                          <a:gd name="connsiteY7" fmla="*/ 1267609 h 1694867"/>
                          <a:gd name="connsiteX8" fmla="*/ 95368 w 124673"/>
                          <a:gd name="connsiteY8" fmla="*/ 1443174 h 1694867"/>
                          <a:gd name="connsiteX9" fmla="*/ 124629 w 124673"/>
                          <a:gd name="connsiteY9" fmla="*/ 1666288 h 1694867"/>
                          <a:gd name="connsiteX10" fmla="*/ 88053 w 124673"/>
                          <a:gd name="connsiteY10" fmla="*/ 1666288 h 1694867"/>
                          <a:gd name="connsiteX11" fmla="*/ 66107 w 124673"/>
                          <a:gd name="connsiteY11" fmla="*/ 1432201 h 1694867"/>
                          <a:gd name="connsiteX12" fmla="*/ 44161 w 124673"/>
                          <a:gd name="connsiteY12" fmla="*/ 1245664 h 1694867"/>
                          <a:gd name="connsiteX13" fmla="*/ 51477 w 124673"/>
                          <a:gd name="connsiteY13" fmla="*/ 1051811 h 1694867"/>
                          <a:gd name="connsiteX14" fmla="*/ 62449 w 124673"/>
                          <a:gd name="connsiteY14" fmla="*/ 843328 h 1694867"/>
                          <a:gd name="connsiteX15" fmla="*/ 55134 w 124673"/>
                          <a:gd name="connsiteY15" fmla="*/ 627529 h 1694867"/>
                          <a:gd name="connsiteX16" fmla="*/ 22216 w 124673"/>
                          <a:gd name="connsiteY16" fmla="*/ 261769 h 1694867"/>
                          <a:gd name="connsiteX17" fmla="*/ 270 w 124673"/>
                          <a:gd name="connsiteY17" fmla="*/ 27683 h 1694867"/>
                          <a:gd name="connsiteX0" fmla="*/ 270 w 124673"/>
                          <a:gd name="connsiteY0" fmla="*/ 27683 h 1694867"/>
                          <a:gd name="connsiteX1" fmla="*/ 36828 w 124673"/>
                          <a:gd name="connsiteY1" fmla="*/ 27682 h 1694867"/>
                          <a:gd name="connsiteX2" fmla="*/ 58784 w 124673"/>
                          <a:gd name="connsiteY2" fmla="*/ 236166 h 1694867"/>
                          <a:gd name="connsiteX3" fmla="*/ 84395 w 124673"/>
                          <a:gd name="connsiteY3" fmla="*/ 547062 h 1694867"/>
                          <a:gd name="connsiteX4" fmla="*/ 95368 w 124673"/>
                          <a:gd name="connsiteY4" fmla="*/ 843328 h 1694867"/>
                          <a:gd name="connsiteX5" fmla="*/ 88053 w 124673"/>
                          <a:gd name="connsiteY5" fmla="*/ 993289 h 1694867"/>
                          <a:gd name="connsiteX6" fmla="*/ 84395 w 124673"/>
                          <a:gd name="connsiteY6" fmla="*/ 1124963 h 1694867"/>
                          <a:gd name="connsiteX7" fmla="*/ 88053 w 124673"/>
                          <a:gd name="connsiteY7" fmla="*/ 1267609 h 1694867"/>
                          <a:gd name="connsiteX8" fmla="*/ 95368 w 124673"/>
                          <a:gd name="connsiteY8" fmla="*/ 1443174 h 1694867"/>
                          <a:gd name="connsiteX9" fmla="*/ 124629 w 124673"/>
                          <a:gd name="connsiteY9" fmla="*/ 1666288 h 1694867"/>
                          <a:gd name="connsiteX10" fmla="*/ 88053 w 124673"/>
                          <a:gd name="connsiteY10" fmla="*/ 1666288 h 1694867"/>
                          <a:gd name="connsiteX11" fmla="*/ 66107 w 124673"/>
                          <a:gd name="connsiteY11" fmla="*/ 1432201 h 1694867"/>
                          <a:gd name="connsiteX12" fmla="*/ 44161 w 124673"/>
                          <a:gd name="connsiteY12" fmla="*/ 1245664 h 1694867"/>
                          <a:gd name="connsiteX13" fmla="*/ 51477 w 124673"/>
                          <a:gd name="connsiteY13" fmla="*/ 1051811 h 1694867"/>
                          <a:gd name="connsiteX14" fmla="*/ 62449 w 124673"/>
                          <a:gd name="connsiteY14" fmla="*/ 843328 h 1694867"/>
                          <a:gd name="connsiteX15" fmla="*/ 55134 w 124673"/>
                          <a:gd name="connsiteY15" fmla="*/ 627529 h 1694867"/>
                          <a:gd name="connsiteX16" fmla="*/ 22216 w 124673"/>
                          <a:gd name="connsiteY16" fmla="*/ 261769 h 1694867"/>
                          <a:gd name="connsiteX17" fmla="*/ 270 w 124673"/>
                          <a:gd name="connsiteY17" fmla="*/ 27683 h 1694867"/>
                          <a:gd name="connsiteX0" fmla="*/ 270 w 124673"/>
                          <a:gd name="connsiteY0" fmla="*/ 20660 h 1687844"/>
                          <a:gd name="connsiteX1" fmla="*/ 36828 w 124673"/>
                          <a:gd name="connsiteY1" fmla="*/ 35290 h 1687844"/>
                          <a:gd name="connsiteX2" fmla="*/ 58784 w 124673"/>
                          <a:gd name="connsiteY2" fmla="*/ 229143 h 1687844"/>
                          <a:gd name="connsiteX3" fmla="*/ 84395 w 124673"/>
                          <a:gd name="connsiteY3" fmla="*/ 540039 h 1687844"/>
                          <a:gd name="connsiteX4" fmla="*/ 95368 w 124673"/>
                          <a:gd name="connsiteY4" fmla="*/ 836305 h 1687844"/>
                          <a:gd name="connsiteX5" fmla="*/ 88053 w 124673"/>
                          <a:gd name="connsiteY5" fmla="*/ 986266 h 1687844"/>
                          <a:gd name="connsiteX6" fmla="*/ 84395 w 124673"/>
                          <a:gd name="connsiteY6" fmla="*/ 1117940 h 1687844"/>
                          <a:gd name="connsiteX7" fmla="*/ 88053 w 124673"/>
                          <a:gd name="connsiteY7" fmla="*/ 1260586 h 1687844"/>
                          <a:gd name="connsiteX8" fmla="*/ 95368 w 124673"/>
                          <a:gd name="connsiteY8" fmla="*/ 1436151 h 1687844"/>
                          <a:gd name="connsiteX9" fmla="*/ 124629 w 124673"/>
                          <a:gd name="connsiteY9" fmla="*/ 1659265 h 1687844"/>
                          <a:gd name="connsiteX10" fmla="*/ 88053 w 124673"/>
                          <a:gd name="connsiteY10" fmla="*/ 1659265 h 1687844"/>
                          <a:gd name="connsiteX11" fmla="*/ 66107 w 124673"/>
                          <a:gd name="connsiteY11" fmla="*/ 1425178 h 1687844"/>
                          <a:gd name="connsiteX12" fmla="*/ 44161 w 124673"/>
                          <a:gd name="connsiteY12" fmla="*/ 1238641 h 1687844"/>
                          <a:gd name="connsiteX13" fmla="*/ 51477 w 124673"/>
                          <a:gd name="connsiteY13" fmla="*/ 1044788 h 1687844"/>
                          <a:gd name="connsiteX14" fmla="*/ 62449 w 124673"/>
                          <a:gd name="connsiteY14" fmla="*/ 836305 h 1687844"/>
                          <a:gd name="connsiteX15" fmla="*/ 55134 w 124673"/>
                          <a:gd name="connsiteY15" fmla="*/ 620506 h 1687844"/>
                          <a:gd name="connsiteX16" fmla="*/ 22216 w 124673"/>
                          <a:gd name="connsiteY16" fmla="*/ 254746 h 1687844"/>
                          <a:gd name="connsiteX17" fmla="*/ 270 w 124673"/>
                          <a:gd name="connsiteY17" fmla="*/ 20660 h 1687844"/>
                          <a:gd name="connsiteX0" fmla="*/ 270 w 124673"/>
                          <a:gd name="connsiteY0" fmla="*/ 40630 h 1707814"/>
                          <a:gd name="connsiteX1" fmla="*/ 36828 w 124673"/>
                          <a:gd name="connsiteY1" fmla="*/ 19970 h 1707814"/>
                          <a:gd name="connsiteX2" fmla="*/ 58784 w 124673"/>
                          <a:gd name="connsiteY2" fmla="*/ 249113 h 1707814"/>
                          <a:gd name="connsiteX3" fmla="*/ 84395 w 124673"/>
                          <a:gd name="connsiteY3" fmla="*/ 560009 h 1707814"/>
                          <a:gd name="connsiteX4" fmla="*/ 95368 w 124673"/>
                          <a:gd name="connsiteY4" fmla="*/ 856275 h 1707814"/>
                          <a:gd name="connsiteX5" fmla="*/ 88053 w 124673"/>
                          <a:gd name="connsiteY5" fmla="*/ 1006236 h 1707814"/>
                          <a:gd name="connsiteX6" fmla="*/ 84395 w 124673"/>
                          <a:gd name="connsiteY6" fmla="*/ 1137910 h 1707814"/>
                          <a:gd name="connsiteX7" fmla="*/ 88053 w 124673"/>
                          <a:gd name="connsiteY7" fmla="*/ 1280556 h 1707814"/>
                          <a:gd name="connsiteX8" fmla="*/ 95368 w 124673"/>
                          <a:gd name="connsiteY8" fmla="*/ 1456121 h 1707814"/>
                          <a:gd name="connsiteX9" fmla="*/ 124629 w 124673"/>
                          <a:gd name="connsiteY9" fmla="*/ 1679235 h 1707814"/>
                          <a:gd name="connsiteX10" fmla="*/ 88053 w 124673"/>
                          <a:gd name="connsiteY10" fmla="*/ 1679235 h 1707814"/>
                          <a:gd name="connsiteX11" fmla="*/ 66107 w 124673"/>
                          <a:gd name="connsiteY11" fmla="*/ 1445148 h 1707814"/>
                          <a:gd name="connsiteX12" fmla="*/ 44161 w 124673"/>
                          <a:gd name="connsiteY12" fmla="*/ 1258611 h 1707814"/>
                          <a:gd name="connsiteX13" fmla="*/ 51477 w 124673"/>
                          <a:gd name="connsiteY13" fmla="*/ 1064758 h 1707814"/>
                          <a:gd name="connsiteX14" fmla="*/ 62449 w 124673"/>
                          <a:gd name="connsiteY14" fmla="*/ 856275 h 1707814"/>
                          <a:gd name="connsiteX15" fmla="*/ 55134 w 124673"/>
                          <a:gd name="connsiteY15" fmla="*/ 640476 h 1707814"/>
                          <a:gd name="connsiteX16" fmla="*/ 22216 w 124673"/>
                          <a:gd name="connsiteY16" fmla="*/ 274716 h 1707814"/>
                          <a:gd name="connsiteX17" fmla="*/ 270 w 124673"/>
                          <a:gd name="connsiteY17" fmla="*/ 40630 h 1707814"/>
                          <a:gd name="connsiteX0" fmla="*/ 256 w 124929"/>
                          <a:gd name="connsiteY0" fmla="*/ 32934 h 1714751"/>
                          <a:gd name="connsiteX1" fmla="*/ 37084 w 124929"/>
                          <a:gd name="connsiteY1" fmla="*/ 26907 h 1714751"/>
                          <a:gd name="connsiteX2" fmla="*/ 59040 w 124929"/>
                          <a:gd name="connsiteY2" fmla="*/ 256050 h 1714751"/>
                          <a:gd name="connsiteX3" fmla="*/ 84651 w 124929"/>
                          <a:gd name="connsiteY3" fmla="*/ 566946 h 1714751"/>
                          <a:gd name="connsiteX4" fmla="*/ 95624 w 124929"/>
                          <a:gd name="connsiteY4" fmla="*/ 863212 h 1714751"/>
                          <a:gd name="connsiteX5" fmla="*/ 88309 w 124929"/>
                          <a:gd name="connsiteY5" fmla="*/ 1013173 h 1714751"/>
                          <a:gd name="connsiteX6" fmla="*/ 84651 w 124929"/>
                          <a:gd name="connsiteY6" fmla="*/ 1144847 h 1714751"/>
                          <a:gd name="connsiteX7" fmla="*/ 88309 w 124929"/>
                          <a:gd name="connsiteY7" fmla="*/ 1287493 h 1714751"/>
                          <a:gd name="connsiteX8" fmla="*/ 95624 w 124929"/>
                          <a:gd name="connsiteY8" fmla="*/ 1463058 h 1714751"/>
                          <a:gd name="connsiteX9" fmla="*/ 124885 w 124929"/>
                          <a:gd name="connsiteY9" fmla="*/ 1686172 h 1714751"/>
                          <a:gd name="connsiteX10" fmla="*/ 88309 w 124929"/>
                          <a:gd name="connsiteY10" fmla="*/ 1686172 h 1714751"/>
                          <a:gd name="connsiteX11" fmla="*/ 66363 w 124929"/>
                          <a:gd name="connsiteY11" fmla="*/ 1452085 h 1714751"/>
                          <a:gd name="connsiteX12" fmla="*/ 44417 w 124929"/>
                          <a:gd name="connsiteY12" fmla="*/ 1265548 h 1714751"/>
                          <a:gd name="connsiteX13" fmla="*/ 51733 w 124929"/>
                          <a:gd name="connsiteY13" fmla="*/ 1071695 h 1714751"/>
                          <a:gd name="connsiteX14" fmla="*/ 62705 w 124929"/>
                          <a:gd name="connsiteY14" fmla="*/ 863212 h 1714751"/>
                          <a:gd name="connsiteX15" fmla="*/ 55390 w 124929"/>
                          <a:gd name="connsiteY15" fmla="*/ 647413 h 1714751"/>
                          <a:gd name="connsiteX16" fmla="*/ 22472 w 124929"/>
                          <a:gd name="connsiteY16" fmla="*/ 281653 h 1714751"/>
                          <a:gd name="connsiteX17" fmla="*/ 256 w 124929"/>
                          <a:gd name="connsiteY17" fmla="*/ 32934 h 1714751"/>
                          <a:gd name="connsiteX0" fmla="*/ 8156 w 132829"/>
                          <a:gd name="connsiteY0" fmla="*/ 22308 h 1704125"/>
                          <a:gd name="connsiteX1" fmla="*/ 44984 w 132829"/>
                          <a:gd name="connsiteY1" fmla="*/ 16281 h 1704125"/>
                          <a:gd name="connsiteX2" fmla="*/ 66940 w 132829"/>
                          <a:gd name="connsiteY2" fmla="*/ 245424 h 1704125"/>
                          <a:gd name="connsiteX3" fmla="*/ 92551 w 132829"/>
                          <a:gd name="connsiteY3" fmla="*/ 556320 h 1704125"/>
                          <a:gd name="connsiteX4" fmla="*/ 103524 w 132829"/>
                          <a:gd name="connsiteY4" fmla="*/ 852586 h 1704125"/>
                          <a:gd name="connsiteX5" fmla="*/ 96209 w 132829"/>
                          <a:gd name="connsiteY5" fmla="*/ 1002547 h 1704125"/>
                          <a:gd name="connsiteX6" fmla="*/ 92551 w 132829"/>
                          <a:gd name="connsiteY6" fmla="*/ 1134221 h 1704125"/>
                          <a:gd name="connsiteX7" fmla="*/ 96209 w 132829"/>
                          <a:gd name="connsiteY7" fmla="*/ 1276867 h 1704125"/>
                          <a:gd name="connsiteX8" fmla="*/ 103524 w 132829"/>
                          <a:gd name="connsiteY8" fmla="*/ 1452432 h 1704125"/>
                          <a:gd name="connsiteX9" fmla="*/ 132785 w 132829"/>
                          <a:gd name="connsiteY9" fmla="*/ 1675546 h 1704125"/>
                          <a:gd name="connsiteX10" fmla="*/ 96209 w 132829"/>
                          <a:gd name="connsiteY10" fmla="*/ 1675546 h 1704125"/>
                          <a:gd name="connsiteX11" fmla="*/ 74263 w 132829"/>
                          <a:gd name="connsiteY11" fmla="*/ 1441459 h 1704125"/>
                          <a:gd name="connsiteX12" fmla="*/ 52317 w 132829"/>
                          <a:gd name="connsiteY12" fmla="*/ 1254922 h 1704125"/>
                          <a:gd name="connsiteX13" fmla="*/ 59633 w 132829"/>
                          <a:gd name="connsiteY13" fmla="*/ 1061069 h 1704125"/>
                          <a:gd name="connsiteX14" fmla="*/ 70605 w 132829"/>
                          <a:gd name="connsiteY14" fmla="*/ 852586 h 1704125"/>
                          <a:gd name="connsiteX15" fmla="*/ 63290 w 132829"/>
                          <a:gd name="connsiteY15" fmla="*/ 636787 h 1704125"/>
                          <a:gd name="connsiteX16" fmla="*/ 30372 w 132829"/>
                          <a:gd name="connsiteY16" fmla="*/ 271027 h 1704125"/>
                          <a:gd name="connsiteX17" fmla="*/ 8156 w 132829"/>
                          <a:gd name="connsiteY17" fmla="*/ 22308 h 1704125"/>
                          <a:gd name="connsiteX0" fmla="*/ 257 w 124930"/>
                          <a:gd name="connsiteY0" fmla="*/ 32934 h 1714751"/>
                          <a:gd name="connsiteX1" fmla="*/ 37085 w 124930"/>
                          <a:gd name="connsiteY1" fmla="*/ 26907 h 1714751"/>
                          <a:gd name="connsiteX2" fmla="*/ 59041 w 124930"/>
                          <a:gd name="connsiteY2" fmla="*/ 256050 h 1714751"/>
                          <a:gd name="connsiteX3" fmla="*/ 84652 w 124930"/>
                          <a:gd name="connsiteY3" fmla="*/ 566946 h 1714751"/>
                          <a:gd name="connsiteX4" fmla="*/ 95625 w 124930"/>
                          <a:gd name="connsiteY4" fmla="*/ 863212 h 1714751"/>
                          <a:gd name="connsiteX5" fmla="*/ 88310 w 124930"/>
                          <a:gd name="connsiteY5" fmla="*/ 1013173 h 1714751"/>
                          <a:gd name="connsiteX6" fmla="*/ 84652 w 124930"/>
                          <a:gd name="connsiteY6" fmla="*/ 1144847 h 1714751"/>
                          <a:gd name="connsiteX7" fmla="*/ 88310 w 124930"/>
                          <a:gd name="connsiteY7" fmla="*/ 1287493 h 1714751"/>
                          <a:gd name="connsiteX8" fmla="*/ 95625 w 124930"/>
                          <a:gd name="connsiteY8" fmla="*/ 1463058 h 1714751"/>
                          <a:gd name="connsiteX9" fmla="*/ 124886 w 124930"/>
                          <a:gd name="connsiteY9" fmla="*/ 1686172 h 1714751"/>
                          <a:gd name="connsiteX10" fmla="*/ 88310 w 124930"/>
                          <a:gd name="connsiteY10" fmla="*/ 1686172 h 1714751"/>
                          <a:gd name="connsiteX11" fmla="*/ 66364 w 124930"/>
                          <a:gd name="connsiteY11" fmla="*/ 1452085 h 1714751"/>
                          <a:gd name="connsiteX12" fmla="*/ 44418 w 124930"/>
                          <a:gd name="connsiteY12" fmla="*/ 1265548 h 1714751"/>
                          <a:gd name="connsiteX13" fmla="*/ 51734 w 124930"/>
                          <a:gd name="connsiteY13" fmla="*/ 1071695 h 1714751"/>
                          <a:gd name="connsiteX14" fmla="*/ 62706 w 124930"/>
                          <a:gd name="connsiteY14" fmla="*/ 863212 h 1714751"/>
                          <a:gd name="connsiteX15" fmla="*/ 55391 w 124930"/>
                          <a:gd name="connsiteY15" fmla="*/ 647413 h 1714751"/>
                          <a:gd name="connsiteX16" fmla="*/ 22473 w 124930"/>
                          <a:gd name="connsiteY16" fmla="*/ 281653 h 1714751"/>
                          <a:gd name="connsiteX17" fmla="*/ 257 w 124930"/>
                          <a:gd name="connsiteY17" fmla="*/ 32934 h 1714751"/>
                          <a:gd name="connsiteX0" fmla="*/ 257 w 124930"/>
                          <a:gd name="connsiteY0" fmla="*/ 23848 h 1705665"/>
                          <a:gd name="connsiteX1" fmla="*/ 37085 w 124930"/>
                          <a:gd name="connsiteY1" fmla="*/ 17821 h 1705665"/>
                          <a:gd name="connsiteX2" fmla="*/ 59041 w 124930"/>
                          <a:gd name="connsiteY2" fmla="*/ 246964 h 1705665"/>
                          <a:gd name="connsiteX3" fmla="*/ 84652 w 124930"/>
                          <a:gd name="connsiteY3" fmla="*/ 557860 h 1705665"/>
                          <a:gd name="connsiteX4" fmla="*/ 95625 w 124930"/>
                          <a:gd name="connsiteY4" fmla="*/ 854126 h 1705665"/>
                          <a:gd name="connsiteX5" fmla="*/ 88310 w 124930"/>
                          <a:gd name="connsiteY5" fmla="*/ 1004087 h 1705665"/>
                          <a:gd name="connsiteX6" fmla="*/ 84652 w 124930"/>
                          <a:gd name="connsiteY6" fmla="*/ 1135761 h 1705665"/>
                          <a:gd name="connsiteX7" fmla="*/ 88310 w 124930"/>
                          <a:gd name="connsiteY7" fmla="*/ 1278407 h 1705665"/>
                          <a:gd name="connsiteX8" fmla="*/ 95625 w 124930"/>
                          <a:gd name="connsiteY8" fmla="*/ 1453972 h 1705665"/>
                          <a:gd name="connsiteX9" fmla="*/ 124886 w 124930"/>
                          <a:gd name="connsiteY9" fmla="*/ 1677086 h 1705665"/>
                          <a:gd name="connsiteX10" fmla="*/ 88310 w 124930"/>
                          <a:gd name="connsiteY10" fmla="*/ 1677086 h 1705665"/>
                          <a:gd name="connsiteX11" fmla="*/ 66364 w 124930"/>
                          <a:gd name="connsiteY11" fmla="*/ 1442999 h 1705665"/>
                          <a:gd name="connsiteX12" fmla="*/ 44418 w 124930"/>
                          <a:gd name="connsiteY12" fmla="*/ 1256462 h 1705665"/>
                          <a:gd name="connsiteX13" fmla="*/ 51734 w 124930"/>
                          <a:gd name="connsiteY13" fmla="*/ 1062609 h 1705665"/>
                          <a:gd name="connsiteX14" fmla="*/ 62706 w 124930"/>
                          <a:gd name="connsiteY14" fmla="*/ 854126 h 1705665"/>
                          <a:gd name="connsiteX15" fmla="*/ 55391 w 124930"/>
                          <a:gd name="connsiteY15" fmla="*/ 638327 h 1705665"/>
                          <a:gd name="connsiteX16" fmla="*/ 22473 w 124930"/>
                          <a:gd name="connsiteY16" fmla="*/ 272567 h 1705665"/>
                          <a:gd name="connsiteX17" fmla="*/ 257 w 124930"/>
                          <a:gd name="connsiteY17" fmla="*/ 23848 h 1705665"/>
                          <a:gd name="connsiteX0" fmla="*/ 257 w 124930"/>
                          <a:gd name="connsiteY0" fmla="*/ 22748 h 1704565"/>
                          <a:gd name="connsiteX1" fmla="*/ 37085 w 124930"/>
                          <a:gd name="connsiteY1" fmla="*/ 16721 h 1704565"/>
                          <a:gd name="connsiteX2" fmla="*/ 59041 w 124930"/>
                          <a:gd name="connsiteY2" fmla="*/ 245864 h 1704565"/>
                          <a:gd name="connsiteX3" fmla="*/ 84652 w 124930"/>
                          <a:gd name="connsiteY3" fmla="*/ 556760 h 1704565"/>
                          <a:gd name="connsiteX4" fmla="*/ 95625 w 124930"/>
                          <a:gd name="connsiteY4" fmla="*/ 853026 h 1704565"/>
                          <a:gd name="connsiteX5" fmla="*/ 88310 w 124930"/>
                          <a:gd name="connsiteY5" fmla="*/ 1002987 h 1704565"/>
                          <a:gd name="connsiteX6" fmla="*/ 84652 w 124930"/>
                          <a:gd name="connsiteY6" fmla="*/ 1134661 h 1704565"/>
                          <a:gd name="connsiteX7" fmla="*/ 88310 w 124930"/>
                          <a:gd name="connsiteY7" fmla="*/ 1277307 h 1704565"/>
                          <a:gd name="connsiteX8" fmla="*/ 95625 w 124930"/>
                          <a:gd name="connsiteY8" fmla="*/ 1452872 h 1704565"/>
                          <a:gd name="connsiteX9" fmla="*/ 124886 w 124930"/>
                          <a:gd name="connsiteY9" fmla="*/ 1675986 h 1704565"/>
                          <a:gd name="connsiteX10" fmla="*/ 88310 w 124930"/>
                          <a:gd name="connsiteY10" fmla="*/ 1675986 h 1704565"/>
                          <a:gd name="connsiteX11" fmla="*/ 66364 w 124930"/>
                          <a:gd name="connsiteY11" fmla="*/ 1441899 h 1704565"/>
                          <a:gd name="connsiteX12" fmla="*/ 44418 w 124930"/>
                          <a:gd name="connsiteY12" fmla="*/ 1255362 h 1704565"/>
                          <a:gd name="connsiteX13" fmla="*/ 51734 w 124930"/>
                          <a:gd name="connsiteY13" fmla="*/ 1061509 h 1704565"/>
                          <a:gd name="connsiteX14" fmla="*/ 62706 w 124930"/>
                          <a:gd name="connsiteY14" fmla="*/ 853026 h 1704565"/>
                          <a:gd name="connsiteX15" fmla="*/ 55391 w 124930"/>
                          <a:gd name="connsiteY15" fmla="*/ 637227 h 1704565"/>
                          <a:gd name="connsiteX16" fmla="*/ 22473 w 124930"/>
                          <a:gd name="connsiteY16" fmla="*/ 271467 h 1704565"/>
                          <a:gd name="connsiteX17" fmla="*/ 257 w 124930"/>
                          <a:gd name="connsiteY17" fmla="*/ 22748 h 1704565"/>
                          <a:gd name="connsiteX0" fmla="*/ 73 w 124746"/>
                          <a:gd name="connsiteY0" fmla="*/ 23667 h 1705484"/>
                          <a:gd name="connsiteX1" fmla="*/ 29557 w 124746"/>
                          <a:gd name="connsiteY1" fmla="*/ 15552 h 1705484"/>
                          <a:gd name="connsiteX2" fmla="*/ 58857 w 124746"/>
                          <a:gd name="connsiteY2" fmla="*/ 246783 h 1705484"/>
                          <a:gd name="connsiteX3" fmla="*/ 84468 w 124746"/>
                          <a:gd name="connsiteY3" fmla="*/ 557679 h 1705484"/>
                          <a:gd name="connsiteX4" fmla="*/ 95441 w 124746"/>
                          <a:gd name="connsiteY4" fmla="*/ 853945 h 1705484"/>
                          <a:gd name="connsiteX5" fmla="*/ 88126 w 124746"/>
                          <a:gd name="connsiteY5" fmla="*/ 1003906 h 1705484"/>
                          <a:gd name="connsiteX6" fmla="*/ 84468 w 124746"/>
                          <a:gd name="connsiteY6" fmla="*/ 1135580 h 1705484"/>
                          <a:gd name="connsiteX7" fmla="*/ 88126 w 124746"/>
                          <a:gd name="connsiteY7" fmla="*/ 1278226 h 1705484"/>
                          <a:gd name="connsiteX8" fmla="*/ 95441 w 124746"/>
                          <a:gd name="connsiteY8" fmla="*/ 1453791 h 1705484"/>
                          <a:gd name="connsiteX9" fmla="*/ 124702 w 124746"/>
                          <a:gd name="connsiteY9" fmla="*/ 1676905 h 1705484"/>
                          <a:gd name="connsiteX10" fmla="*/ 88126 w 124746"/>
                          <a:gd name="connsiteY10" fmla="*/ 1676905 h 1705484"/>
                          <a:gd name="connsiteX11" fmla="*/ 66180 w 124746"/>
                          <a:gd name="connsiteY11" fmla="*/ 1442818 h 1705484"/>
                          <a:gd name="connsiteX12" fmla="*/ 44234 w 124746"/>
                          <a:gd name="connsiteY12" fmla="*/ 1256281 h 1705484"/>
                          <a:gd name="connsiteX13" fmla="*/ 51550 w 124746"/>
                          <a:gd name="connsiteY13" fmla="*/ 1062428 h 1705484"/>
                          <a:gd name="connsiteX14" fmla="*/ 62522 w 124746"/>
                          <a:gd name="connsiteY14" fmla="*/ 853945 h 1705484"/>
                          <a:gd name="connsiteX15" fmla="*/ 55207 w 124746"/>
                          <a:gd name="connsiteY15" fmla="*/ 638146 h 1705484"/>
                          <a:gd name="connsiteX16" fmla="*/ 22289 w 124746"/>
                          <a:gd name="connsiteY16" fmla="*/ 272386 h 1705484"/>
                          <a:gd name="connsiteX17" fmla="*/ 73 w 124746"/>
                          <a:gd name="connsiteY17" fmla="*/ 23667 h 1705484"/>
                          <a:gd name="connsiteX0" fmla="*/ 73 w 124746"/>
                          <a:gd name="connsiteY0" fmla="*/ 21548 h 1703365"/>
                          <a:gd name="connsiteX1" fmla="*/ 29557 w 124746"/>
                          <a:gd name="connsiteY1" fmla="*/ 13433 h 1703365"/>
                          <a:gd name="connsiteX2" fmla="*/ 58857 w 124746"/>
                          <a:gd name="connsiteY2" fmla="*/ 244664 h 1703365"/>
                          <a:gd name="connsiteX3" fmla="*/ 84468 w 124746"/>
                          <a:gd name="connsiteY3" fmla="*/ 555560 h 1703365"/>
                          <a:gd name="connsiteX4" fmla="*/ 95441 w 124746"/>
                          <a:gd name="connsiteY4" fmla="*/ 851826 h 1703365"/>
                          <a:gd name="connsiteX5" fmla="*/ 88126 w 124746"/>
                          <a:gd name="connsiteY5" fmla="*/ 1001787 h 1703365"/>
                          <a:gd name="connsiteX6" fmla="*/ 84468 w 124746"/>
                          <a:gd name="connsiteY6" fmla="*/ 1133461 h 1703365"/>
                          <a:gd name="connsiteX7" fmla="*/ 88126 w 124746"/>
                          <a:gd name="connsiteY7" fmla="*/ 1276107 h 1703365"/>
                          <a:gd name="connsiteX8" fmla="*/ 95441 w 124746"/>
                          <a:gd name="connsiteY8" fmla="*/ 1451672 h 1703365"/>
                          <a:gd name="connsiteX9" fmla="*/ 124702 w 124746"/>
                          <a:gd name="connsiteY9" fmla="*/ 1674786 h 1703365"/>
                          <a:gd name="connsiteX10" fmla="*/ 88126 w 124746"/>
                          <a:gd name="connsiteY10" fmla="*/ 1674786 h 1703365"/>
                          <a:gd name="connsiteX11" fmla="*/ 66180 w 124746"/>
                          <a:gd name="connsiteY11" fmla="*/ 1440699 h 1703365"/>
                          <a:gd name="connsiteX12" fmla="*/ 44234 w 124746"/>
                          <a:gd name="connsiteY12" fmla="*/ 1254162 h 1703365"/>
                          <a:gd name="connsiteX13" fmla="*/ 51550 w 124746"/>
                          <a:gd name="connsiteY13" fmla="*/ 1060309 h 1703365"/>
                          <a:gd name="connsiteX14" fmla="*/ 62522 w 124746"/>
                          <a:gd name="connsiteY14" fmla="*/ 851826 h 1703365"/>
                          <a:gd name="connsiteX15" fmla="*/ 55207 w 124746"/>
                          <a:gd name="connsiteY15" fmla="*/ 636027 h 1703365"/>
                          <a:gd name="connsiteX16" fmla="*/ 22289 w 124746"/>
                          <a:gd name="connsiteY16" fmla="*/ 270267 h 1703365"/>
                          <a:gd name="connsiteX17" fmla="*/ 73 w 124746"/>
                          <a:gd name="connsiteY17" fmla="*/ 21548 h 170336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</a:cxnLst>
                        <a:rect l="l" t="t" r="r" b="b"/>
                        <a:pathLst>
                          <a:path w="124746" h="1703365">
                            <a:moveTo>
                              <a:pt x="73" y="21548"/>
                            </a:moveTo>
                            <a:cubicBezTo>
                              <a:pt x="1284" y="-21258"/>
                              <a:pt x="8729" y="12829"/>
                              <a:pt x="29557" y="13433"/>
                            </a:cubicBezTo>
                            <a:cubicBezTo>
                              <a:pt x="50385" y="14037"/>
                              <a:pt x="49705" y="154310"/>
                              <a:pt x="58857" y="244664"/>
                            </a:cubicBezTo>
                            <a:cubicBezTo>
                              <a:pt x="68009" y="335018"/>
                              <a:pt x="78371" y="454366"/>
                              <a:pt x="84468" y="555560"/>
                            </a:cubicBezTo>
                            <a:cubicBezTo>
                              <a:pt x="90565" y="656754"/>
                              <a:pt x="94831" y="777455"/>
                              <a:pt x="95441" y="851826"/>
                            </a:cubicBezTo>
                            <a:cubicBezTo>
                              <a:pt x="96051" y="926197"/>
                              <a:pt x="89955" y="954848"/>
                              <a:pt x="88126" y="1001787"/>
                            </a:cubicBezTo>
                            <a:cubicBezTo>
                              <a:pt x="86297" y="1048726"/>
                              <a:pt x="84468" y="1087741"/>
                              <a:pt x="84468" y="1133461"/>
                            </a:cubicBezTo>
                            <a:cubicBezTo>
                              <a:pt x="84468" y="1179181"/>
                              <a:pt x="86297" y="1223072"/>
                              <a:pt x="88126" y="1276107"/>
                            </a:cubicBezTo>
                            <a:cubicBezTo>
                              <a:pt x="89955" y="1329142"/>
                              <a:pt x="89345" y="1385225"/>
                              <a:pt x="95441" y="1451672"/>
                            </a:cubicBezTo>
                            <a:cubicBezTo>
                              <a:pt x="101537" y="1518119"/>
                              <a:pt x="125921" y="1637600"/>
                              <a:pt x="124702" y="1674786"/>
                            </a:cubicBezTo>
                            <a:cubicBezTo>
                              <a:pt x="123483" y="1711972"/>
                              <a:pt x="97880" y="1713800"/>
                              <a:pt x="88126" y="1674786"/>
                            </a:cubicBezTo>
                            <a:cubicBezTo>
                              <a:pt x="78372" y="1635772"/>
                              <a:pt x="73495" y="1510803"/>
                              <a:pt x="66180" y="1440699"/>
                            </a:cubicBezTo>
                            <a:cubicBezTo>
                              <a:pt x="58865" y="1370595"/>
                              <a:pt x="46672" y="1317560"/>
                              <a:pt x="44234" y="1254162"/>
                            </a:cubicBezTo>
                            <a:cubicBezTo>
                              <a:pt x="41796" y="1190764"/>
                              <a:pt x="48502" y="1127365"/>
                              <a:pt x="51550" y="1060309"/>
                            </a:cubicBezTo>
                            <a:cubicBezTo>
                              <a:pt x="54598" y="993253"/>
                              <a:pt x="61912" y="922540"/>
                              <a:pt x="62522" y="851826"/>
                            </a:cubicBezTo>
                            <a:cubicBezTo>
                              <a:pt x="63132" y="781112"/>
                              <a:pt x="61912" y="732953"/>
                              <a:pt x="55207" y="636027"/>
                            </a:cubicBezTo>
                            <a:cubicBezTo>
                              <a:pt x="48502" y="539101"/>
                              <a:pt x="31478" y="372680"/>
                              <a:pt x="22289" y="270267"/>
                            </a:cubicBezTo>
                            <a:cubicBezTo>
                              <a:pt x="13100" y="167854"/>
                              <a:pt x="-1138" y="64354"/>
                              <a:pt x="73" y="21548"/>
                            </a:cubicBezTo>
                            <a:close/>
                          </a:path>
                        </a:pathLst>
                      </a:custGeom>
                      <a:solidFill>
                        <a:srgbClr val="FFFF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AB2959B" id="Freeform 30" o:spid="_x0000_s1026" style="position:absolute;margin-left:126.5pt;margin-top:-273.95pt;width:9.8pt;height:134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46,170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" path="m73,21548c1284,-21258,8729,12829,29557,13433v20828,604,20148,140877,29300,231231c68009,335018,78371,454366,84468,555560v6097,101194,10363,221895,10973,296266c96051,926197,89955,954848,88126,1001787v-1829,46939,-3658,85954,-3658,131674c84468,1179181,86297,1223072,88126,1276107v1829,53035,1219,109118,7315,175565c101537,1518119,125921,1637600,124702,1674786v-1219,37186,-26822,39014,-36576,c78372,1635772,73495,1510803,66180,1440699,58865,1370595,46672,1317560,44234,1254162v-2438,-63398,4268,-126797,7316,-193853c54598,993253,61912,922540,62522,851826v610,-70714,-610,-118873,-7315,-215799c48502,539101,31478,372680,22289,270267,13100,167854,-1138,64354,73,21548xe" fillcolor="yellow" stroked="f" strokeweight="1pt">
              <v:stroke joinstyle="miter"/>
              <v:path arrowok="t" o:connecttype="custom" o:connectlocs="73,21548;29507,13433;58757,244662;84324,555555;95278,851819;87976,1001779;84324,1133452;87976,1276097;95278,1451660;124489,1674772;87976,1674772;66067,1440687;44158,1254152;51462,1060300;62415,851819;55113,636022;22251,270265;73,21548" o:connectangles="0,0,0,0,0,0,0,0,0,0,0,0,0,0,0,0,0,0"/>
            </v:shape>
          </w:pict>
        </mc:Fallback>
      </mc:AlternateContent>
    </w:r>
    <w:r w:rsidR="00563DF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77BAF9CD" wp14:editId="5B0E2E93">
              <wp:simplePos x="0" y="0"/>
              <wp:positionH relativeFrom="column">
                <wp:posOffset>1530985</wp:posOffset>
              </wp:positionH>
              <wp:positionV relativeFrom="paragraph">
                <wp:posOffset>-3465982</wp:posOffset>
              </wp:positionV>
              <wp:extent cx="122555" cy="1623695"/>
              <wp:effectExtent l="0" t="0" r="10795" b="14605"/>
              <wp:wrapNone/>
              <wp:docPr id="29" name="Freeform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2555" cy="1623695"/>
                      </a:xfrm>
                      <a:custGeom>
                        <a:avLst/>
                        <a:gdLst>
                          <a:gd name="connsiteX0" fmla="*/ 64504 w 123026"/>
                          <a:gd name="connsiteY0" fmla="*/ 162 h 1624154"/>
                          <a:gd name="connsiteX1" fmla="*/ 31586 w 123026"/>
                          <a:gd name="connsiteY1" fmla="*/ 40396 h 1624154"/>
                          <a:gd name="connsiteX2" fmla="*/ 2325 w 123026"/>
                          <a:gd name="connsiteY2" fmla="*/ 102575 h 1624154"/>
                          <a:gd name="connsiteX3" fmla="*/ 5983 w 123026"/>
                          <a:gd name="connsiteY3" fmla="*/ 263509 h 1624154"/>
                          <a:gd name="connsiteX4" fmla="*/ 38901 w 123026"/>
                          <a:gd name="connsiteY4" fmla="*/ 417128 h 1624154"/>
                          <a:gd name="connsiteX5" fmla="*/ 49874 w 123026"/>
                          <a:gd name="connsiteY5" fmla="*/ 559775 h 1624154"/>
                          <a:gd name="connsiteX6" fmla="*/ 60847 w 123026"/>
                          <a:gd name="connsiteY6" fmla="*/ 812149 h 1624154"/>
                          <a:gd name="connsiteX7" fmla="*/ 71820 w 123026"/>
                          <a:gd name="connsiteY7" fmla="*/ 929192 h 1624154"/>
                          <a:gd name="connsiteX8" fmla="*/ 60847 w 123026"/>
                          <a:gd name="connsiteY8" fmla="*/ 1137676 h 1624154"/>
                          <a:gd name="connsiteX9" fmla="*/ 82792 w 123026"/>
                          <a:gd name="connsiteY9" fmla="*/ 1331528 h 1624154"/>
                          <a:gd name="connsiteX10" fmla="*/ 101080 w 123026"/>
                          <a:gd name="connsiteY10" fmla="*/ 1529039 h 1624154"/>
                          <a:gd name="connsiteX11" fmla="*/ 97423 w 123026"/>
                          <a:gd name="connsiteY11" fmla="*/ 1598533 h 1624154"/>
                          <a:gd name="connsiteX12" fmla="*/ 123026 w 123026"/>
                          <a:gd name="connsiteY12" fmla="*/ 1605848 h 1624154"/>
                          <a:gd name="connsiteX13" fmla="*/ 97423 w 123026"/>
                          <a:gd name="connsiteY13" fmla="*/ 1364447 h 1624154"/>
                          <a:gd name="connsiteX14" fmla="*/ 82792 w 123026"/>
                          <a:gd name="connsiteY14" fmla="*/ 1203512 h 1624154"/>
                          <a:gd name="connsiteX15" fmla="*/ 90108 w 123026"/>
                          <a:gd name="connsiteY15" fmla="*/ 1031605 h 1624154"/>
                          <a:gd name="connsiteX16" fmla="*/ 86450 w 123026"/>
                          <a:gd name="connsiteY16" fmla="*/ 874328 h 1624154"/>
                          <a:gd name="connsiteX17" fmla="*/ 75477 w 123026"/>
                          <a:gd name="connsiteY17" fmla="*/ 654872 h 1624154"/>
                          <a:gd name="connsiteX18" fmla="*/ 71820 w 123026"/>
                          <a:gd name="connsiteY18" fmla="*/ 512226 h 1624154"/>
                          <a:gd name="connsiteX19" fmla="*/ 35244 w 123026"/>
                          <a:gd name="connsiteY19" fmla="*/ 307400 h 1624154"/>
                          <a:gd name="connsiteX20" fmla="*/ 20613 w 123026"/>
                          <a:gd name="connsiteY20" fmla="*/ 146466 h 1624154"/>
                          <a:gd name="connsiteX21" fmla="*/ 64504 w 123026"/>
                          <a:gd name="connsiteY21" fmla="*/ 55026 h 1624154"/>
                          <a:gd name="connsiteX22" fmla="*/ 64504 w 123026"/>
                          <a:gd name="connsiteY22" fmla="*/ 162 h 162415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</a:cxnLst>
                        <a:rect l="l" t="t" r="r" b="b"/>
                        <a:pathLst>
                          <a:path w="123026" h="1624154">
                            <a:moveTo>
                              <a:pt x="64504" y="162"/>
                            </a:moveTo>
                            <a:cubicBezTo>
                              <a:pt x="59018" y="-2276"/>
                              <a:pt x="41949" y="23327"/>
                              <a:pt x="31586" y="40396"/>
                            </a:cubicBezTo>
                            <a:cubicBezTo>
                              <a:pt x="21223" y="57465"/>
                              <a:pt x="6592" y="65390"/>
                              <a:pt x="2325" y="102575"/>
                            </a:cubicBezTo>
                            <a:cubicBezTo>
                              <a:pt x="-1942" y="139760"/>
                              <a:pt x="-113" y="211084"/>
                              <a:pt x="5983" y="263509"/>
                            </a:cubicBezTo>
                            <a:cubicBezTo>
                              <a:pt x="12079" y="315935"/>
                              <a:pt x="31586" y="367750"/>
                              <a:pt x="38901" y="417128"/>
                            </a:cubicBezTo>
                            <a:cubicBezTo>
                              <a:pt x="46216" y="466506"/>
                              <a:pt x="46216" y="493938"/>
                              <a:pt x="49874" y="559775"/>
                            </a:cubicBezTo>
                            <a:cubicBezTo>
                              <a:pt x="53532" y="625612"/>
                              <a:pt x="57189" y="750580"/>
                              <a:pt x="60847" y="812149"/>
                            </a:cubicBezTo>
                            <a:cubicBezTo>
                              <a:pt x="64505" y="873718"/>
                              <a:pt x="71820" y="874938"/>
                              <a:pt x="71820" y="929192"/>
                            </a:cubicBezTo>
                            <a:cubicBezTo>
                              <a:pt x="71820" y="983446"/>
                              <a:pt x="59018" y="1070620"/>
                              <a:pt x="60847" y="1137676"/>
                            </a:cubicBezTo>
                            <a:cubicBezTo>
                              <a:pt x="62676" y="1204732"/>
                              <a:pt x="76087" y="1266301"/>
                              <a:pt x="82792" y="1331528"/>
                            </a:cubicBezTo>
                            <a:cubicBezTo>
                              <a:pt x="89497" y="1396755"/>
                              <a:pt x="98642" y="1484538"/>
                              <a:pt x="101080" y="1529039"/>
                            </a:cubicBezTo>
                            <a:cubicBezTo>
                              <a:pt x="103519" y="1573540"/>
                              <a:pt x="93765" y="1585732"/>
                              <a:pt x="97423" y="1598533"/>
                            </a:cubicBezTo>
                            <a:cubicBezTo>
                              <a:pt x="101081" y="1611334"/>
                              <a:pt x="123026" y="1644862"/>
                              <a:pt x="123026" y="1605848"/>
                            </a:cubicBezTo>
                            <a:cubicBezTo>
                              <a:pt x="123026" y="1566834"/>
                              <a:pt x="104129" y="1431503"/>
                              <a:pt x="97423" y="1364447"/>
                            </a:cubicBezTo>
                            <a:cubicBezTo>
                              <a:pt x="90717" y="1297391"/>
                              <a:pt x="84011" y="1258986"/>
                              <a:pt x="82792" y="1203512"/>
                            </a:cubicBezTo>
                            <a:cubicBezTo>
                              <a:pt x="81573" y="1148038"/>
                              <a:pt x="89498" y="1086469"/>
                              <a:pt x="90108" y="1031605"/>
                            </a:cubicBezTo>
                            <a:cubicBezTo>
                              <a:pt x="90718" y="976741"/>
                              <a:pt x="88888" y="937117"/>
                              <a:pt x="86450" y="874328"/>
                            </a:cubicBezTo>
                            <a:cubicBezTo>
                              <a:pt x="84012" y="811539"/>
                              <a:pt x="77915" y="715222"/>
                              <a:pt x="75477" y="654872"/>
                            </a:cubicBezTo>
                            <a:cubicBezTo>
                              <a:pt x="73039" y="594522"/>
                              <a:pt x="78525" y="570138"/>
                              <a:pt x="71820" y="512226"/>
                            </a:cubicBezTo>
                            <a:cubicBezTo>
                              <a:pt x="65115" y="454314"/>
                              <a:pt x="43778" y="368360"/>
                              <a:pt x="35244" y="307400"/>
                            </a:cubicBezTo>
                            <a:cubicBezTo>
                              <a:pt x="26710" y="246440"/>
                              <a:pt x="15736" y="188528"/>
                              <a:pt x="20613" y="146466"/>
                            </a:cubicBezTo>
                            <a:cubicBezTo>
                              <a:pt x="25490" y="104404"/>
                              <a:pt x="52312" y="73314"/>
                              <a:pt x="64504" y="55026"/>
                            </a:cubicBezTo>
                            <a:cubicBezTo>
                              <a:pt x="76696" y="36738"/>
                              <a:pt x="69990" y="2600"/>
                              <a:pt x="64504" y="162"/>
                            </a:cubicBez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  <a:ln w="9525">
                        <a:solidFill>
                          <a:schemeClr val="accent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1EE748A0" id="Freeform 29" o:spid="_x0000_s1026" style="position:absolute;margin-left:120.55pt;margin-top:-272.9pt;width:9.65pt;height:127.8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026,1624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" path="m64504,162c59018,-2276,41949,23327,31586,40396,21223,57465,6592,65390,2325,102575,-1942,139760,-113,211084,5983,263509v6096,52426,25603,104241,32918,153619c46216,466506,46216,493938,49874,559775v3658,65837,7315,190805,10973,252374c64505,873718,71820,874938,71820,929192v,54254,-12802,141428,-10973,208484c62676,1204732,76087,1266301,82792,1331528v6705,65227,15850,153010,18288,197511c103519,1573540,93765,1585732,97423,1598533v3658,12801,25603,46329,25603,7315c123026,1566834,104129,1431503,97423,1364447,90717,1297391,84011,1258986,82792,1203512v-1219,-55474,6706,-117043,7316,-171907c90718,976741,88888,937117,86450,874328,84012,811539,77915,715222,75477,654872,73039,594522,78525,570138,71820,512226,65115,454314,43778,368360,35244,307400,26710,246440,15736,188528,20613,146466,25490,104404,52312,73314,64504,55026,76696,36738,69990,2600,64504,162xe" fillcolor="#6cf" strokecolor="#5b9bd5 [3204]">
              <v:stroke joinstyle="miter"/>
              <v:path arrowok="t" o:connecttype="custom" o:connectlocs="64257,162;31465,40385;2316,102546;5960,263435;38752,417010;49683,559617;60614,811919;71545,928929;60614,1137354;82475,1331152;100693,1528607;97050,1598081;122555,1605394;97050,1364061;82475,1203172;89763,1031313;86119,874081;75188,654687;71545,512081;35109,307313;20534,146425;64257,55010;64257,162" o:connectangles="0,0,0,0,0,0,0,0,0,0,0,0,0,0,0,0,0,0,0,0,0,0,0"/>
            </v:shape>
          </w:pict>
        </mc:Fallback>
      </mc:AlternateContent>
    </w:r>
    <w:r w:rsidR="008A210D"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9189085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14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2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9D68B6" w:rsidRPr="00B8442D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4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6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9D68B6" w:rsidRPr="00B8442D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74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7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034083" w:rsidRPr="00B8442D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77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7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034083" w:rsidRPr="00B8442D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6" o:spid="_x0000_s1030" style="position:absolute;margin-left:168.15pt;margin-top:723.55pt;width:283.5pt;height:18.85pt;z-index:-251657216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NZoZRTiAAAADQEAAA8AAAAAAAAAAAAAAAAAmAcAAGRycy9kb3du&#10;cmV2LnhtbFBLBQYAAAAABAAEAPMAAACnCAAAAAA=&#10;">
              <v:group id="Group 62" o:spid="_x0000_s1031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2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3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4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5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6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</w:p>
                    </w:txbxContent>
                  </v:textbox>
                </v:shape>
              </v:group>
              <v:group id="Group 64" o:spid="_x0000_s1037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38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39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</w:p>
                    </w:txbxContent>
                  </v:textbox>
                </v:shape>
              </v:group>
              <v:group id="Group 65" o:spid="_x0000_s1040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1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2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 w:rsidR="008A210D"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0D" w:rsidRDefault="008A210D" w:rsidP="005748E3">
      <w:pPr>
        <w:spacing w:after="0" w:line="240" w:lineRule="auto"/>
      </w:pPr>
      <w:r>
        <w:separator/>
      </w:r>
    </w:p>
  </w:footnote>
  <w:footnote w:type="continuationSeparator" w:id="0">
    <w:p w:rsidR="008A210D" w:rsidRDefault="008A210D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8A210D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E1B3BA6" id="Group 84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8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8A210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3392" behindDoc="1" locked="1" layoutInCell="0" allowOverlap="1">
          <wp:simplePos x="0" y="0"/>
          <wp:positionH relativeFrom="margin">
            <wp:align>center</wp:align>
          </wp:positionH>
          <wp:positionV relativeFrom="page">
            <wp:posOffset>3300095</wp:posOffset>
          </wp:positionV>
          <wp:extent cx="5226050" cy="5752465"/>
          <wp:effectExtent l="0" t="0" r="0" b="635"/>
          <wp:wrapNone/>
          <wp:docPr id="90" name="Picture 90" descr="1D VEINS OF THE LEG LEFT MEDIAL RIGHT MEDIAL BILATERAL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 descr="1D VEINS OF THE LEG LEFT MEDIAL RIGHT MEDIAL BILATERALAmend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10" b="1263"/>
                  <a:stretch>
                    <a:fillRect/>
                  </a:stretch>
                </pic:blipFill>
                <pic:spPr bwMode="auto">
                  <a:xfrm>
                    <a:off x="0" y="0"/>
                    <a:ext cx="5226050" cy="5752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8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19" name="Pictur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020ADBD" id="Group 81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2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VgXDAAAA2wAAAA8AAABkcnMvZG93bnJldi54bWxEj0+LwjAQxe/CfocwC3sRTfUg3WoUd3HB&#10;k+Af9jwmY1vaTEoTa/32RhC8zfDevN+bxaq3teio9aVjBZNxAoJYO1NyruB0/BulIHxANlg7JgV3&#10;8rBafgwWmBl34z11h5CLGMI+QwVFCE0mpdcFWfRj1xBH7eJaiyGubS5Ni7cYbms5TZKZtFhyJBTY&#10;0G9BujpcbYRc+JrWw+k5rU6bn91/qrddpZX6+uzXcxCB+vA2v663Jtb/hucvcQ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9WBcMAAADbAAAADwAAAAAAAAAAAAAAAACf&#10;AgAAZHJzL2Rvd25yZXYueG1sUEsFBgAAAAAEAAQA9wAAAI8DAAAAAA==&#10;">
                <v:imagedata r:id="rId4" o:title=""/>
              </v:shape>
              <v:shape id="Picture 83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nWmbAAAAA2wAAAA8AAABkcnMvZG93bnJldi54bWxET8uKwjAU3Qv+Q7jC7DRVRKRjLDOiMrgQ&#10;rc7+0tw+aHNTm6j1781iYJaH814lvWnEgzpXWVYwnUQgiDOrKy4UXC+78RKE88gaG8uk4EUOkvVw&#10;sMJY2yef6ZH6QoQQdjEqKL1vYyldVpJBN7EtceBy2xn0AXaF1B0+Q7hp5CyKFtJgxaGhxJY2JWV1&#10;ejcK8tsuP5zOHr/38zqd/26PJ1oelfoY9V+fIDz1/l/85/7RCmZhffgSfoBc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2daZsAAAADbAAAADwAAAAAAAAAAAAAAAACfAgAA&#10;ZHJzL2Rvd25yZXYueG1sUEsFBgAAAAAEAAQA9wAAAIw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>
              <wp:simplePos x="0" y="0"/>
              <wp:positionH relativeFrom="page">
                <wp:posOffset>5009515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424E73" w:rsidRPr="005D0996" w:rsidRDefault="00424E73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7" type="#_x0000_t202" style="position:absolute;margin-left:394.45pt;margin-top:267.6pt;width:102.05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Anterior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>
              <wp:simplePos x="0" y="0"/>
              <wp:positionH relativeFrom="page">
                <wp:posOffset>1226820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6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424E73" w:rsidRPr="005D0996" w:rsidRDefault="00424E73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71" o:spid="_x0000_s1028" type="#_x0000_t202" style="position:absolute;margin-left:96.6pt;margin-top:267.6pt;width:106.65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Posterior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ksQIAALE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DK72S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D"/>
    <w:rsid w:val="00002C57"/>
    <w:rsid w:val="0002322E"/>
    <w:rsid w:val="00030ECC"/>
    <w:rsid w:val="00033B0B"/>
    <w:rsid w:val="00034083"/>
    <w:rsid w:val="0006170F"/>
    <w:rsid w:val="00075B57"/>
    <w:rsid w:val="00092817"/>
    <w:rsid w:val="000B1F8C"/>
    <w:rsid w:val="000C302A"/>
    <w:rsid w:val="000D03AD"/>
    <w:rsid w:val="000D12F2"/>
    <w:rsid w:val="000E0352"/>
    <w:rsid w:val="0013400E"/>
    <w:rsid w:val="0014708E"/>
    <w:rsid w:val="00153F96"/>
    <w:rsid w:val="00156E8E"/>
    <w:rsid w:val="00186F8F"/>
    <w:rsid w:val="00191142"/>
    <w:rsid w:val="001A7AF4"/>
    <w:rsid w:val="001C2A3A"/>
    <w:rsid w:val="001C3912"/>
    <w:rsid w:val="00201C2C"/>
    <w:rsid w:val="00210977"/>
    <w:rsid w:val="002155B7"/>
    <w:rsid w:val="00226007"/>
    <w:rsid w:val="00255B9E"/>
    <w:rsid w:val="002739C8"/>
    <w:rsid w:val="002867C0"/>
    <w:rsid w:val="002932DD"/>
    <w:rsid w:val="002C6A41"/>
    <w:rsid w:val="002D4419"/>
    <w:rsid w:val="002D5019"/>
    <w:rsid w:val="002D613D"/>
    <w:rsid w:val="002D7122"/>
    <w:rsid w:val="002E04BC"/>
    <w:rsid w:val="003234AA"/>
    <w:rsid w:val="00324212"/>
    <w:rsid w:val="00352F64"/>
    <w:rsid w:val="0036072E"/>
    <w:rsid w:val="00367C3E"/>
    <w:rsid w:val="00382C7D"/>
    <w:rsid w:val="003909B4"/>
    <w:rsid w:val="00394CF1"/>
    <w:rsid w:val="003A6622"/>
    <w:rsid w:val="00411FD4"/>
    <w:rsid w:val="00424E73"/>
    <w:rsid w:val="00441CCF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DF9"/>
    <w:rsid w:val="00563E6E"/>
    <w:rsid w:val="005748E3"/>
    <w:rsid w:val="00591601"/>
    <w:rsid w:val="005947E5"/>
    <w:rsid w:val="00596D0F"/>
    <w:rsid w:val="005C197D"/>
    <w:rsid w:val="005C2500"/>
    <w:rsid w:val="005C2E16"/>
    <w:rsid w:val="005D4909"/>
    <w:rsid w:val="005E594C"/>
    <w:rsid w:val="005E6673"/>
    <w:rsid w:val="005F0D8E"/>
    <w:rsid w:val="00624106"/>
    <w:rsid w:val="00632733"/>
    <w:rsid w:val="00644C5F"/>
    <w:rsid w:val="00661023"/>
    <w:rsid w:val="00672D0F"/>
    <w:rsid w:val="0067732A"/>
    <w:rsid w:val="006B2888"/>
    <w:rsid w:val="006B4A4D"/>
    <w:rsid w:val="006D3CE8"/>
    <w:rsid w:val="006D6A31"/>
    <w:rsid w:val="00701D82"/>
    <w:rsid w:val="007102C1"/>
    <w:rsid w:val="007112FB"/>
    <w:rsid w:val="007537AB"/>
    <w:rsid w:val="00803E28"/>
    <w:rsid w:val="00804042"/>
    <w:rsid w:val="00811182"/>
    <w:rsid w:val="00813362"/>
    <w:rsid w:val="00854725"/>
    <w:rsid w:val="0087236A"/>
    <w:rsid w:val="00876A79"/>
    <w:rsid w:val="00880184"/>
    <w:rsid w:val="00893153"/>
    <w:rsid w:val="008A210D"/>
    <w:rsid w:val="008B3BF4"/>
    <w:rsid w:val="008B3C2A"/>
    <w:rsid w:val="008C3FE9"/>
    <w:rsid w:val="008C4F7F"/>
    <w:rsid w:val="008D7BD9"/>
    <w:rsid w:val="008E77CD"/>
    <w:rsid w:val="008F4C67"/>
    <w:rsid w:val="008F5376"/>
    <w:rsid w:val="00907CF4"/>
    <w:rsid w:val="00923531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C69D4"/>
    <w:rsid w:val="009D4370"/>
    <w:rsid w:val="009D68B6"/>
    <w:rsid w:val="009E0202"/>
    <w:rsid w:val="009E3238"/>
    <w:rsid w:val="009F19EF"/>
    <w:rsid w:val="009F70D4"/>
    <w:rsid w:val="00A04256"/>
    <w:rsid w:val="00A078E6"/>
    <w:rsid w:val="00A209FC"/>
    <w:rsid w:val="00A217E2"/>
    <w:rsid w:val="00A43026"/>
    <w:rsid w:val="00A46516"/>
    <w:rsid w:val="00A61138"/>
    <w:rsid w:val="00A62728"/>
    <w:rsid w:val="00A70767"/>
    <w:rsid w:val="00A90B05"/>
    <w:rsid w:val="00A90F95"/>
    <w:rsid w:val="00A9651D"/>
    <w:rsid w:val="00AA2AD4"/>
    <w:rsid w:val="00AA57D6"/>
    <w:rsid w:val="00AB09A7"/>
    <w:rsid w:val="00AB7058"/>
    <w:rsid w:val="00B03018"/>
    <w:rsid w:val="00B14AFB"/>
    <w:rsid w:val="00B35F22"/>
    <w:rsid w:val="00B379D2"/>
    <w:rsid w:val="00B415C1"/>
    <w:rsid w:val="00B734E8"/>
    <w:rsid w:val="00B73F68"/>
    <w:rsid w:val="00B87660"/>
    <w:rsid w:val="00BC5836"/>
    <w:rsid w:val="00C10DD9"/>
    <w:rsid w:val="00C15B48"/>
    <w:rsid w:val="00C24FD1"/>
    <w:rsid w:val="00C36AA5"/>
    <w:rsid w:val="00C44E9D"/>
    <w:rsid w:val="00C51779"/>
    <w:rsid w:val="00C64AE2"/>
    <w:rsid w:val="00C943BB"/>
    <w:rsid w:val="00CB3119"/>
    <w:rsid w:val="00CD4357"/>
    <w:rsid w:val="00D065FF"/>
    <w:rsid w:val="00D3530B"/>
    <w:rsid w:val="00D35CC3"/>
    <w:rsid w:val="00D74E85"/>
    <w:rsid w:val="00D86277"/>
    <w:rsid w:val="00D94904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835DA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A177G78J\Left%20Lower%20Limb%20Venous%20Insufficiency%20scan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Normal</Template>
  <TotalTime>197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Apurba Daha</cp:lastModifiedBy>
  <cp:revision>14</cp:revision>
  <cp:lastPrinted>2019-05-23T15:33:00Z</cp:lastPrinted>
  <dcterms:created xsi:type="dcterms:W3CDTF">2019-05-16T11:36:00Z</dcterms:created>
  <dcterms:modified xsi:type="dcterms:W3CDTF">2019-08-19T09:33:00Z</dcterms:modified>
</cp:coreProperties>
</file>